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1F2A1" w14:textId="317AC7C8" w:rsidR="00310CB2" w:rsidRPr="00310CB2" w:rsidRDefault="00057232" w:rsidP="00310CB2">
      <w:pPr>
        <w:rPr>
          <w:b/>
          <w:sz w:val="20"/>
        </w:rPr>
      </w:pPr>
      <w:r w:rsidRPr="00284BAD">
        <w:rPr>
          <w:b/>
          <w:sz w:val="20"/>
        </w:rPr>
        <w:t xml:space="preserve">CONTRATTO PER L’AFFIDAMENTO DELLA FORNITURA DI </w:t>
      </w:r>
      <w:r w:rsidR="00310CB2" w:rsidRPr="00310CB2">
        <w:rPr>
          <w:b/>
          <w:sz w:val="20"/>
        </w:rPr>
        <w:t xml:space="preserve">UN MICROSCOPIO ELETTRONICO A SCANSIONE CON SORGENTE AD EMISSIONE DI CAMPO (FE-SEM) NELL’AMBITO DEL PIANO NAZIONALE RIPRESA E RESILIENZA (PNRR) MISSIONE 4 </w:t>
      </w:r>
      <w:r w:rsidR="001A0029">
        <w:rPr>
          <w:b/>
          <w:sz w:val="20"/>
        </w:rPr>
        <w:t xml:space="preserve">- </w:t>
      </w:r>
      <w:r w:rsidR="00310CB2" w:rsidRPr="00310CB2">
        <w:rPr>
          <w:b/>
          <w:sz w:val="20"/>
        </w:rPr>
        <w:t xml:space="preserve">COMPONENTE 2 </w:t>
      </w:r>
      <w:r w:rsidR="001A0029">
        <w:rPr>
          <w:b/>
          <w:sz w:val="20"/>
        </w:rPr>
        <w:t xml:space="preserve">- </w:t>
      </w:r>
      <w:r w:rsidR="00310CB2" w:rsidRPr="00310CB2">
        <w:rPr>
          <w:b/>
          <w:sz w:val="20"/>
        </w:rPr>
        <w:t xml:space="preserve">INVESTIMENTO 3.1 </w:t>
      </w:r>
      <w:r w:rsidR="001A0029">
        <w:rPr>
          <w:b/>
          <w:sz w:val="20"/>
        </w:rPr>
        <w:t xml:space="preserve">- </w:t>
      </w:r>
      <w:r w:rsidR="00310CB2" w:rsidRPr="00310CB2">
        <w:rPr>
          <w:b/>
          <w:sz w:val="20"/>
        </w:rPr>
        <w:t xml:space="preserve">PROGETTO ITINERIS CUP B53C22002150006 </w:t>
      </w:r>
      <w:r w:rsidR="001A0029">
        <w:rPr>
          <w:b/>
          <w:sz w:val="20"/>
        </w:rPr>
        <w:t xml:space="preserve">- </w:t>
      </w:r>
      <w:r w:rsidR="001A0029" w:rsidRPr="001A0029">
        <w:rPr>
          <w:b/>
          <w:sz w:val="20"/>
        </w:rPr>
        <w:t>CIG 97695442C0</w:t>
      </w:r>
    </w:p>
    <w:p w14:paraId="4614C783" w14:textId="77777777" w:rsidR="00310CB2" w:rsidRDefault="00310CB2" w:rsidP="005A6F78">
      <w:pPr>
        <w:jc w:val="center"/>
        <w:rPr>
          <w:sz w:val="20"/>
        </w:rPr>
      </w:pPr>
    </w:p>
    <w:p w14:paraId="165E3867" w14:textId="2C229758" w:rsidR="005A6F78" w:rsidRPr="00704918" w:rsidRDefault="005A6F78" w:rsidP="005A6F78">
      <w:pPr>
        <w:jc w:val="center"/>
        <w:rPr>
          <w:sz w:val="20"/>
        </w:rPr>
      </w:pPr>
      <w:r w:rsidRPr="00704918">
        <w:rPr>
          <w:sz w:val="20"/>
        </w:rPr>
        <w:t>TRA</w:t>
      </w:r>
    </w:p>
    <w:p w14:paraId="37A67D4B" w14:textId="6026BA62" w:rsidR="005A6F78" w:rsidRPr="00D130E0" w:rsidRDefault="00E95153" w:rsidP="005A6F78">
      <w:pPr>
        <w:rPr>
          <w:sz w:val="20"/>
        </w:rPr>
      </w:pPr>
      <w:r w:rsidRPr="00D130E0">
        <w:rPr>
          <w:sz w:val="20"/>
        </w:rPr>
        <w:t xml:space="preserve">L’Istituto </w:t>
      </w:r>
      <w:r w:rsidR="0024309B">
        <w:rPr>
          <w:bCs/>
          <w:sz w:val="20"/>
        </w:rPr>
        <w:t>Geoscienze e Georisorse</w:t>
      </w:r>
      <w:r w:rsidR="005C4484" w:rsidRPr="00D130E0">
        <w:rPr>
          <w:sz w:val="20"/>
        </w:rPr>
        <w:t xml:space="preserve"> </w:t>
      </w:r>
      <w:r w:rsidR="005A6F78" w:rsidRPr="00D130E0">
        <w:rPr>
          <w:sz w:val="20"/>
        </w:rPr>
        <w:t>del Consiglio Nazionale delle Ricerche (</w:t>
      </w:r>
      <w:r w:rsidR="00117363" w:rsidRPr="00D130E0">
        <w:rPr>
          <w:sz w:val="20"/>
        </w:rPr>
        <w:t>in seguito</w:t>
      </w:r>
      <w:r w:rsidR="00A617E3" w:rsidRPr="00D130E0">
        <w:rPr>
          <w:sz w:val="20"/>
        </w:rPr>
        <w:t xml:space="preserve"> </w:t>
      </w:r>
      <w:r w:rsidR="005A6F78" w:rsidRPr="00D130E0">
        <w:rPr>
          <w:sz w:val="20"/>
        </w:rPr>
        <w:t xml:space="preserve">“Ente”), con sede in </w:t>
      </w:r>
      <w:r w:rsidR="0024309B">
        <w:rPr>
          <w:bCs/>
          <w:sz w:val="20"/>
        </w:rPr>
        <w:t>Via G. Moruzzi, 1 – 56124 Pisa</w:t>
      </w:r>
      <w:r w:rsidR="005A6F78" w:rsidRPr="00D130E0">
        <w:rPr>
          <w:sz w:val="20"/>
        </w:rPr>
        <w:t xml:space="preserve"> </w:t>
      </w:r>
      <w:r w:rsidR="0028644E" w:rsidRPr="00D130E0">
        <w:rPr>
          <w:sz w:val="20"/>
        </w:rPr>
        <w:t>C.F.</w:t>
      </w:r>
      <w:r w:rsidR="005A6F78" w:rsidRPr="00D130E0">
        <w:rPr>
          <w:sz w:val="20"/>
        </w:rPr>
        <w:t xml:space="preserve"> 80054330586 e </w:t>
      </w:r>
      <w:r w:rsidR="0028644E" w:rsidRPr="00D130E0">
        <w:rPr>
          <w:sz w:val="20"/>
        </w:rPr>
        <w:t>P.</w:t>
      </w:r>
      <w:r w:rsidR="005A6F78" w:rsidRPr="00D130E0">
        <w:rPr>
          <w:sz w:val="20"/>
        </w:rPr>
        <w:t xml:space="preserve">IVA 02118311006, </w:t>
      </w:r>
      <w:r w:rsidR="00603D1A" w:rsidRPr="00603D1A">
        <w:rPr>
          <w:sz w:val="20"/>
        </w:rPr>
        <w:t>rappresentato ai fini del presente atto dal Direttore dell’IGG Dott. Antonello Provenzale, domiciliato per la carica presso la sede, munito degli occorrenti poteri in forza del provvedimento del Direttore Generale Prot. AMMCNT-CNR n.0021264 del 20 marzo 2020, domicilio digitale PEC: protocollo.igg@pec.cnr.it</w:t>
      </w:r>
    </w:p>
    <w:p w14:paraId="092170BA" w14:textId="77777777" w:rsidR="005A6F78" w:rsidRPr="00704918" w:rsidRDefault="005A6F78" w:rsidP="005A6F78">
      <w:pPr>
        <w:jc w:val="center"/>
        <w:rPr>
          <w:sz w:val="20"/>
        </w:rPr>
      </w:pPr>
      <w:r w:rsidRPr="00704918">
        <w:rPr>
          <w:sz w:val="20"/>
        </w:rPr>
        <w:t>E</w:t>
      </w:r>
    </w:p>
    <w:p w14:paraId="62EE582D" w14:textId="51AB49F9" w:rsidR="005A6F78" w:rsidRPr="00A07899" w:rsidRDefault="005A6F78" w:rsidP="005A6F78">
      <w:pPr>
        <w:rPr>
          <w:sz w:val="20"/>
        </w:rPr>
      </w:pPr>
      <w:r w:rsidRPr="00A07899">
        <w:rPr>
          <w:sz w:val="20"/>
        </w:rPr>
        <w:t xml:space="preserve">L’operatore economico </w:t>
      </w:r>
      <w:r w:rsidR="00603D1A">
        <w:rPr>
          <w:sz w:val="20"/>
        </w:rPr>
        <w:t>___________________</w:t>
      </w:r>
      <w:r w:rsidRPr="00A07899">
        <w:rPr>
          <w:sz w:val="20"/>
        </w:rPr>
        <w:t xml:space="preserve"> </w:t>
      </w:r>
      <w:r w:rsidR="00D32544" w:rsidRPr="00A07899">
        <w:rPr>
          <w:sz w:val="20"/>
        </w:rPr>
        <w:t>(in seguito “C</w:t>
      </w:r>
      <w:r w:rsidRPr="00A07899">
        <w:rPr>
          <w:sz w:val="20"/>
        </w:rPr>
        <w:t>o</w:t>
      </w:r>
      <w:r w:rsidR="00603D1A">
        <w:rPr>
          <w:sz w:val="20"/>
        </w:rPr>
        <w:t>ntraente”), con sede legale in _____________</w:t>
      </w:r>
      <w:r w:rsidRPr="00A07899">
        <w:rPr>
          <w:sz w:val="20"/>
        </w:rPr>
        <w:t xml:space="preserve">, </w:t>
      </w:r>
      <w:r w:rsidR="0028644E" w:rsidRPr="00A07899">
        <w:rPr>
          <w:sz w:val="20"/>
        </w:rPr>
        <w:t>C.F.</w:t>
      </w:r>
      <w:r w:rsidRPr="00A07899">
        <w:rPr>
          <w:sz w:val="20"/>
        </w:rPr>
        <w:t xml:space="preserve"> </w:t>
      </w:r>
      <w:r w:rsidR="00603D1A">
        <w:rPr>
          <w:sz w:val="20"/>
        </w:rPr>
        <w:t>_____________</w:t>
      </w:r>
      <w:r w:rsidRPr="00A07899">
        <w:rPr>
          <w:sz w:val="20"/>
        </w:rPr>
        <w:t xml:space="preserve"> e </w:t>
      </w:r>
      <w:r w:rsidR="0028644E" w:rsidRPr="00A07899">
        <w:rPr>
          <w:sz w:val="20"/>
        </w:rPr>
        <w:t>P.IVA</w:t>
      </w:r>
      <w:r w:rsidRPr="00A07899">
        <w:rPr>
          <w:sz w:val="20"/>
        </w:rPr>
        <w:t xml:space="preserve"> </w:t>
      </w:r>
      <w:r w:rsidR="00603D1A">
        <w:rPr>
          <w:sz w:val="20"/>
        </w:rPr>
        <w:t>_____________</w:t>
      </w:r>
      <w:r w:rsidR="00CF1087" w:rsidRPr="00A07899">
        <w:rPr>
          <w:sz w:val="20"/>
        </w:rPr>
        <w:t xml:space="preserve">, </w:t>
      </w:r>
      <w:r w:rsidR="0028644E" w:rsidRPr="00A07899">
        <w:rPr>
          <w:sz w:val="20"/>
        </w:rPr>
        <w:t xml:space="preserve">rappresentato ai fine del presente atto dal Sig. </w:t>
      </w:r>
      <w:r w:rsidR="00603D1A">
        <w:rPr>
          <w:sz w:val="20"/>
        </w:rPr>
        <w:t>____________,</w:t>
      </w:r>
      <w:r w:rsidR="00093E5B" w:rsidRPr="00A07899">
        <w:rPr>
          <w:sz w:val="20"/>
        </w:rPr>
        <w:t xml:space="preserve"> domiciliato per la carica presso la sede legale,</w:t>
      </w:r>
      <w:r w:rsidR="0028644E" w:rsidRPr="00A07899">
        <w:rPr>
          <w:sz w:val="20"/>
        </w:rPr>
        <w:t xml:space="preserve"> </w:t>
      </w:r>
      <w:r w:rsidR="00093E5B" w:rsidRPr="00A07899">
        <w:rPr>
          <w:sz w:val="20"/>
        </w:rPr>
        <w:t>nella sua</w:t>
      </w:r>
      <w:r w:rsidR="0028644E" w:rsidRPr="00A07899">
        <w:rPr>
          <w:sz w:val="20"/>
        </w:rPr>
        <w:t xml:space="preserve"> qualità di </w:t>
      </w:r>
      <w:r w:rsidR="00603D1A">
        <w:rPr>
          <w:sz w:val="20"/>
        </w:rPr>
        <w:t>_____________,</w:t>
      </w:r>
      <w:r w:rsidR="0028644E" w:rsidRPr="00A07899">
        <w:rPr>
          <w:sz w:val="20"/>
        </w:rPr>
        <w:t xml:space="preserve"> C.F.</w:t>
      </w:r>
      <w:r w:rsidRPr="00A07899">
        <w:rPr>
          <w:sz w:val="20"/>
        </w:rPr>
        <w:t xml:space="preserve"> </w:t>
      </w:r>
      <w:r w:rsidR="00603D1A">
        <w:rPr>
          <w:sz w:val="20"/>
        </w:rPr>
        <w:t>_______________,</w:t>
      </w:r>
      <w:r w:rsidRPr="00A07899">
        <w:rPr>
          <w:sz w:val="20"/>
        </w:rPr>
        <w:t xml:space="preserve"> </w:t>
      </w:r>
      <w:r w:rsidR="00CF1087" w:rsidRPr="00A07899">
        <w:rPr>
          <w:rFonts w:cs="Courier New"/>
          <w:sz w:val="20"/>
        </w:rPr>
        <w:t>domicilio digitale PEC: …</w:t>
      </w:r>
      <w:r w:rsidR="00603D1A">
        <w:rPr>
          <w:rFonts w:cs="Courier New"/>
          <w:sz w:val="20"/>
        </w:rPr>
        <w:t>_________________</w:t>
      </w:r>
    </w:p>
    <w:p w14:paraId="6CB9908F" w14:textId="77777777" w:rsidR="00BB12B3" w:rsidRDefault="005A6F78" w:rsidP="00BB12B3">
      <w:pPr>
        <w:jc w:val="center"/>
        <w:rPr>
          <w:bCs/>
          <w:sz w:val="20"/>
        </w:rPr>
      </w:pPr>
      <w:r w:rsidRPr="00BB12B3">
        <w:rPr>
          <w:bCs/>
          <w:sz w:val="20"/>
        </w:rPr>
        <w:t>PREMESSO CHE:</w:t>
      </w:r>
    </w:p>
    <w:p w14:paraId="25EBB277" w14:textId="5067EC62" w:rsidR="0000769A" w:rsidRPr="00D130E0" w:rsidRDefault="00E95153" w:rsidP="00BB12B3">
      <w:pPr>
        <w:ind w:left="-11"/>
        <w:rPr>
          <w:sz w:val="20"/>
        </w:rPr>
      </w:pPr>
      <w:r>
        <w:rPr>
          <w:rFonts w:cs="Courier New"/>
          <w:sz w:val="20"/>
        </w:rPr>
        <w:t>1</w:t>
      </w:r>
      <w:r w:rsidR="00BB12B3">
        <w:rPr>
          <w:rFonts w:cs="Courier New"/>
          <w:sz w:val="20"/>
        </w:rPr>
        <w:t>)</w:t>
      </w:r>
      <w:r w:rsidR="005C4484" w:rsidRPr="005C4484">
        <w:rPr>
          <w:sz w:val="20"/>
        </w:rPr>
        <w:t xml:space="preserve"> </w:t>
      </w:r>
      <w:r w:rsidR="005C4484" w:rsidRPr="00BB12B3">
        <w:rPr>
          <w:sz w:val="20"/>
        </w:rPr>
        <w:t xml:space="preserve">Con </w:t>
      </w:r>
      <w:r w:rsidR="005C4484">
        <w:rPr>
          <w:sz w:val="20"/>
        </w:rPr>
        <w:t>provvedimento di d</w:t>
      </w:r>
      <w:r w:rsidR="005C4484" w:rsidRPr="00BB12B3">
        <w:rPr>
          <w:sz w:val="20"/>
        </w:rPr>
        <w:t>e</w:t>
      </w:r>
      <w:r w:rsidR="005C4484">
        <w:rPr>
          <w:sz w:val="20"/>
        </w:rPr>
        <w:t>cisione di contrattare</w:t>
      </w:r>
      <w:r w:rsidR="005C4484" w:rsidRPr="00BB12B3">
        <w:rPr>
          <w:sz w:val="20"/>
        </w:rPr>
        <w:t xml:space="preserve"> Prot. </w:t>
      </w:r>
      <w:r w:rsidR="007623F7">
        <w:rPr>
          <w:sz w:val="20"/>
        </w:rPr>
        <w:t>N.0112414 del 14/04/2023,</w:t>
      </w:r>
      <w:r w:rsidR="005C4484" w:rsidRPr="00BB12B3">
        <w:rPr>
          <w:sz w:val="20"/>
        </w:rPr>
        <w:t xml:space="preserve"> l’Ente ha </w:t>
      </w:r>
      <w:r w:rsidR="005C4484">
        <w:rPr>
          <w:sz w:val="20"/>
        </w:rPr>
        <w:t>disposto</w:t>
      </w:r>
      <w:r w:rsidR="005C4484" w:rsidRPr="00BB12B3">
        <w:rPr>
          <w:sz w:val="20"/>
        </w:rPr>
        <w:t xml:space="preserve"> </w:t>
      </w:r>
      <w:r w:rsidR="005C4484">
        <w:rPr>
          <w:sz w:val="20"/>
        </w:rPr>
        <w:t xml:space="preserve">di </w:t>
      </w:r>
      <w:r w:rsidR="00057232">
        <w:rPr>
          <w:sz w:val="20"/>
        </w:rPr>
        <w:t>avviare</w:t>
      </w:r>
      <w:r w:rsidR="005C4484" w:rsidRPr="00BB12B3">
        <w:rPr>
          <w:sz w:val="20"/>
        </w:rPr>
        <w:t xml:space="preserve"> una gara a </w:t>
      </w:r>
      <w:r w:rsidR="005C4484" w:rsidRPr="00BB12B3">
        <w:rPr>
          <w:sz w:val="20"/>
        </w:rPr>
        <w:lastRenderedPageBreak/>
        <w:t xml:space="preserve">procedura </w:t>
      </w:r>
      <w:r w:rsidR="005C4484">
        <w:rPr>
          <w:sz w:val="20"/>
        </w:rPr>
        <w:t>aperta ai sensi de</w:t>
      </w:r>
      <w:r w:rsidR="00057232">
        <w:rPr>
          <w:sz w:val="20"/>
        </w:rPr>
        <w:t xml:space="preserve">gli </w:t>
      </w:r>
      <w:r w:rsidR="005C4484">
        <w:rPr>
          <w:sz w:val="20"/>
        </w:rPr>
        <w:t>art</w:t>
      </w:r>
      <w:r w:rsidR="00057232">
        <w:rPr>
          <w:sz w:val="20"/>
        </w:rPr>
        <w:t>t</w:t>
      </w:r>
      <w:r w:rsidR="005C4484">
        <w:rPr>
          <w:sz w:val="20"/>
        </w:rPr>
        <w:t>. 60</w:t>
      </w:r>
      <w:r w:rsidR="00057232">
        <w:rPr>
          <w:sz w:val="20"/>
        </w:rPr>
        <w:t xml:space="preserve"> e 95</w:t>
      </w:r>
      <w:r w:rsidR="005C4484" w:rsidRPr="00BB12B3">
        <w:rPr>
          <w:sz w:val="20"/>
        </w:rPr>
        <w:t xml:space="preserve"> del </w:t>
      </w:r>
      <w:proofErr w:type="spellStart"/>
      <w:r w:rsidR="005C4484" w:rsidRPr="00BB12B3">
        <w:rPr>
          <w:sz w:val="20"/>
        </w:rPr>
        <w:t>D.Lgs.</w:t>
      </w:r>
      <w:proofErr w:type="spellEnd"/>
      <w:r w:rsidR="005C4484" w:rsidRPr="00BB12B3">
        <w:rPr>
          <w:sz w:val="20"/>
        </w:rPr>
        <w:t xml:space="preserve"> 50/2016 e </w:t>
      </w:r>
      <w:proofErr w:type="spellStart"/>
      <w:r w:rsidR="005C4484" w:rsidRPr="00BB12B3">
        <w:rPr>
          <w:sz w:val="20"/>
        </w:rPr>
        <w:t>s.m.i.</w:t>
      </w:r>
      <w:proofErr w:type="spellEnd"/>
      <w:r w:rsidR="005C4484" w:rsidRPr="00BB12B3">
        <w:rPr>
          <w:sz w:val="20"/>
        </w:rPr>
        <w:t xml:space="preserve"> (</w:t>
      </w:r>
      <w:r w:rsidR="005C4484">
        <w:rPr>
          <w:sz w:val="20"/>
        </w:rPr>
        <w:t xml:space="preserve">in seguito </w:t>
      </w:r>
      <w:r w:rsidR="005C4484" w:rsidRPr="00BB12B3">
        <w:rPr>
          <w:sz w:val="20"/>
        </w:rPr>
        <w:t xml:space="preserve">“Codice”) per l’affidamento della fornitura </w:t>
      </w:r>
      <w:r w:rsidR="005C4484">
        <w:rPr>
          <w:sz w:val="20"/>
        </w:rPr>
        <w:t xml:space="preserve">di cui </w:t>
      </w:r>
      <w:r w:rsidR="005C4484" w:rsidRPr="00D130E0">
        <w:rPr>
          <w:sz w:val="20"/>
        </w:rPr>
        <w:t>trattasi, da aggiudicarsi con il criterio dell’offerta economicamente più vantaggiosa.</w:t>
      </w:r>
    </w:p>
    <w:p w14:paraId="5E2A4417" w14:textId="3A109014" w:rsidR="00574B5B" w:rsidRDefault="00E95153" w:rsidP="00BB12B3">
      <w:pPr>
        <w:ind w:left="-11"/>
        <w:rPr>
          <w:rFonts w:cs="Courier New"/>
          <w:sz w:val="20"/>
        </w:rPr>
      </w:pPr>
      <w:r w:rsidRPr="00D130E0">
        <w:rPr>
          <w:sz w:val="20"/>
        </w:rPr>
        <w:t>2</w:t>
      </w:r>
      <w:r w:rsidR="00574B5B" w:rsidRPr="00D130E0">
        <w:rPr>
          <w:sz w:val="20"/>
        </w:rPr>
        <w:t>)Il Responsabile Unico del Procedimento</w:t>
      </w:r>
      <w:r w:rsidR="000862EF" w:rsidRPr="00D130E0">
        <w:rPr>
          <w:sz w:val="20"/>
        </w:rPr>
        <w:t xml:space="preserve"> con </w:t>
      </w:r>
      <w:r w:rsidR="00093E5B" w:rsidRPr="00D130E0">
        <w:rPr>
          <w:sz w:val="20"/>
        </w:rPr>
        <w:t>atto istruttorio</w:t>
      </w:r>
      <w:r w:rsidR="000862EF" w:rsidRPr="00D130E0">
        <w:rPr>
          <w:sz w:val="20"/>
        </w:rPr>
        <w:t xml:space="preserve"> Prot. </w:t>
      </w:r>
      <w:r w:rsidR="00603D1A">
        <w:rPr>
          <w:bCs/>
          <w:sz w:val="20"/>
        </w:rPr>
        <w:t>_________________</w:t>
      </w:r>
      <w:r w:rsidR="000862EF" w:rsidRPr="00D130E0">
        <w:rPr>
          <w:rFonts w:cs="Courier New"/>
          <w:sz w:val="20"/>
        </w:rPr>
        <w:t xml:space="preserve"> ha </w:t>
      </w:r>
      <w:r w:rsidR="003E3BD1" w:rsidRPr="00D130E0">
        <w:rPr>
          <w:rFonts w:cs="Courier New"/>
          <w:sz w:val="20"/>
        </w:rPr>
        <w:t>comunicato</w:t>
      </w:r>
      <w:r w:rsidR="000862EF" w:rsidRPr="00D130E0">
        <w:rPr>
          <w:rFonts w:cs="Courier New"/>
          <w:sz w:val="20"/>
        </w:rPr>
        <w:t xml:space="preserve"> la proposta di aggiudicazione in favore del Contraente, per l’importo contrattuale di € </w:t>
      </w:r>
      <w:r w:rsidR="00603D1A">
        <w:rPr>
          <w:bCs/>
          <w:sz w:val="20"/>
        </w:rPr>
        <w:t xml:space="preserve">______________, </w:t>
      </w:r>
      <w:r w:rsidR="000862EF" w:rsidRPr="00D130E0">
        <w:rPr>
          <w:rFonts w:cs="Courier New"/>
          <w:sz w:val="20"/>
        </w:rPr>
        <w:t>oltre IVA.</w:t>
      </w:r>
    </w:p>
    <w:p w14:paraId="007F8DEB" w14:textId="78DDFE9C" w:rsidR="00773BE0" w:rsidRPr="00D130E0" w:rsidRDefault="00773BE0" w:rsidP="00BB12B3">
      <w:pPr>
        <w:ind w:left="-11"/>
        <w:rPr>
          <w:sz w:val="20"/>
        </w:rPr>
      </w:pPr>
      <w:r>
        <w:rPr>
          <w:sz w:val="20"/>
        </w:rPr>
        <w:t xml:space="preserve">3)Che il </w:t>
      </w:r>
      <w:r w:rsidRPr="00773BE0">
        <w:rPr>
          <w:sz w:val="20"/>
        </w:rPr>
        <w:t xml:space="preserve">pagamento </w:t>
      </w:r>
      <w:r>
        <w:rPr>
          <w:sz w:val="20"/>
        </w:rPr>
        <w:t>del corrispettivo contrattuale</w:t>
      </w:r>
      <w:r w:rsidRPr="00773BE0">
        <w:rPr>
          <w:sz w:val="20"/>
        </w:rPr>
        <w:t xml:space="preserve"> </w:t>
      </w:r>
      <w:r>
        <w:rPr>
          <w:sz w:val="20"/>
        </w:rPr>
        <w:t>sarà</w:t>
      </w:r>
      <w:r w:rsidRPr="00773BE0">
        <w:rPr>
          <w:sz w:val="20"/>
        </w:rPr>
        <w:t xml:space="preserve"> effettuato con risorse del Fondo di Rotazione per l'attuazione dell'iniziativa Next Generation EU </w:t>
      </w:r>
      <w:r>
        <w:rPr>
          <w:sz w:val="20"/>
        </w:rPr>
        <w:t>–</w:t>
      </w:r>
      <w:r w:rsidRPr="00773BE0">
        <w:rPr>
          <w:sz w:val="20"/>
        </w:rPr>
        <w:t xml:space="preserve"> Italia</w:t>
      </w:r>
      <w:r>
        <w:rPr>
          <w:sz w:val="20"/>
        </w:rPr>
        <w:t>;</w:t>
      </w:r>
    </w:p>
    <w:p w14:paraId="1682FD6D" w14:textId="06DD7858" w:rsidR="00CF1087" w:rsidRPr="00D130E0" w:rsidRDefault="00773BE0" w:rsidP="00BB12B3">
      <w:pPr>
        <w:ind w:left="-11"/>
        <w:rPr>
          <w:sz w:val="20"/>
        </w:rPr>
      </w:pPr>
      <w:r>
        <w:rPr>
          <w:sz w:val="20"/>
        </w:rPr>
        <w:t>4</w:t>
      </w:r>
      <w:r w:rsidR="00BB12B3" w:rsidRPr="00D130E0">
        <w:rPr>
          <w:sz w:val="20"/>
        </w:rPr>
        <w:t>)</w:t>
      </w:r>
      <w:r w:rsidR="00CF1087" w:rsidRPr="00D130E0">
        <w:rPr>
          <w:sz w:val="20"/>
        </w:rPr>
        <w:t xml:space="preserve">Con </w:t>
      </w:r>
      <w:r w:rsidR="00BE009A" w:rsidRPr="00D130E0">
        <w:rPr>
          <w:sz w:val="20"/>
        </w:rPr>
        <w:t>p</w:t>
      </w:r>
      <w:r w:rsidR="00CF1087" w:rsidRPr="00D130E0">
        <w:rPr>
          <w:sz w:val="20"/>
        </w:rPr>
        <w:t xml:space="preserve">rovvedimento </w:t>
      </w:r>
      <w:r w:rsidR="00603D1A">
        <w:rPr>
          <w:bCs/>
          <w:sz w:val="20"/>
        </w:rPr>
        <w:t>_____________</w:t>
      </w:r>
      <w:r w:rsidR="006E09EE" w:rsidRPr="00D130E0">
        <w:rPr>
          <w:rFonts w:cs="Courier New"/>
          <w:sz w:val="20"/>
        </w:rPr>
        <w:t xml:space="preserve"> </w:t>
      </w:r>
      <w:r w:rsidR="00CF1087" w:rsidRPr="00D130E0">
        <w:rPr>
          <w:sz w:val="20"/>
        </w:rPr>
        <w:t>l’Ente ha disposto l’aggiudicazione della fornitura</w:t>
      </w:r>
      <w:r w:rsidR="00BB12B3" w:rsidRPr="00D130E0">
        <w:rPr>
          <w:sz w:val="20"/>
        </w:rPr>
        <w:t xml:space="preserve"> di cui trattasi</w:t>
      </w:r>
      <w:r w:rsidR="00233975" w:rsidRPr="00D130E0">
        <w:rPr>
          <w:sz w:val="20"/>
        </w:rPr>
        <w:t xml:space="preserve"> </w:t>
      </w:r>
      <w:r w:rsidR="00CF1087" w:rsidRPr="00D130E0">
        <w:rPr>
          <w:sz w:val="20"/>
        </w:rPr>
        <w:t xml:space="preserve">in favore </w:t>
      </w:r>
      <w:r w:rsidR="00D32544" w:rsidRPr="00D130E0">
        <w:rPr>
          <w:sz w:val="20"/>
        </w:rPr>
        <w:t>del Contraente</w:t>
      </w:r>
      <w:r w:rsidR="00CF1087" w:rsidRPr="00D130E0">
        <w:rPr>
          <w:sz w:val="20"/>
        </w:rPr>
        <w:t>;</w:t>
      </w:r>
    </w:p>
    <w:p w14:paraId="3A40F49F" w14:textId="0784DE83" w:rsidR="005C4484" w:rsidRPr="00D130E0" w:rsidRDefault="00773BE0" w:rsidP="005C4484">
      <w:pPr>
        <w:ind w:left="-11"/>
        <w:rPr>
          <w:sz w:val="20"/>
        </w:rPr>
      </w:pPr>
      <w:r>
        <w:rPr>
          <w:sz w:val="20"/>
        </w:rPr>
        <w:t>5</w:t>
      </w:r>
      <w:r w:rsidR="006E09EE" w:rsidRPr="00D130E0">
        <w:rPr>
          <w:sz w:val="20"/>
        </w:rPr>
        <w:t xml:space="preserve">) </w:t>
      </w:r>
      <w:r w:rsidR="005C4484" w:rsidRPr="00D130E0">
        <w:rPr>
          <w:sz w:val="20"/>
        </w:rPr>
        <w:t xml:space="preserve">Il Contraente ha presentato la documentazione necessaria ai fini della sottoscrizione del presente contratto, e a garanzia dell’adempimento di tutte le obbligazioni del presente atto, secondo le disposizioni di cui all’Art. 103 del Codice, ha costituito la garanzia definitiva </w:t>
      </w:r>
      <w:r w:rsidR="00603D1A">
        <w:rPr>
          <w:bCs/>
          <w:sz w:val="20"/>
        </w:rPr>
        <w:t>_____________</w:t>
      </w:r>
      <w:r w:rsidR="005C4484" w:rsidRPr="00D130E0">
        <w:rPr>
          <w:sz w:val="20"/>
        </w:rPr>
        <w:t xml:space="preserve"> di € </w:t>
      </w:r>
      <w:r w:rsidR="00603D1A">
        <w:rPr>
          <w:bCs/>
          <w:sz w:val="20"/>
        </w:rPr>
        <w:t>____________</w:t>
      </w:r>
      <w:r w:rsidR="005C4484" w:rsidRPr="00D130E0">
        <w:rPr>
          <w:sz w:val="20"/>
        </w:rPr>
        <w:t xml:space="preserve"> (euro </w:t>
      </w:r>
      <w:r w:rsidR="00603D1A">
        <w:rPr>
          <w:sz w:val="20"/>
        </w:rPr>
        <w:t>________________</w:t>
      </w:r>
      <w:r w:rsidR="005C4484" w:rsidRPr="00D130E0">
        <w:rPr>
          <w:sz w:val="20"/>
        </w:rPr>
        <w:t>), mediante cauzione/fideiussione agli atti.</w:t>
      </w:r>
    </w:p>
    <w:p w14:paraId="68F5502D" w14:textId="77777777" w:rsidR="0000769A" w:rsidRPr="00BB12B3" w:rsidRDefault="0000769A" w:rsidP="0000769A">
      <w:pPr>
        <w:jc w:val="center"/>
        <w:rPr>
          <w:sz w:val="20"/>
        </w:rPr>
      </w:pPr>
      <w:r w:rsidRPr="00BB12B3">
        <w:rPr>
          <w:sz w:val="20"/>
        </w:rPr>
        <w:t>TUTTO CIO’ PREMESSO</w:t>
      </w:r>
    </w:p>
    <w:p w14:paraId="2611B514" w14:textId="77777777" w:rsidR="005A6F78" w:rsidRPr="00BB12B3" w:rsidRDefault="0086156B" w:rsidP="005A6F78">
      <w:pPr>
        <w:rPr>
          <w:sz w:val="20"/>
        </w:rPr>
      </w:pPr>
      <w:r w:rsidRPr="00BB12B3">
        <w:rPr>
          <w:sz w:val="20"/>
        </w:rPr>
        <w:t>tra le Parti come in epigrafe rappresentate e domiciliate</w:t>
      </w:r>
    </w:p>
    <w:p w14:paraId="105C74DE" w14:textId="3B01ACE7" w:rsidR="0086156B" w:rsidRDefault="0086156B" w:rsidP="0086156B">
      <w:pPr>
        <w:jc w:val="center"/>
        <w:rPr>
          <w:sz w:val="20"/>
        </w:rPr>
      </w:pPr>
      <w:r w:rsidRPr="00BB12B3">
        <w:rPr>
          <w:sz w:val="20"/>
        </w:rPr>
        <w:t>SI CONVIENE E SI STIPULA QUANTO SEGUE</w:t>
      </w:r>
    </w:p>
    <w:p w14:paraId="4A52E85E" w14:textId="77777777" w:rsidR="00603D1A" w:rsidRPr="00BB12B3" w:rsidRDefault="00603D1A" w:rsidP="0086156B">
      <w:pPr>
        <w:jc w:val="center"/>
        <w:rPr>
          <w:sz w:val="20"/>
        </w:rPr>
      </w:pPr>
    </w:p>
    <w:p w14:paraId="45FC2FC1" w14:textId="77777777" w:rsidR="0000769A" w:rsidRPr="00A07899" w:rsidRDefault="0000769A" w:rsidP="00117363">
      <w:pPr>
        <w:pStyle w:val="Titolo1"/>
        <w:rPr>
          <w:b/>
          <w:bCs/>
        </w:rPr>
      </w:pPr>
      <w:r w:rsidRPr="00A07899">
        <w:rPr>
          <w:b/>
          <w:bCs/>
        </w:rPr>
        <w:lastRenderedPageBreak/>
        <w:t xml:space="preserve">ART. 1 </w:t>
      </w:r>
      <w:r w:rsidR="006662E8" w:rsidRPr="00A07899">
        <w:rPr>
          <w:b/>
          <w:bCs/>
        </w:rPr>
        <w:t>–</w:t>
      </w:r>
      <w:r w:rsidRPr="00A07899">
        <w:rPr>
          <w:b/>
          <w:bCs/>
        </w:rPr>
        <w:t xml:space="preserve"> PREMESSE</w:t>
      </w:r>
      <w:r w:rsidR="006662E8" w:rsidRPr="00A07899">
        <w:rPr>
          <w:b/>
          <w:bCs/>
        </w:rPr>
        <w:t xml:space="preserve"> ED ALLEGATI</w:t>
      </w:r>
    </w:p>
    <w:p w14:paraId="76C0E769" w14:textId="77777777" w:rsidR="006662E8" w:rsidRPr="00BB12B3" w:rsidRDefault="00BB12B3" w:rsidP="00BB12B3">
      <w:pPr>
        <w:rPr>
          <w:sz w:val="20"/>
        </w:rPr>
      </w:pPr>
      <w:r>
        <w:rPr>
          <w:sz w:val="20"/>
        </w:rPr>
        <w:t>1)</w:t>
      </w:r>
      <w:r w:rsidR="006662E8" w:rsidRPr="00BB12B3">
        <w:rPr>
          <w:sz w:val="20"/>
        </w:rPr>
        <w:t xml:space="preserve">Le premesse, gli atti e i documenti ivi richiamati, ancorché non materialmente allegati, costituiscono parte integrante e sostanziale del presente contratto. Costituiscono altresì parte </w:t>
      </w:r>
      <w:r w:rsidR="007D6D50">
        <w:rPr>
          <w:sz w:val="20"/>
        </w:rPr>
        <w:t>inscindibile</w:t>
      </w:r>
      <w:r w:rsidR="006662E8" w:rsidRPr="00BB12B3">
        <w:rPr>
          <w:sz w:val="20"/>
        </w:rPr>
        <w:t xml:space="preserve"> del contratto, ancorché non materialmente allegati, </w:t>
      </w:r>
      <w:r w:rsidR="00093E5B">
        <w:rPr>
          <w:sz w:val="20"/>
        </w:rPr>
        <w:t xml:space="preserve">gli atti e i documenti </w:t>
      </w:r>
      <w:r w:rsidR="00093E5B" w:rsidRPr="008B3ED2">
        <w:rPr>
          <w:sz w:val="20"/>
        </w:rPr>
        <w:t>di gara</w:t>
      </w:r>
      <w:r w:rsidR="006662E8" w:rsidRPr="008B3ED2">
        <w:rPr>
          <w:sz w:val="20"/>
        </w:rPr>
        <w:t>.</w:t>
      </w:r>
      <w:r w:rsidR="00574F82" w:rsidRPr="008B3ED2">
        <w:rPr>
          <w:sz w:val="20"/>
        </w:rPr>
        <w:t xml:space="preserve"> In caso di discordanza o contrasto ovvero di omissioni, gli atti e i documenti di gara prevarranno sui documenti prodotti </w:t>
      </w:r>
      <w:r w:rsidR="008B3ED2">
        <w:rPr>
          <w:sz w:val="20"/>
        </w:rPr>
        <w:t>dal Contraente</w:t>
      </w:r>
      <w:r w:rsidR="00574F82" w:rsidRPr="008B3ED2">
        <w:rPr>
          <w:sz w:val="20"/>
        </w:rPr>
        <w:t xml:space="preserve"> </w:t>
      </w:r>
      <w:r w:rsidR="008B3ED2">
        <w:rPr>
          <w:sz w:val="20"/>
        </w:rPr>
        <w:t>in sede di gara</w:t>
      </w:r>
      <w:r w:rsidR="00574F82" w:rsidRPr="008B3ED2">
        <w:rPr>
          <w:sz w:val="20"/>
        </w:rPr>
        <w:t xml:space="preserve"> fatta eccezione per </w:t>
      </w:r>
      <w:r w:rsidR="008B3ED2">
        <w:rPr>
          <w:sz w:val="20"/>
        </w:rPr>
        <w:t xml:space="preserve">le </w:t>
      </w:r>
      <w:r w:rsidR="00574F82" w:rsidRPr="008B3ED2">
        <w:rPr>
          <w:sz w:val="20"/>
        </w:rPr>
        <w:t xml:space="preserve">eventuali </w:t>
      </w:r>
      <w:r w:rsidR="008B3ED2">
        <w:rPr>
          <w:sz w:val="20"/>
        </w:rPr>
        <w:t>migliorie</w:t>
      </w:r>
      <w:r w:rsidR="00574F82" w:rsidRPr="008B3ED2">
        <w:rPr>
          <w:sz w:val="20"/>
        </w:rPr>
        <w:t xml:space="preserve"> formulate </w:t>
      </w:r>
      <w:r w:rsidR="008B3ED2">
        <w:rPr>
          <w:sz w:val="20"/>
        </w:rPr>
        <w:t>dal Contraente</w:t>
      </w:r>
      <w:r w:rsidR="00D0007F" w:rsidRPr="008B3ED2">
        <w:rPr>
          <w:sz w:val="20"/>
        </w:rPr>
        <w:t>.</w:t>
      </w:r>
    </w:p>
    <w:p w14:paraId="617AA15A" w14:textId="77777777" w:rsidR="005A6F78" w:rsidRPr="00A07899" w:rsidRDefault="0000769A" w:rsidP="00117363">
      <w:pPr>
        <w:pStyle w:val="Titolo1"/>
        <w:rPr>
          <w:b/>
          <w:bCs/>
        </w:rPr>
      </w:pPr>
      <w:r w:rsidRPr="00A07899">
        <w:rPr>
          <w:b/>
          <w:bCs/>
        </w:rPr>
        <w:t>ART. 2 – OGGETTO</w:t>
      </w:r>
    </w:p>
    <w:p w14:paraId="388CDD6D" w14:textId="77777777" w:rsidR="006C3D84" w:rsidRPr="00BB12B3" w:rsidRDefault="00BB12B3" w:rsidP="00BB12B3">
      <w:pPr>
        <w:rPr>
          <w:sz w:val="20"/>
        </w:rPr>
      </w:pPr>
      <w:r>
        <w:rPr>
          <w:sz w:val="20"/>
        </w:rPr>
        <w:t>1)</w:t>
      </w:r>
      <w:r w:rsidR="006C3D84" w:rsidRPr="00BB12B3">
        <w:rPr>
          <w:sz w:val="20"/>
        </w:rPr>
        <w:t xml:space="preserve">Il presente Contratto definisce la disciplina normativa e contrattuale relativa alla prestazione da parte del </w:t>
      </w:r>
      <w:r w:rsidR="00704918">
        <w:rPr>
          <w:sz w:val="20"/>
        </w:rPr>
        <w:t>Contraente</w:t>
      </w:r>
      <w:r w:rsidR="006C3D84" w:rsidRPr="00BB12B3">
        <w:rPr>
          <w:sz w:val="20"/>
        </w:rPr>
        <w:t xml:space="preserve"> delle seguenti attività:</w:t>
      </w:r>
    </w:p>
    <w:p w14:paraId="0F176F60" w14:textId="2CB0B6F6" w:rsidR="00BB12B3" w:rsidRPr="00AE7CC2" w:rsidRDefault="00BB12B3" w:rsidP="00D130E0">
      <w:pPr>
        <w:pStyle w:val="Paragrafoelenco"/>
        <w:ind w:left="0"/>
        <w:rPr>
          <w:sz w:val="20"/>
        </w:rPr>
      </w:pPr>
      <w:proofErr w:type="gramStart"/>
      <w:r w:rsidRPr="00D130E0">
        <w:rPr>
          <w:sz w:val="20"/>
        </w:rPr>
        <w:t>a)</w:t>
      </w:r>
      <w:r w:rsidR="006B7FA9" w:rsidRPr="00D130E0">
        <w:rPr>
          <w:sz w:val="20"/>
        </w:rPr>
        <w:t>Fornitura</w:t>
      </w:r>
      <w:proofErr w:type="gramEnd"/>
      <w:r w:rsidR="006B7FA9" w:rsidRPr="00D130E0">
        <w:rPr>
          <w:sz w:val="20"/>
        </w:rPr>
        <w:t xml:space="preserve"> </w:t>
      </w:r>
      <w:r w:rsidR="00D130E0" w:rsidRPr="00D130E0">
        <w:rPr>
          <w:sz w:val="20"/>
        </w:rPr>
        <w:t xml:space="preserve">ed installazione </w:t>
      </w:r>
      <w:r w:rsidR="00603D1A" w:rsidRPr="00603D1A">
        <w:rPr>
          <w:bCs/>
          <w:sz w:val="20"/>
        </w:rPr>
        <w:t>fornitura di un microscopio elettronico a scansione con sorgente ad emissione di campo (FE-SEM)</w:t>
      </w:r>
    </w:p>
    <w:p w14:paraId="11186203" w14:textId="51341BBB" w:rsidR="006B7FA9" w:rsidRPr="00BB12B3" w:rsidRDefault="00E95153" w:rsidP="00BB12B3">
      <w:pPr>
        <w:pStyle w:val="Paragrafoelenco"/>
        <w:ind w:left="0"/>
        <w:rPr>
          <w:sz w:val="20"/>
        </w:rPr>
      </w:pPr>
      <w:proofErr w:type="gramStart"/>
      <w:r w:rsidRPr="00A07899">
        <w:rPr>
          <w:sz w:val="20"/>
        </w:rPr>
        <w:t>b</w:t>
      </w:r>
      <w:r w:rsidR="00BB12B3" w:rsidRPr="00A07899">
        <w:rPr>
          <w:sz w:val="20"/>
        </w:rPr>
        <w:t>)</w:t>
      </w:r>
      <w:r w:rsidR="00E90F37">
        <w:rPr>
          <w:sz w:val="20"/>
        </w:rPr>
        <w:t>installazione</w:t>
      </w:r>
      <w:proofErr w:type="gramEnd"/>
      <w:r w:rsidR="00E90F37">
        <w:rPr>
          <w:sz w:val="20"/>
        </w:rPr>
        <w:t xml:space="preserve"> e resa operativa della fornitura</w:t>
      </w:r>
    </w:p>
    <w:p w14:paraId="6F74C00A" w14:textId="77777777" w:rsidR="005A6F78" w:rsidRPr="00BB12B3" w:rsidRDefault="00BB12B3" w:rsidP="00BB12B3">
      <w:pPr>
        <w:rPr>
          <w:sz w:val="20"/>
        </w:rPr>
      </w:pPr>
      <w:r>
        <w:rPr>
          <w:sz w:val="20"/>
        </w:rPr>
        <w:t>2)</w:t>
      </w:r>
      <w:r w:rsidR="006B7FA9" w:rsidRPr="00BB12B3">
        <w:rPr>
          <w:sz w:val="20"/>
        </w:rPr>
        <w:t>Le predette attività dovranno essere prestate con le modalità ed alle condizioni stabilite nel presente Contratto</w:t>
      </w:r>
      <w:r w:rsidR="006B7FA9" w:rsidRPr="00ED2FD8">
        <w:rPr>
          <w:sz w:val="20"/>
        </w:rPr>
        <w:t xml:space="preserve">, </w:t>
      </w:r>
      <w:r w:rsidR="00ED2FD8" w:rsidRPr="00ED2FD8">
        <w:rPr>
          <w:sz w:val="20"/>
        </w:rPr>
        <w:t>negli atti e documenti di gara</w:t>
      </w:r>
      <w:r w:rsidR="006B7FA9" w:rsidRPr="00ED2FD8">
        <w:rPr>
          <w:sz w:val="20"/>
        </w:rPr>
        <w:t xml:space="preserve">, nonché nella </w:t>
      </w:r>
      <w:r w:rsidR="00ED2FD8" w:rsidRPr="00ED2FD8">
        <w:rPr>
          <w:sz w:val="20"/>
        </w:rPr>
        <w:t>Offert</w:t>
      </w:r>
      <w:r w:rsidR="00ED2FD8">
        <w:rPr>
          <w:sz w:val="20"/>
        </w:rPr>
        <w:t>a</w:t>
      </w:r>
      <w:r w:rsidR="006B7FA9" w:rsidRPr="00BB12B3">
        <w:rPr>
          <w:sz w:val="20"/>
        </w:rPr>
        <w:t xml:space="preserve"> del Contraente. </w:t>
      </w:r>
    </w:p>
    <w:p w14:paraId="6CF82D40" w14:textId="77777777" w:rsidR="00393CA3" w:rsidRPr="00A07899" w:rsidRDefault="00393CA3" w:rsidP="00117363">
      <w:pPr>
        <w:pStyle w:val="Titolo1"/>
        <w:rPr>
          <w:b/>
          <w:bCs/>
        </w:rPr>
      </w:pPr>
      <w:r w:rsidRPr="00A07899">
        <w:rPr>
          <w:b/>
          <w:bCs/>
        </w:rPr>
        <w:t xml:space="preserve">ART. 3 – </w:t>
      </w:r>
      <w:r w:rsidR="009E1406" w:rsidRPr="00A07899">
        <w:rPr>
          <w:b/>
          <w:bCs/>
        </w:rPr>
        <w:t>IMPORTO</w:t>
      </w:r>
    </w:p>
    <w:p w14:paraId="07ECE691" w14:textId="33B203F6" w:rsidR="00393CA3" w:rsidRPr="00BB12B3" w:rsidRDefault="00BB12B3" w:rsidP="00BB12B3">
      <w:pPr>
        <w:rPr>
          <w:sz w:val="20"/>
        </w:rPr>
      </w:pPr>
      <w:r>
        <w:rPr>
          <w:sz w:val="20"/>
        </w:rPr>
        <w:t>1)</w:t>
      </w:r>
      <w:r w:rsidR="00393CA3" w:rsidRPr="00BB12B3">
        <w:rPr>
          <w:sz w:val="20"/>
        </w:rPr>
        <w:t xml:space="preserve">L’importo del </w:t>
      </w:r>
      <w:r w:rsidR="00574F82">
        <w:rPr>
          <w:sz w:val="20"/>
        </w:rPr>
        <w:t>contratto</w:t>
      </w:r>
      <w:r w:rsidR="00393CA3" w:rsidRPr="00BB12B3">
        <w:rPr>
          <w:sz w:val="20"/>
        </w:rPr>
        <w:t xml:space="preserve"> è </w:t>
      </w:r>
      <w:r w:rsidR="00574F82">
        <w:rPr>
          <w:sz w:val="20"/>
        </w:rPr>
        <w:t>di</w:t>
      </w:r>
      <w:r w:rsidR="00393CA3" w:rsidRPr="00BB12B3">
        <w:rPr>
          <w:sz w:val="20"/>
        </w:rPr>
        <w:t xml:space="preserve"> € </w:t>
      </w:r>
      <w:r w:rsidR="00E90F37">
        <w:rPr>
          <w:bCs/>
          <w:sz w:val="20"/>
        </w:rPr>
        <w:t>___________</w:t>
      </w:r>
      <w:r w:rsidR="00A07899" w:rsidRPr="00BB12B3">
        <w:rPr>
          <w:sz w:val="20"/>
        </w:rPr>
        <w:t xml:space="preserve"> </w:t>
      </w:r>
      <w:r w:rsidR="00393CA3" w:rsidRPr="00BB12B3">
        <w:rPr>
          <w:sz w:val="20"/>
        </w:rPr>
        <w:t>(</w:t>
      </w:r>
      <w:r w:rsidR="00393CA3" w:rsidRPr="003D5C32">
        <w:rPr>
          <w:sz w:val="20"/>
        </w:rPr>
        <w:t>euro</w:t>
      </w:r>
      <w:r w:rsidR="00393CA3" w:rsidRPr="00BB12B3">
        <w:rPr>
          <w:sz w:val="20"/>
        </w:rPr>
        <w:t xml:space="preserve"> </w:t>
      </w:r>
      <w:r w:rsidR="00E90F37">
        <w:rPr>
          <w:sz w:val="20"/>
        </w:rPr>
        <w:t>_____________</w:t>
      </w:r>
      <w:r w:rsidR="00393CA3" w:rsidRPr="00A07899">
        <w:rPr>
          <w:sz w:val="20"/>
        </w:rPr>
        <w:t>)</w:t>
      </w:r>
      <w:r w:rsidR="00393CA3" w:rsidRPr="00BB12B3">
        <w:rPr>
          <w:sz w:val="20"/>
        </w:rPr>
        <w:t xml:space="preserve"> oltre I.V.A. ai sensi di legge.</w:t>
      </w:r>
    </w:p>
    <w:p w14:paraId="2655F4F6" w14:textId="77777777" w:rsidR="00393CA3" w:rsidRPr="00BB12B3" w:rsidRDefault="00BB12B3" w:rsidP="00BB12B3">
      <w:pPr>
        <w:rPr>
          <w:sz w:val="20"/>
        </w:rPr>
      </w:pPr>
      <w:r>
        <w:rPr>
          <w:sz w:val="20"/>
        </w:rPr>
        <w:t>2)</w:t>
      </w:r>
      <w:r w:rsidR="006B7FA9" w:rsidRPr="00BB12B3">
        <w:rPr>
          <w:sz w:val="20"/>
        </w:rPr>
        <w:t>L’importo</w:t>
      </w:r>
      <w:r w:rsidR="00393CA3" w:rsidRPr="00BB12B3">
        <w:rPr>
          <w:sz w:val="20"/>
        </w:rPr>
        <w:t xml:space="preserve"> tiene conto di tutti gli obblighi ed oneri posti a </w:t>
      </w:r>
      <w:r w:rsidR="00393CA3" w:rsidRPr="00BB12B3">
        <w:rPr>
          <w:sz w:val="20"/>
        </w:rPr>
        <w:lastRenderedPageBreak/>
        <w:t xml:space="preserve">carico </w:t>
      </w:r>
      <w:r w:rsidR="004401D1" w:rsidRPr="00BB12B3">
        <w:rPr>
          <w:sz w:val="20"/>
        </w:rPr>
        <w:t xml:space="preserve">del Contraente di cui al presente </w:t>
      </w:r>
      <w:r w:rsidR="006B7FA9" w:rsidRPr="00BB12B3">
        <w:rPr>
          <w:sz w:val="20"/>
        </w:rPr>
        <w:t>atto</w:t>
      </w:r>
      <w:r w:rsidR="004401D1" w:rsidRPr="00BB12B3">
        <w:rPr>
          <w:sz w:val="20"/>
        </w:rPr>
        <w:t>.</w:t>
      </w:r>
    </w:p>
    <w:p w14:paraId="4AA34241" w14:textId="77777777" w:rsidR="00393CA3" w:rsidRPr="00BB12B3" w:rsidRDefault="00BB12B3" w:rsidP="00BB12B3">
      <w:pPr>
        <w:rPr>
          <w:sz w:val="20"/>
        </w:rPr>
      </w:pPr>
      <w:r>
        <w:rPr>
          <w:sz w:val="20"/>
        </w:rPr>
        <w:t>3)</w:t>
      </w:r>
      <w:r w:rsidR="00393CA3" w:rsidRPr="00BB12B3">
        <w:rPr>
          <w:sz w:val="20"/>
        </w:rPr>
        <w:t xml:space="preserve">L’importo deve rimanere fisso ed invariabile per tutta la durata del contratto e </w:t>
      </w:r>
      <w:r w:rsidR="004401D1" w:rsidRPr="00BB12B3">
        <w:rPr>
          <w:sz w:val="20"/>
        </w:rPr>
        <w:t>il Contraente</w:t>
      </w:r>
      <w:r w:rsidR="00393CA3" w:rsidRPr="00BB12B3">
        <w:rPr>
          <w:sz w:val="20"/>
        </w:rPr>
        <w:t xml:space="preserve"> non ha in nessun caso diritto di pretendere prezzi suppletivi o indennizzi di qualunque natura essi siano.</w:t>
      </w:r>
    </w:p>
    <w:p w14:paraId="74319CFD" w14:textId="77777777" w:rsidR="009E1406" w:rsidRPr="00A07899" w:rsidRDefault="009E1406" w:rsidP="009E1406">
      <w:pPr>
        <w:pStyle w:val="Titolo1"/>
        <w:rPr>
          <w:b/>
          <w:bCs/>
        </w:rPr>
      </w:pPr>
      <w:r w:rsidRPr="00A07899">
        <w:rPr>
          <w:b/>
          <w:bCs/>
        </w:rPr>
        <w:t>ART. 4 – NORME E REGOLAMENTI DI RIFERIMENTO</w:t>
      </w:r>
    </w:p>
    <w:p w14:paraId="2E608CE6" w14:textId="77777777" w:rsidR="009E1406" w:rsidRDefault="009E1406" w:rsidP="009E1406">
      <w:pPr>
        <w:rPr>
          <w:sz w:val="20"/>
        </w:rPr>
      </w:pPr>
      <w:r>
        <w:rPr>
          <w:sz w:val="20"/>
        </w:rPr>
        <w:t>1</w:t>
      </w:r>
      <w:r w:rsidR="00E36027">
        <w:rPr>
          <w:sz w:val="20"/>
        </w:rPr>
        <w:t>)</w:t>
      </w:r>
      <w:r>
        <w:rPr>
          <w:sz w:val="20"/>
        </w:rPr>
        <w:t>Il rapporto contrattuale è disciplinato, oltre che dal presente contratto e, per quanto compatibili dalle norme del Codice Civile, da:</w:t>
      </w:r>
    </w:p>
    <w:p w14:paraId="490A181D" w14:textId="77777777" w:rsidR="009E1406" w:rsidRPr="009E1406" w:rsidRDefault="009E1406" w:rsidP="00E36027">
      <w:pPr>
        <w:pStyle w:val="Paragrafoelenco"/>
        <w:numPr>
          <w:ilvl w:val="0"/>
          <w:numId w:val="20"/>
        </w:numPr>
        <w:ind w:left="284" w:hanging="284"/>
        <w:rPr>
          <w:sz w:val="20"/>
        </w:rPr>
      </w:pPr>
      <w:r w:rsidRPr="009E1406">
        <w:rPr>
          <w:sz w:val="20"/>
        </w:rPr>
        <w:t xml:space="preserve">Dal </w:t>
      </w:r>
      <w:proofErr w:type="spellStart"/>
      <w:r w:rsidRPr="009E1406">
        <w:rPr>
          <w:sz w:val="20"/>
        </w:rPr>
        <w:t>D.Lgs.</w:t>
      </w:r>
      <w:proofErr w:type="spellEnd"/>
      <w:r w:rsidRPr="009E1406">
        <w:rPr>
          <w:sz w:val="20"/>
        </w:rPr>
        <w:t xml:space="preserve"> 50/2016 e </w:t>
      </w:r>
      <w:proofErr w:type="spellStart"/>
      <w:r w:rsidRPr="009E1406">
        <w:rPr>
          <w:sz w:val="20"/>
        </w:rPr>
        <w:t>s.m.i.</w:t>
      </w:r>
      <w:proofErr w:type="spellEnd"/>
      <w:r w:rsidRPr="009E1406">
        <w:rPr>
          <w:sz w:val="20"/>
        </w:rPr>
        <w:t>;</w:t>
      </w:r>
    </w:p>
    <w:p w14:paraId="234BF218" w14:textId="77777777" w:rsidR="009E1406" w:rsidRDefault="009E1406" w:rsidP="00E36027">
      <w:pPr>
        <w:pStyle w:val="Paragrafoelenco"/>
        <w:numPr>
          <w:ilvl w:val="0"/>
          <w:numId w:val="20"/>
        </w:numPr>
        <w:ind w:left="284" w:hanging="284"/>
        <w:rPr>
          <w:sz w:val="20"/>
        </w:rPr>
      </w:pPr>
      <w:r w:rsidRPr="009E1406">
        <w:rPr>
          <w:sz w:val="20"/>
        </w:rPr>
        <w:t xml:space="preserve">Dalla Legge 136/2010 e </w:t>
      </w:r>
      <w:proofErr w:type="spellStart"/>
      <w:r w:rsidRPr="009E1406">
        <w:rPr>
          <w:sz w:val="20"/>
        </w:rPr>
        <w:t>s.m.i.</w:t>
      </w:r>
      <w:proofErr w:type="spellEnd"/>
      <w:r w:rsidRPr="009E1406">
        <w:rPr>
          <w:sz w:val="20"/>
        </w:rPr>
        <w:t>;</w:t>
      </w:r>
    </w:p>
    <w:p w14:paraId="3393493A" w14:textId="77777777" w:rsidR="00E95153" w:rsidRDefault="00E95153" w:rsidP="00E95153">
      <w:pPr>
        <w:pStyle w:val="Paragrafoelenco"/>
        <w:numPr>
          <w:ilvl w:val="0"/>
          <w:numId w:val="20"/>
        </w:numPr>
        <w:ind w:left="284" w:hanging="284"/>
        <w:rPr>
          <w:sz w:val="20"/>
        </w:rPr>
      </w:pPr>
      <w:r w:rsidRPr="00E95153">
        <w:rPr>
          <w:sz w:val="20"/>
        </w:rPr>
        <w:t xml:space="preserve">Dalla Legge 120/2020 e </w:t>
      </w:r>
      <w:proofErr w:type="spellStart"/>
      <w:r w:rsidRPr="00E95153">
        <w:rPr>
          <w:sz w:val="20"/>
        </w:rPr>
        <w:t>s.m.i.</w:t>
      </w:r>
      <w:proofErr w:type="spellEnd"/>
      <w:r w:rsidRPr="00E95153">
        <w:rPr>
          <w:sz w:val="20"/>
        </w:rPr>
        <w:t>;</w:t>
      </w:r>
    </w:p>
    <w:p w14:paraId="346D0CFD" w14:textId="77777777" w:rsidR="00342323" w:rsidRPr="00077D95" w:rsidRDefault="00342323" w:rsidP="00E95153">
      <w:pPr>
        <w:pStyle w:val="Paragrafoelenco"/>
        <w:numPr>
          <w:ilvl w:val="0"/>
          <w:numId w:val="20"/>
        </w:numPr>
        <w:ind w:left="284" w:hanging="284"/>
        <w:rPr>
          <w:sz w:val="20"/>
        </w:rPr>
      </w:pPr>
      <w:r w:rsidRPr="00077D95">
        <w:rPr>
          <w:sz w:val="20"/>
        </w:rPr>
        <w:t xml:space="preserve">Dalla Legge 108/2021 e </w:t>
      </w:r>
      <w:proofErr w:type="spellStart"/>
      <w:r w:rsidRPr="00077D95">
        <w:rPr>
          <w:sz w:val="20"/>
        </w:rPr>
        <w:t>s.m.i.</w:t>
      </w:r>
      <w:proofErr w:type="spellEnd"/>
      <w:r w:rsidRPr="00077D95">
        <w:rPr>
          <w:sz w:val="20"/>
        </w:rPr>
        <w:t>;</w:t>
      </w:r>
    </w:p>
    <w:p w14:paraId="5698145C" w14:textId="77777777" w:rsidR="009E1406" w:rsidRPr="009E1406" w:rsidRDefault="009E1406" w:rsidP="00E36027">
      <w:pPr>
        <w:pStyle w:val="Paragrafoelenco"/>
        <w:numPr>
          <w:ilvl w:val="0"/>
          <w:numId w:val="20"/>
        </w:numPr>
        <w:ind w:left="284" w:hanging="284"/>
        <w:rPr>
          <w:sz w:val="20"/>
        </w:rPr>
      </w:pPr>
      <w:r w:rsidRPr="009E1406">
        <w:rPr>
          <w:sz w:val="20"/>
        </w:rPr>
        <w:t xml:space="preserve">Dal </w:t>
      </w:r>
      <w:proofErr w:type="spellStart"/>
      <w:r w:rsidRPr="009E1406">
        <w:rPr>
          <w:sz w:val="20"/>
        </w:rPr>
        <w:t>D.Lgs.</w:t>
      </w:r>
      <w:proofErr w:type="spellEnd"/>
      <w:r w:rsidRPr="009E1406">
        <w:rPr>
          <w:sz w:val="20"/>
        </w:rPr>
        <w:t xml:space="preserve"> 81/2008 e </w:t>
      </w:r>
      <w:proofErr w:type="spellStart"/>
      <w:r w:rsidRPr="009E1406">
        <w:rPr>
          <w:sz w:val="20"/>
        </w:rPr>
        <w:t>s.m.i.</w:t>
      </w:r>
      <w:proofErr w:type="spellEnd"/>
      <w:r w:rsidRPr="009E1406">
        <w:rPr>
          <w:sz w:val="20"/>
        </w:rPr>
        <w:t xml:space="preserve"> per la parte relativa al DUVRI;</w:t>
      </w:r>
    </w:p>
    <w:p w14:paraId="2351EE15" w14:textId="77777777" w:rsidR="009E1406" w:rsidRDefault="009E1406" w:rsidP="00E36027">
      <w:pPr>
        <w:pStyle w:val="Paragrafoelenco"/>
        <w:numPr>
          <w:ilvl w:val="0"/>
          <w:numId w:val="20"/>
        </w:numPr>
        <w:ind w:left="284" w:hanging="284"/>
        <w:rPr>
          <w:sz w:val="20"/>
        </w:rPr>
      </w:pPr>
      <w:r w:rsidRPr="009E1406">
        <w:rPr>
          <w:sz w:val="20"/>
        </w:rPr>
        <w:t xml:space="preserve">Dal Regolamento UE n. 679/2016 (GDPR) e dal D.lgs. n. 196/2003 e </w:t>
      </w:r>
      <w:proofErr w:type="spellStart"/>
      <w:r w:rsidRPr="009E1406">
        <w:rPr>
          <w:sz w:val="20"/>
        </w:rPr>
        <w:t>s.m.i.</w:t>
      </w:r>
      <w:proofErr w:type="spellEnd"/>
      <w:r w:rsidRPr="009E1406">
        <w:rPr>
          <w:sz w:val="20"/>
        </w:rPr>
        <w:t>;</w:t>
      </w:r>
    </w:p>
    <w:p w14:paraId="19275B3F" w14:textId="77777777" w:rsidR="009E1406" w:rsidRDefault="009E1406" w:rsidP="00E36027">
      <w:pPr>
        <w:pStyle w:val="Paragrafoelenco"/>
        <w:numPr>
          <w:ilvl w:val="0"/>
          <w:numId w:val="20"/>
        </w:numPr>
        <w:ind w:left="284" w:hanging="284"/>
        <w:rPr>
          <w:sz w:val="20"/>
        </w:rPr>
      </w:pPr>
      <w:r>
        <w:rPr>
          <w:sz w:val="20"/>
        </w:rPr>
        <w:t>Dal Regolamento di Amministrazione, Contabilità e Finanza del Consiglio Nazionale delle Ricerche</w:t>
      </w:r>
      <w:r w:rsidR="00E36027">
        <w:rPr>
          <w:sz w:val="20"/>
        </w:rPr>
        <w:t>, pubblicato sul S.O.</w:t>
      </w:r>
      <w:r w:rsidR="00E36027" w:rsidRPr="00E36027">
        <w:rPr>
          <w:sz w:val="20"/>
        </w:rPr>
        <w:t xml:space="preserve"> n. 101 </w:t>
      </w:r>
      <w:r w:rsidR="00E36027">
        <w:rPr>
          <w:sz w:val="20"/>
        </w:rPr>
        <w:t>GURI</w:t>
      </w:r>
      <w:r w:rsidR="00E36027" w:rsidRPr="00E36027">
        <w:rPr>
          <w:sz w:val="20"/>
        </w:rPr>
        <w:t xml:space="preserve"> n. 124 del 30 maggio 2005</w:t>
      </w:r>
      <w:r w:rsidR="00E36027">
        <w:rPr>
          <w:sz w:val="20"/>
        </w:rPr>
        <w:t>;</w:t>
      </w:r>
    </w:p>
    <w:p w14:paraId="15E43B88" w14:textId="77777777" w:rsidR="00E36027" w:rsidRDefault="00E36027" w:rsidP="00E36027">
      <w:pPr>
        <w:pStyle w:val="Paragrafoelenco"/>
        <w:numPr>
          <w:ilvl w:val="0"/>
          <w:numId w:val="20"/>
        </w:numPr>
        <w:ind w:left="284" w:hanging="284"/>
        <w:rPr>
          <w:sz w:val="20"/>
        </w:rPr>
      </w:pPr>
      <w:r>
        <w:rPr>
          <w:sz w:val="20"/>
        </w:rPr>
        <w:t xml:space="preserve">Dal </w:t>
      </w:r>
      <w:r w:rsidRPr="00E36027">
        <w:rPr>
          <w:sz w:val="20"/>
        </w:rPr>
        <w:t>patto di integrità di cui all'art. 1, comma 17, L</w:t>
      </w:r>
      <w:r>
        <w:rPr>
          <w:sz w:val="20"/>
        </w:rPr>
        <w:t>egge</w:t>
      </w:r>
      <w:r w:rsidRPr="00E36027">
        <w:rPr>
          <w:sz w:val="20"/>
        </w:rPr>
        <w:t xml:space="preserve"> </w:t>
      </w:r>
      <w:r>
        <w:rPr>
          <w:sz w:val="20"/>
        </w:rPr>
        <w:t>190/2012.</w:t>
      </w:r>
    </w:p>
    <w:p w14:paraId="6FCC9A5C" w14:textId="77777777" w:rsidR="00AE6164" w:rsidRPr="00AE6164" w:rsidRDefault="00AE6164" w:rsidP="00AE6164">
      <w:pPr>
        <w:pStyle w:val="Paragrafoelenco"/>
        <w:numPr>
          <w:ilvl w:val="0"/>
          <w:numId w:val="20"/>
        </w:numPr>
        <w:ind w:left="284" w:hanging="284"/>
        <w:rPr>
          <w:sz w:val="20"/>
        </w:rPr>
      </w:pPr>
      <w:r>
        <w:rPr>
          <w:sz w:val="20"/>
        </w:rPr>
        <w:t>Dal</w:t>
      </w:r>
      <w:r w:rsidRPr="00AE6164">
        <w:rPr>
          <w:sz w:val="20"/>
        </w:rPr>
        <w:t xml:space="preserve"> Regolamento (UE) 18 giugno 2020, n. 2020/852, in particolare l’art. 17 che definisce gli obiettivi ambientali, tra cui il principio di non arrecare un danno significativo (DNSH “Do no </w:t>
      </w:r>
      <w:proofErr w:type="spellStart"/>
      <w:r w:rsidRPr="00AE6164">
        <w:rPr>
          <w:sz w:val="20"/>
        </w:rPr>
        <w:t>significant</w:t>
      </w:r>
      <w:proofErr w:type="spellEnd"/>
      <w:r w:rsidRPr="00AE6164">
        <w:rPr>
          <w:sz w:val="20"/>
        </w:rPr>
        <w:t xml:space="preserve"> </w:t>
      </w:r>
      <w:proofErr w:type="spellStart"/>
      <w:r w:rsidRPr="00AE6164">
        <w:rPr>
          <w:sz w:val="20"/>
        </w:rPr>
        <w:t>harm</w:t>
      </w:r>
      <w:proofErr w:type="spellEnd"/>
      <w:r w:rsidRPr="00AE6164">
        <w:rPr>
          <w:sz w:val="20"/>
        </w:rPr>
        <w:t xml:space="preserve">”) nonché </w:t>
      </w:r>
      <w:r w:rsidR="00A07899">
        <w:rPr>
          <w:sz w:val="20"/>
        </w:rPr>
        <w:t>dal</w:t>
      </w:r>
      <w:r w:rsidRPr="00AE6164">
        <w:rPr>
          <w:sz w:val="20"/>
        </w:rPr>
        <w:t xml:space="preserve">la Comunicazione </w:t>
      </w:r>
      <w:r w:rsidRPr="00AE6164">
        <w:rPr>
          <w:sz w:val="20"/>
        </w:rPr>
        <w:lastRenderedPageBreak/>
        <w:t>della Commissione UE 2021/C 58/01 recante “Orientamenti tecnici sull’applicazione del principio DNSH a norma del regolamento sul dispositivo per la ripresa e la resilienza”;</w:t>
      </w:r>
    </w:p>
    <w:p w14:paraId="174A9FFA" w14:textId="77777777" w:rsidR="00AE6164" w:rsidRPr="009E1406" w:rsidRDefault="00AE6164" w:rsidP="00AE6164">
      <w:pPr>
        <w:pStyle w:val="Paragrafoelenco"/>
        <w:numPr>
          <w:ilvl w:val="0"/>
          <w:numId w:val="20"/>
        </w:numPr>
        <w:ind w:left="284" w:hanging="284"/>
        <w:rPr>
          <w:sz w:val="20"/>
        </w:rPr>
      </w:pPr>
      <w:r>
        <w:rPr>
          <w:sz w:val="20"/>
        </w:rPr>
        <w:t>D</w:t>
      </w:r>
      <w:r w:rsidRPr="00AE6164">
        <w:rPr>
          <w:sz w:val="20"/>
        </w:rPr>
        <w:t xml:space="preserve">al Regolamento (UE) 12 febbraio 2021, n. 2021/241, </w:t>
      </w:r>
      <w:r>
        <w:rPr>
          <w:sz w:val="20"/>
        </w:rPr>
        <w:t>in relazione al</w:t>
      </w:r>
      <w:r w:rsidRPr="00AE6164">
        <w:rPr>
          <w:sz w:val="20"/>
        </w:rPr>
        <w:t xml:space="preserve"> principio del contributo all’obiettivo climatico e digitale (c.d. tagging),</w:t>
      </w:r>
      <w:r>
        <w:rPr>
          <w:sz w:val="20"/>
        </w:rPr>
        <w:t xml:space="preserve"> al</w:t>
      </w:r>
      <w:r w:rsidRPr="00AE6164">
        <w:rPr>
          <w:sz w:val="20"/>
        </w:rPr>
        <w:t xml:space="preserve"> principio di parità di genere e </w:t>
      </w:r>
      <w:r>
        <w:rPr>
          <w:sz w:val="20"/>
        </w:rPr>
        <w:t>al</w:t>
      </w:r>
      <w:r w:rsidRPr="00AE6164">
        <w:rPr>
          <w:sz w:val="20"/>
        </w:rPr>
        <w:t>l’obbligo di protezione e valorizzazione dei giovani</w:t>
      </w:r>
      <w:r>
        <w:rPr>
          <w:sz w:val="20"/>
        </w:rPr>
        <w:t>.</w:t>
      </w:r>
    </w:p>
    <w:p w14:paraId="24E80AAB" w14:textId="77777777" w:rsidR="00F06910" w:rsidRPr="00A07899" w:rsidRDefault="00F06910" w:rsidP="00117363">
      <w:pPr>
        <w:pStyle w:val="Titolo1"/>
        <w:rPr>
          <w:b/>
          <w:bCs/>
        </w:rPr>
      </w:pPr>
      <w:r w:rsidRPr="00A07899">
        <w:rPr>
          <w:b/>
          <w:bCs/>
        </w:rPr>
        <w:t xml:space="preserve">ART. </w:t>
      </w:r>
      <w:r w:rsidR="00ED2FD8" w:rsidRPr="00A07899">
        <w:rPr>
          <w:b/>
          <w:bCs/>
        </w:rPr>
        <w:t>5</w:t>
      </w:r>
      <w:r w:rsidRPr="00A07899">
        <w:rPr>
          <w:b/>
          <w:bCs/>
        </w:rPr>
        <w:t xml:space="preserve"> – TERMINI DI ESECUZIONE</w:t>
      </w:r>
    </w:p>
    <w:p w14:paraId="74EE1B95" w14:textId="6F3818BF" w:rsidR="005C4484" w:rsidRDefault="00BB12B3" w:rsidP="00BB12B3">
      <w:pPr>
        <w:ind w:left="-11"/>
        <w:rPr>
          <w:sz w:val="20"/>
        </w:rPr>
      </w:pPr>
      <w:r>
        <w:rPr>
          <w:sz w:val="20"/>
        </w:rPr>
        <w:t>1)</w:t>
      </w:r>
      <w:r w:rsidR="00F06910" w:rsidRPr="00BB12B3">
        <w:rPr>
          <w:sz w:val="20"/>
        </w:rPr>
        <w:t xml:space="preserve">La fornitura dovrà essere consegnata </w:t>
      </w:r>
      <w:r w:rsidR="00E95153" w:rsidRPr="00E95153">
        <w:rPr>
          <w:sz w:val="20"/>
        </w:rPr>
        <w:t>e installata</w:t>
      </w:r>
      <w:r w:rsidR="005C4484">
        <w:rPr>
          <w:sz w:val="20"/>
        </w:rPr>
        <w:t xml:space="preserve"> </w:t>
      </w:r>
      <w:r w:rsidR="00F06910" w:rsidRPr="00BB12B3">
        <w:rPr>
          <w:sz w:val="20"/>
        </w:rPr>
        <w:t xml:space="preserve">entro </w:t>
      </w:r>
      <w:r w:rsidR="00E90F37">
        <w:rPr>
          <w:bCs/>
          <w:sz w:val="20"/>
        </w:rPr>
        <w:t>180</w:t>
      </w:r>
      <w:r w:rsidR="00F06910" w:rsidRPr="0082242D">
        <w:rPr>
          <w:sz w:val="20"/>
        </w:rPr>
        <w:t xml:space="preserve"> giorni </w:t>
      </w:r>
      <w:r w:rsidR="006B7FA9" w:rsidRPr="0082242D">
        <w:rPr>
          <w:sz w:val="20"/>
        </w:rPr>
        <w:t>naturali e consecutivi</w:t>
      </w:r>
      <w:r w:rsidR="00F06910" w:rsidRPr="0082242D">
        <w:rPr>
          <w:sz w:val="20"/>
        </w:rPr>
        <w:t xml:space="preserve"> decorrenti dal</w:t>
      </w:r>
      <w:r w:rsidR="000C5407" w:rsidRPr="0082242D">
        <w:rPr>
          <w:sz w:val="20"/>
        </w:rPr>
        <w:t>la</w:t>
      </w:r>
      <w:r w:rsidR="00077D95">
        <w:rPr>
          <w:sz w:val="20"/>
        </w:rPr>
        <w:t xml:space="preserve"> d</w:t>
      </w:r>
      <w:r w:rsidR="00D13FFE">
        <w:rPr>
          <w:sz w:val="20"/>
        </w:rPr>
        <w:t>ata di</w:t>
      </w:r>
      <w:r w:rsidR="000C5407" w:rsidRPr="0082242D">
        <w:rPr>
          <w:sz w:val="20"/>
        </w:rPr>
        <w:t xml:space="preserve"> </w:t>
      </w:r>
      <w:r w:rsidR="008B3ED2" w:rsidRPr="0082242D">
        <w:rPr>
          <w:sz w:val="20"/>
        </w:rPr>
        <w:t>sottoscrizione</w:t>
      </w:r>
      <w:r w:rsidR="00F06910" w:rsidRPr="0082242D">
        <w:rPr>
          <w:sz w:val="20"/>
        </w:rPr>
        <w:t xml:space="preserve"> del </w:t>
      </w:r>
      <w:r w:rsidR="006B7FA9" w:rsidRPr="0082242D">
        <w:rPr>
          <w:sz w:val="20"/>
        </w:rPr>
        <w:t xml:space="preserve">presente </w:t>
      </w:r>
      <w:r w:rsidR="000C5407" w:rsidRPr="0082242D">
        <w:rPr>
          <w:sz w:val="20"/>
        </w:rPr>
        <w:t>contratto</w:t>
      </w:r>
      <w:r w:rsidR="00077D95">
        <w:rPr>
          <w:sz w:val="20"/>
        </w:rPr>
        <w:t xml:space="preserve">, presso </w:t>
      </w:r>
      <w:r w:rsidR="00E90F37">
        <w:rPr>
          <w:sz w:val="20"/>
        </w:rPr>
        <w:t>l</w:t>
      </w:r>
      <w:r w:rsidR="006E2111">
        <w:rPr>
          <w:sz w:val="20"/>
        </w:rPr>
        <w:t>’</w:t>
      </w:r>
      <w:r w:rsidR="00E90F37">
        <w:rPr>
          <w:sz w:val="20"/>
        </w:rPr>
        <w:t xml:space="preserve">Istituto di </w:t>
      </w:r>
      <w:proofErr w:type="spellStart"/>
      <w:r w:rsidR="00E90F37">
        <w:rPr>
          <w:sz w:val="20"/>
        </w:rPr>
        <w:t>Geoscienze</w:t>
      </w:r>
      <w:proofErr w:type="spellEnd"/>
      <w:r w:rsidR="00E90F37">
        <w:rPr>
          <w:sz w:val="20"/>
        </w:rPr>
        <w:t xml:space="preserve"> e </w:t>
      </w:r>
      <w:proofErr w:type="spellStart"/>
      <w:r w:rsidR="00E90F37">
        <w:rPr>
          <w:sz w:val="20"/>
        </w:rPr>
        <w:t>Georisorse</w:t>
      </w:r>
      <w:proofErr w:type="spellEnd"/>
      <w:r w:rsidR="00E90F37">
        <w:rPr>
          <w:sz w:val="20"/>
        </w:rPr>
        <w:t xml:space="preserve"> del </w:t>
      </w:r>
      <w:proofErr w:type="spellStart"/>
      <w:r w:rsidR="00E90F37">
        <w:rPr>
          <w:sz w:val="20"/>
        </w:rPr>
        <w:t>Cnr</w:t>
      </w:r>
      <w:proofErr w:type="spellEnd"/>
      <w:r w:rsidR="00E90F37">
        <w:rPr>
          <w:sz w:val="20"/>
        </w:rPr>
        <w:t>, Via G. Moruzzi1, 56124 Pisa</w:t>
      </w:r>
    </w:p>
    <w:p w14:paraId="6DA51EAF" w14:textId="7A951620" w:rsidR="00233975" w:rsidRPr="005C4484" w:rsidRDefault="005C4484" w:rsidP="00BB12B3">
      <w:pPr>
        <w:ind w:left="-11"/>
        <w:rPr>
          <w:sz w:val="20"/>
        </w:rPr>
      </w:pPr>
      <w:r w:rsidRPr="00A07899">
        <w:rPr>
          <w:sz w:val="20"/>
        </w:rPr>
        <w:t>2)</w:t>
      </w:r>
      <w:r w:rsidR="00233975" w:rsidRPr="00A07899">
        <w:rPr>
          <w:sz w:val="20"/>
        </w:rPr>
        <w:t xml:space="preserve">Gli ulteriori servizi dovranno essere eseguiti </w:t>
      </w:r>
      <w:r w:rsidR="00283167">
        <w:rPr>
          <w:sz w:val="20"/>
        </w:rPr>
        <w:t>secondo le indicazioni del capitolato tecnico e del disciplinare di gara</w:t>
      </w:r>
    </w:p>
    <w:p w14:paraId="72970DA4" w14:textId="77777777" w:rsidR="006662E8" w:rsidRPr="00A07899" w:rsidRDefault="00117363" w:rsidP="00117363">
      <w:pPr>
        <w:pStyle w:val="Titolo1"/>
        <w:rPr>
          <w:b/>
          <w:bCs/>
        </w:rPr>
      </w:pPr>
      <w:bookmarkStart w:id="0" w:name="_Ref31359374"/>
      <w:r w:rsidRPr="00A07899">
        <w:rPr>
          <w:b/>
          <w:bCs/>
        </w:rPr>
        <w:t>ART</w:t>
      </w:r>
      <w:r w:rsidR="00734892" w:rsidRPr="00A07899">
        <w:rPr>
          <w:b/>
          <w:bCs/>
        </w:rPr>
        <w:t xml:space="preserve">. </w:t>
      </w:r>
      <w:r w:rsidR="00ED2FD8" w:rsidRPr="00A07899">
        <w:rPr>
          <w:b/>
          <w:bCs/>
        </w:rPr>
        <w:t>6</w:t>
      </w:r>
      <w:r w:rsidR="00734892" w:rsidRPr="00A07899">
        <w:rPr>
          <w:b/>
          <w:bCs/>
        </w:rPr>
        <w:t xml:space="preserve"> - </w:t>
      </w:r>
      <w:r w:rsidR="006662E8" w:rsidRPr="00A07899">
        <w:rPr>
          <w:b/>
          <w:bCs/>
        </w:rPr>
        <w:t>ONERI ED OBBLIGHI</w:t>
      </w:r>
      <w:r w:rsidR="00FB7E44" w:rsidRPr="00A07899">
        <w:rPr>
          <w:b/>
          <w:bCs/>
        </w:rPr>
        <w:t xml:space="preserve"> DEL CONTRAENTE</w:t>
      </w:r>
      <w:bookmarkEnd w:id="0"/>
    </w:p>
    <w:p w14:paraId="27F34657" w14:textId="77777777" w:rsidR="005D1727" w:rsidRDefault="00244E34" w:rsidP="00734892">
      <w:pPr>
        <w:rPr>
          <w:sz w:val="20"/>
        </w:rPr>
      </w:pPr>
      <w:r>
        <w:rPr>
          <w:sz w:val="20"/>
        </w:rPr>
        <w:t>1)</w:t>
      </w:r>
      <w:r w:rsidRPr="00244E34">
        <w:rPr>
          <w:sz w:val="20"/>
        </w:rPr>
        <w:t xml:space="preserve">Sono a carico </w:t>
      </w:r>
      <w:r>
        <w:rPr>
          <w:sz w:val="20"/>
        </w:rPr>
        <w:t>del Contraente</w:t>
      </w:r>
      <w:r w:rsidRPr="00244E34">
        <w:rPr>
          <w:sz w:val="20"/>
        </w:rPr>
        <w:t xml:space="preserve">, intendendosi remunerati con </w:t>
      </w:r>
      <w:r>
        <w:rPr>
          <w:sz w:val="20"/>
        </w:rPr>
        <w:t xml:space="preserve">l’importo </w:t>
      </w:r>
      <w:r w:rsidRPr="00244E34">
        <w:rPr>
          <w:sz w:val="20"/>
        </w:rPr>
        <w:t>contrattuale, tutti gli oneri e rischi relativi alle attività e agli adempimenti occorrenti all'integrale espletamento dell'oggetto contrattuale, secondo le modalità e le specifiche concordate.</w:t>
      </w:r>
    </w:p>
    <w:p w14:paraId="3ADE3187" w14:textId="77777777" w:rsidR="00244E34" w:rsidRDefault="005D1727" w:rsidP="00734892">
      <w:pPr>
        <w:rPr>
          <w:sz w:val="20"/>
        </w:rPr>
      </w:pPr>
      <w:r>
        <w:rPr>
          <w:sz w:val="20"/>
        </w:rPr>
        <w:t>2)</w:t>
      </w:r>
      <w:r w:rsidR="00244E34" w:rsidRPr="00244E34">
        <w:rPr>
          <w:sz w:val="20"/>
        </w:rPr>
        <w:t xml:space="preserve">Sono altresì a carico </w:t>
      </w:r>
      <w:r w:rsidR="00CE40C2">
        <w:rPr>
          <w:sz w:val="20"/>
        </w:rPr>
        <w:t>del Contraente</w:t>
      </w:r>
      <w:r w:rsidR="00244E34" w:rsidRPr="00244E34">
        <w:rPr>
          <w:sz w:val="20"/>
        </w:rPr>
        <w:t xml:space="preserve"> tutti gli oneri, le spese, le tasse ed i diritti di qualsiasi natura</w:t>
      </w:r>
      <w:r w:rsidR="00CE40C2">
        <w:rPr>
          <w:sz w:val="20"/>
        </w:rPr>
        <w:t>,</w:t>
      </w:r>
      <w:r w:rsidR="00244E34" w:rsidRPr="00244E34">
        <w:rPr>
          <w:sz w:val="20"/>
        </w:rPr>
        <w:t xml:space="preserve"> comprese le spese del contratto, </w:t>
      </w:r>
      <w:r w:rsidR="00CE40C2">
        <w:rPr>
          <w:sz w:val="20"/>
        </w:rPr>
        <w:t xml:space="preserve">le </w:t>
      </w:r>
      <w:r w:rsidR="00244E34" w:rsidRPr="00244E34">
        <w:rPr>
          <w:sz w:val="20"/>
        </w:rPr>
        <w:t>spese di trasporto, di viaggio e di missione per il personale addetto all’installazione</w:t>
      </w:r>
      <w:r w:rsidR="00CE40C2">
        <w:rPr>
          <w:sz w:val="20"/>
        </w:rPr>
        <w:t>,</w:t>
      </w:r>
      <w:r w:rsidR="00244E34" w:rsidRPr="00244E34">
        <w:rPr>
          <w:sz w:val="20"/>
        </w:rPr>
        <w:t xml:space="preserve"> senza diritto di rivalsa</w:t>
      </w:r>
      <w:r w:rsidR="00CE40C2">
        <w:rPr>
          <w:sz w:val="20"/>
        </w:rPr>
        <w:t>,</w:t>
      </w:r>
      <w:r w:rsidR="00244E34" w:rsidRPr="00244E34">
        <w:rPr>
          <w:sz w:val="20"/>
        </w:rPr>
        <w:t xml:space="preserve"> nonché tutti gli obblighi ed oneri derivanti dal </w:t>
      </w:r>
      <w:r w:rsidR="00244E34" w:rsidRPr="00244E34">
        <w:rPr>
          <w:sz w:val="20"/>
        </w:rPr>
        <w:lastRenderedPageBreak/>
        <w:t xml:space="preserve">rispetto </w:t>
      </w:r>
      <w:r w:rsidR="00CE40C2">
        <w:rPr>
          <w:sz w:val="20"/>
        </w:rPr>
        <w:t>della normativa vigente</w:t>
      </w:r>
      <w:r w:rsidR="00244E34" w:rsidRPr="00244E34">
        <w:rPr>
          <w:sz w:val="20"/>
        </w:rPr>
        <w:t xml:space="preserve"> </w:t>
      </w:r>
      <w:r w:rsidR="00CE40C2">
        <w:rPr>
          <w:sz w:val="20"/>
        </w:rPr>
        <w:t>in materia di assicurazione</w:t>
      </w:r>
      <w:r w:rsidR="00244E34" w:rsidRPr="00244E34">
        <w:rPr>
          <w:sz w:val="20"/>
        </w:rPr>
        <w:t xml:space="preserve"> contro gli infortuni sul lavoro, </w:t>
      </w:r>
      <w:r w:rsidR="00CE40C2">
        <w:rPr>
          <w:sz w:val="20"/>
        </w:rPr>
        <w:t>del</w:t>
      </w:r>
      <w:r w:rsidR="00244E34" w:rsidRPr="00244E34">
        <w:rPr>
          <w:sz w:val="20"/>
        </w:rPr>
        <w:t xml:space="preserve">le disposizioni </w:t>
      </w:r>
      <w:r w:rsidR="00CE40C2">
        <w:rPr>
          <w:sz w:val="20"/>
        </w:rPr>
        <w:t>del</w:t>
      </w:r>
      <w:r w:rsidR="00244E34" w:rsidRPr="00244E34">
        <w:rPr>
          <w:sz w:val="20"/>
        </w:rPr>
        <w:t xml:space="preserve"> </w:t>
      </w:r>
      <w:proofErr w:type="spellStart"/>
      <w:r w:rsidR="00CE40C2">
        <w:rPr>
          <w:sz w:val="20"/>
        </w:rPr>
        <w:t>D</w:t>
      </w:r>
      <w:r w:rsidR="00244E34" w:rsidRPr="00244E34">
        <w:rPr>
          <w:sz w:val="20"/>
        </w:rPr>
        <w:t>.</w:t>
      </w:r>
      <w:r w:rsidR="00CE40C2">
        <w:rPr>
          <w:sz w:val="20"/>
        </w:rPr>
        <w:t>L</w:t>
      </w:r>
      <w:r w:rsidR="00244E34" w:rsidRPr="00244E34">
        <w:rPr>
          <w:sz w:val="20"/>
        </w:rPr>
        <w:t>gs.</w:t>
      </w:r>
      <w:proofErr w:type="spellEnd"/>
      <w:r w:rsidR="00244E34" w:rsidRPr="00244E34">
        <w:rPr>
          <w:sz w:val="20"/>
        </w:rPr>
        <w:t xml:space="preserve"> n. 81/2008 </w:t>
      </w:r>
      <w:r w:rsidR="00CE40C2">
        <w:rPr>
          <w:sz w:val="20"/>
        </w:rPr>
        <w:t>e delle</w:t>
      </w:r>
      <w:r w:rsidR="00244E34" w:rsidRPr="00244E34">
        <w:rPr>
          <w:sz w:val="20"/>
        </w:rPr>
        <w:t xml:space="preserve"> altre disposizioni in vigore </w:t>
      </w:r>
      <w:r w:rsidR="00CE40C2">
        <w:rPr>
          <w:sz w:val="20"/>
        </w:rPr>
        <w:t xml:space="preserve">in materia </w:t>
      </w:r>
      <w:r w:rsidR="00244E34" w:rsidRPr="00244E34">
        <w:rPr>
          <w:sz w:val="20"/>
        </w:rPr>
        <w:t xml:space="preserve">o che potranno intervenire nel corso del </w:t>
      </w:r>
      <w:r w:rsidR="00CE40C2">
        <w:rPr>
          <w:sz w:val="20"/>
        </w:rPr>
        <w:t>contratto</w:t>
      </w:r>
      <w:r w:rsidR="00244E34" w:rsidRPr="00244E34">
        <w:rPr>
          <w:sz w:val="20"/>
        </w:rPr>
        <w:t xml:space="preserve">. A tal fine </w:t>
      </w:r>
      <w:r w:rsidR="00CE40C2">
        <w:rPr>
          <w:sz w:val="20"/>
        </w:rPr>
        <w:t xml:space="preserve">il Contraente </w:t>
      </w:r>
      <w:r w:rsidR="00244E34" w:rsidRPr="00244E34">
        <w:rPr>
          <w:sz w:val="20"/>
        </w:rPr>
        <w:t xml:space="preserve">si impegna ad utilizzare </w:t>
      </w:r>
      <w:r w:rsidR="00CE40C2">
        <w:rPr>
          <w:sz w:val="20"/>
        </w:rPr>
        <w:t>per l’esecuzione del presente contratto</w:t>
      </w:r>
      <w:r w:rsidR="00244E34" w:rsidRPr="00244E34">
        <w:rPr>
          <w:sz w:val="20"/>
        </w:rPr>
        <w:t xml:space="preserve">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791ECB2D" w14:textId="77777777" w:rsidR="00734892" w:rsidRDefault="005D1727" w:rsidP="005D1727">
      <w:pPr>
        <w:rPr>
          <w:sz w:val="20"/>
        </w:rPr>
      </w:pPr>
      <w:r>
        <w:rPr>
          <w:sz w:val="20"/>
        </w:rPr>
        <w:t xml:space="preserve">3)Il Contraente si obbliga a </w:t>
      </w:r>
      <w:r w:rsidR="0093408D" w:rsidRPr="00080B94">
        <w:rPr>
          <w:sz w:val="20"/>
        </w:rPr>
        <w:t>fornire assistenza</w:t>
      </w:r>
      <w:r w:rsidR="00734892" w:rsidRPr="00080B94">
        <w:rPr>
          <w:sz w:val="20"/>
        </w:rPr>
        <w:t xml:space="preserve"> alle procedure di verifica di conformità.</w:t>
      </w:r>
    </w:p>
    <w:p w14:paraId="2D6573F6" w14:textId="11C9C338" w:rsidR="00ED2FD8" w:rsidRDefault="000458C1" w:rsidP="005D1727">
      <w:pPr>
        <w:rPr>
          <w:sz w:val="20"/>
        </w:rPr>
      </w:pPr>
      <w:r>
        <w:rPr>
          <w:sz w:val="20"/>
        </w:rPr>
        <w:t>4</w:t>
      </w:r>
      <w:r w:rsidRPr="000458C1">
        <w:rPr>
          <w:sz w:val="20"/>
        </w:rPr>
        <w:t>)</w:t>
      </w:r>
      <w:r>
        <w:rPr>
          <w:sz w:val="20"/>
        </w:rPr>
        <w:t>I</w:t>
      </w:r>
      <w:r w:rsidRPr="000458C1">
        <w:rPr>
          <w:sz w:val="20"/>
        </w:rPr>
        <w:t>l Contraente</w:t>
      </w:r>
      <w:r>
        <w:rPr>
          <w:sz w:val="20"/>
        </w:rPr>
        <w:t xml:space="preserve"> si obbliga, per tutta la durata del periodo di garanzia offerto, </w:t>
      </w:r>
      <w:r w:rsidR="005C4484">
        <w:rPr>
          <w:sz w:val="20"/>
        </w:rPr>
        <w:t>a intervenire per</w:t>
      </w:r>
      <w:r>
        <w:rPr>
          <w:sz w:val="20"/>
        </w:rPr>
        <w:t xml:space="preserve"> </w:t>
      </w:r>
      <w:r w:rsidR="00BA18FF">
        <w:rPr>
          <w:sz w:val="20"/>
        </w:rPr>
        <w:t xml:space="preserve">ripristinare il corretto funzionamento </w:t>
      </w:r>
      <w:r w:rsidR="00BA18FF" w:rsidRPr="00283167">
        <w:rPr>
          <w:sz w:val="20"/>
        </w:rPr>
        <w:t xml:space="preserve">della fornitura </w:t>
      </w:r>
      <w:r w:rsidRPr="00283167">
        <w:rPr>
          <w:sz w:val="20"/>
        </w:rPr>
        <w:t xml:space="preserve">entro </w:t>
      </w:r>
      <w:r w:rsidR="00283167">
        <w:rPr>
          <w:bCs/>
          <w:sz w:val="20"/>
        </w:rPr>
        <w:t>10</w:t>
      </w:r>
      <w:r w:rsidR="005C4484" w:rsidRPr="000458C1">
        <w:rPr>
          <w:sz w:val="20"/>
        </w:rPr>
        <w:t xml:space="preserve"> </w:t>
      </w:r>
      <w:r w:rsidRPr="000458C1">
        <w:rPr>
          <w:sz w:val="20"/>
        </w:rPr>
        <w:t xml:space="preserve">giorni lavorativi dalla comunicazione dell’Ente con cui si notificano </w:t>
      </w:r>
      <w:r w:rsidR="00BA18FF">
        <w:rPr>
          <w:sz w:val="20"/>
        </w:rPr>
        <w:t>i malfunzionamenti riscontrati.</w:t>
      </w:r>
    </w:p>
    <w:p w14:paraId="281E6C86" w14:textId="77777777" w:rsidR="00ED2FD8" w:rsidRPr="003211FA" w:rsidRDefault="00ED2FD8" w:rsidP="00ED2FD8">
      <w:pPr>
        <w:rPr>
          <w:sz w:val="20"/>
        </w:rPr>
      </w:pPr>
      <w:r w:rsidRPr="003211FA">
        <w:rPr>
          <w:sz w:val="20"/>
        </w:rPr>
        <w:t>5)Tracciabilità dei flussi finanziari</w:t>
      </w:r>
    </w:p>
    <w:p w14:paraId="32362773" w14:textId="77777777" w:rsidR="00ED2FD8" w:rsidRPr="003211FA" w:rsidRDefault="00ED2FD8" w:rsidP="00ED2FD8">
      <w:pPr>
        <w:rPr>
          <w:sz w:val="20"/>
        </w:rPr>
      </w:pPr>
      <w:proofErr w:type="gramStart"/>
      <w:r w:rsidRPr="003211FA">
        <w:rPr>
          <w:sz w:val="20"/>
        </w:rPr>
        <w:t>5.1)Il</w:t>
      </w:r>
      <w:proofErr w:type="gramEnd"/>
      <w:r w:rsidRPr="003211FA">
        <w:rPr>
          <w:sz w:val="20"/>
        </w:rPr>
        <w:t xml:space="preserve"> Contraente assume tutti gli obblighi di tracciabilità dei flussi finanziari di cui all’art. 3 della legge 13 agosto 2010 n. 136 e successive modificazioni ed integrazioni.</w:t>
      </w:r>
    </w:p>
    <w:p w14:paraId="6294274A" w14:textId="77777777" w:rsidR="00ED2FD8" w:rsidRPr="003211FA" w:rsidRDefault="00ED2FD8" w:rsidP="00ED2FD8">
      <w:pPr>
        <w:rPr>
          <w:sz w:val="20"/>
        </w:rPr>
      </w:pPr>
      <w:proofErr w:type="gramStart"/>
      <w:r w:rsidRPr="003211FA">
        <w:rPr>
          <w:sz w:val="20"/>
        </w:rPr>
        <w:t>5.2)Il</w:t>
      </w:r>
      <w:proofErr w:type="gramEnd"/>
      <w:r w:rsidRPr="003211FA">
        <w:rPr>
          <w:sz w:val="20"/>
        </w:rPr>
        <w:t xml:space="preserve"> mancato utilizzo del bonifico bancario o postale ovvero degli altri strumenti di incasso o pagamento idonei a consentire la piena tracciabilità delle operazioni costituisce causa di </w:t>
      </w:r>
      <w:r w:rsidRPr="003211FA">
        <w:rPr>
          <w:sz w:val="20"/>
        </w:rPr>
        <w:lastRenderedPageBreak/>
        <w:t>risoluzione del contratto ai sensi dell’art. 3, comma 9-bis, della legge 13 agosto 2010 n.136.</w:t>
      </w:r>
    </w:p>
    <w:p w14:paraId="68B42AC8" w14:textId="77777777" w:rsidR="000458C1" w:rsidRDefault="00ED2FD8" w:rsidP="005D1727">
      <w:pPr>
        <w:rPr>
          <w:sz w:val="20"/>
        </w:rPr>
      </w:pPr>
      <w:proofErr w:type="gramStart"/>
      <w:r w:rsidRPr="003211FA">
        <w:rPr>
          <w:sz w:val="20"/>
        </w:rPr>
        <w:t>5.3)Il</w:t>
      </w:r>
      <w:proofErr w:type="gramEnd"/>
      <w:r w:rsidRPr="003211FA">
        <w:rPr>
          <w:sz w:val="20"/>
        </w:rPr>
        <w:t xml:space="preserve"> Contraente si impegna a dare immediata comunicazione all’Ente ed alla prefettura-ufficio territoriale del Governo della provincia di Roma della notizia dell’inadempimento della propria controparte (subappaltatore/subcontraente) agli</w:t>
      </w:r>
      <w:r>
        <w:rPr>
          <w:sz w:val="20"/>
        </w:rPr>
        <w:t xml:space="preserve"> </w:t>
      </w:r>
      <w:r w:rsidRPr="003211FA">
        <w:rPr>
          <w:sz w:val="20"/>
        </w:rPr>
        <w:t>obblighi di tracciabilità finanziaria.</w:t>
      </w:r>
      <w:r w:rsidR="00BA18FF">
        <w:rPr>
          <w:sz w:val="20"/>
        </w:rPr>
        <w:t xml:space="preserve"> </w:t>
      </w:r>
    </w:p>
    <w:p w14:paraId="62DA1FE2" w14:textId="77777777" w:rsidR="006662E8" w:rsidRPr="00A07899" w:rsidRDefault="00570DF5" w:rsidP="00117363">
      <w:pPr>
        <w:pStyle w:val="Titolo1"/>
        <w:rPr>
          <w:b/>
          <w:bCs/>
        </w:rPr>
      </w:pPr>
      <w:bookmarkStart w:id="1" w:name="_Ref31359434"/>
      <w:r w:rsidRPr="00A07899">
        <w:rPr>
          <w:b/>
          <w:bCs/>
        </w:rPr>
        <w:t xml:space="preserve">ART. </w:t>
      </w:r>
      <w:r w:rsidR="00ED2FD8" w:rsidRPr="00A07899">
        <w:rPr>
          <w:b/>
          <w:bCs/>
        </w:rPr>
        <w:t>7</w:t>
      </w:r>
      <w:r w:rsidRPr="00A07899">
        <w:rPr>
          <w:b/>
          <w:bCs/>
        </w:rPr>
        <w:t xml:space="preserve"> - </w:t>
      </w:r>
      <w:r w:rsidR="006662E8" w:rsidRPr="00A07899">
        <w:rPr>
          <w:b/>
          <w:bCs/>
        </w:rPr>
        <w:t>PENALI</w:t>
      </w:r>
      <w:bookmarkEnd w:id="1"/>
    </w:p>
    <w:p w14:paraId="65060A26" w14:textId="2B331ED5" w:rsidR="00570DF5" w:rsidRPr="00080B94" w:rsidRDefault="00080B94" w:rsidP="00570DF5">
      <w:pPr>
        <w:pStyle w:val="Paragrafoelenco"/>
        <w:ind w:left="0"/>
        <w:rPr>
          <w:sz w:val="20"/>
        </w:rPr>
      </w:pPr>
      <w:r>
        <w:rPr>
          <w:sz w:val="20"/>
        </w:rPr>
        <w:t>1)</w:t>
      </w:r>
      <w:r w:rsidR="00570DF5" w:rsidRPr="00080B94">
        <w:rPr>
          <w:sz w:val="20"/>
        </w:rPr>
        <w:t xml:space="preserve">Per ogni giorno </w:t>
      </w:r>
      <w:r w:rsidR="0093408D" w:rsidRPr="00080B94">
        <w:rPr>
          <w:sz w:val="20"/>
        </w:rPr>
        <w:t>naturale e consecutivo</w:t>
      </w:r>
      <w:r w:rsidR="00570DF5" w:rsidRPr="00080B94">
        <w:rPr>
          <w:sz w:val="20"/>
        </w:rPr>
        <w:t xml:space="preserve"> di ritardo </w:t>
      </w:r>
      <w:r w:rsidR="00233975">
        <w:rPr>
          <w:sz w:val="20"/>
        </w:rPr>
        <w:t xml:space="preserve">nell’esecuzione delle attività </w:t>
      </w:r>
      <w:r w:rsidR="00570DF5" w:rsidRPr="00080B94">
        <w:rPr>
          <w:sz w:val="20"/>
        </w:rPr>
        <w:t xml:space="preserve">oggetto del presente contratto si applica una penale di </w:t>
      </w:r>
      <w:r w:rsidR="005C4484" w:rsidRPr="00080B94">
        <w:rPr>
          <w:sz w:val="20"/>
        </w:rPr>
        <w:t xml:space="preserve">€ </w:t>
      </w:r>
      <w:r w:rsidR="005B1E63">
        <w:rPr>
          <w:bCs/>
          <w:sz w:val="20"/>
        </w:rPr>
        <w:t>________________ (_______</w:t>
      </w:r>
      <w:proofErr w:type="gramStart"/>
      <w:r w:rsidR="005B1E63">
        <w:rPr>
          <w:bCs/>
          <w:sz w:val="20"/>
        </w:rPr>
        <w:t>_)</w:t>
      </w:r>
      <w:r w:rsidR="00570DF5" w:rsidRPr="00080B94">
        <w:rPr>
          <w:sz w:val="20"/>
        </w:rPr>
        <w:t>corrispondente</w:t>
      </w:r>
      <w:proofErr w:type="gramEnd"/>
      <w:r w:rsidR="00570DF5" w:rsidRPr="00080B94">
        <w:rPr>
          <w:sz w:val="20"/>
        </w:rPr>
        <w:t xml:space="preserve"> all’1‰ (uno per mille) dell’importo contrattuale, al netto dell’IVA e dell’eventuale costo relativo alla sicurezza sui luoghi di lavoro derivante dai rischi di natura interferenziale. </w:t>
      </w:r>
    </w:p>
    <w:p w14:paraId="33C046F8" w14:textId="77777777" w:rsidR="00570DF5" w:rsidRDefault="00F84E88" w:rsidP="00570DF5">
      <w:pPr>
        <w:pStyle w:val="Paragrafoelenco"/>
        <w:ind w:left="0"/>
        <w:rPr>
          <w:sz w:val="20"/>
        </w:rPr>
      </w:pPr>
      <w:r>
        <w:rPr>
          <w:sz w:val="20"/>
        </w:rPr>
        <w:t>2</w:t>
      </w:r>
      <w:r w:rsidR="00080B94">
        <w:rPr>
          <w:sz w:val="20"/>
        </w:rPr>
        <w:t>)</w:t>
      </w:r>
      <w:r w:rsidR="007141C6">
        <w:rPr>
          <w:sz w:val="20"/>
        </w:rPr>
        <w:t>L’Ente</w:t>
      </w:r>
      <w:r w:rsidR="007141C6" w:rsidRPr="007141C6">
        <w:rPr>
          <w:sz w:val="20"/>
        </w:rPr>
        <w:t xml:space="preserve"> potrà applicare al </w:t>
      </w:r>
      <w:r w:rsidR="007141C6">
        <w:rPr>
          <w:sz w:val="20"/>
        </w:rPr>
        <w:t>Contraente</w:t>
      </w:r>
      <w:r w:rsidR="007141C6" w:rsidRPr="007141C6">
        <w:rPr>
          <w:sz w:val="20"/>
        </w:rPr>
        <w:t xml:space="preserve"> penali sino a concorrenza </w:t>
      </w:r>
      <w:r w:rsidR="007141C6">
        <w:rPr>
          <w:sz w:val="20"/>
        </w:rPr>
        <w:t>del</w:t>
      </w:r>
      <w:r w:rsidR="00342323">
        <w:rPr>
          <w:sz w:val="20"/>
        </w:rPr>
        <w:t xml:space="preserve"> </w:t>
      </w:r>
      <w:r w:rsidR="00342323" w:rsidRPr="00077D95">
        <w:rPr>
          <w:sz w:val="20"/>
        </w:rPr>
        <w:t>2</w:t>
      </w:r>
      <w:r w:rsidR="005C4484" w:rsidRPr="00077D95">
        <w:rPr>
          <w:sz w:val="20"/>
        </w:rPr>
        <w:t>0% (</w:t>
      </w:r>
      <w:r w:rsidR="00342323" w:rsidRPr="00077D95">
        <w:rPr>
          <w:sz w:val="20"/>
        </w:rPr>
        <w:t>venti</w:t>
      </w:r>
      <w:r w:rsidR="005C4484" w:rsidRPr="00077D95">
        <w:rPr>
          <w:sz w:val="20"/>
        </w:rPr>
        <w:t xml:space="preserve"> per cento) </w:t>
      </w:r>
      <w:r w:rsidR="005C4484">
        <w:rPr>
          <w:sz w:val="20"/>
        </w:rPr>
        <w:t>dell’</w:t>
      </w:r>
      <w:r w:rsidR="007141C6">
        <w:rPr>
          <w:sz w:val="20"/>
        </w:rPr>
        <w:t>importo contrattuale. I</w:t>
      </w:r>
      <w:r w:rsidR="007141C6" w:rsidRPr="007141C6">
        <w:rPr>
          <w:sz w:val="20"/>
        </w:rPr>
        <w:t xml:space="preserve">l </w:t>
      </w:r>
      <w:r w:rsidR="007141C6">
        <w:rPr>
          <w:sz w:val="20"/>
        </w:rPr>
        <w:t>Contraente</w:t>
      </w:r>
      <w:r w:rsidR="007141C6" w:rsidRPr="007141C6">
        <w:rPr>
          <w:sz w:val="20"/>
        </w:rPr>
        <w:t xml:space="preserve"> prende atto, in ogni caso, che l’applicazione delle penali non preclude il diritto </w:t>
      </w:r>
      <w:r w:rsidR="007141C6">
        <w:rPr>
          <w:sz w:val="20"/>
        </w:rPr>
        <w:t>dell’Ente</w:t>
      </w:r>
      <w:r w:rsidR="007141C6" w:rsidRPr="007141C6">
        <w:rPr>
          <w:sz w:val="20"/>
        </w:rPr>
        <w:t xml:space="preserve"> a richiedere il risarcimento</w:t>
      </w:r>
      <w:r w:rsidR="007141C6">
        <w:rPr>
          <w:sz w:val="20"/>
        </w:rPr>
        <w:t xml:space="preserve"> degli eventuali maggiori danni patiti</w:t>
      </w:r>
      <w:r w:rsidR="00570DF5" w:rsidRPr="00080B94">
        <w:rPr>
          <w:sz w:val="20"/>
        </w:rPr>
        <w:t>.</w:t>
      </w:r>
    </w:p>
    <w:p w14:paraId="726F78E6" w14:textId="77777777" w:rsidR="007141C6" w:rsidRPr="00080B94" w:rsidRDefault="007141C6" w:rsidP="00570DF5">
      <w:pPr>
        <w:pStyle w:val="Paragrafoelenco"/>
        <w:ind w:left="0"/>
        <w:rPr>
          <w:sz w:val="20"/>
        </w:rPr>
      </w:pPr>
      <w:r>
        <w:rPr>
          <w:sz w:val="20"/>
        </w:rPr>
        <w:t>3)</w:t>
      </w:r>
      <w:r w:rsidRPr="007141C6">
        <w:rPr>
          <w:sz w:val="20"/>
        </w:rPr>
        <w:t xml:space="preserve">La richiesta e/o il pagamento delle penali non esonera in nessun caso il </w:t>
      </w:r>
      <w:r>
        <w:rPr>
          <w:sz w:val="20"/>
        </w:rPr>
        <w:t>Contraente</w:t>
      </w:r>
      <w:r w:rsidRPr="007141C6">
        <w:rPr>
          <w:sz w:val="20"/>
        </w:rPr>
        <w:t xml:space="preserve"> dall’adempimento dell’obbligazione per la quale si è reso inadempiente e che ha fatto sorgere l’obbligo di </w:t>
      </w:r>
      <w:r>
        <w:rPr>
          <w:sz w:val="20"/>
        </w:rPr>
        <w:t>applicazione delle penali</w:t>
      </w:r>
      <w:r w:rsidRPr="007141C6">
        <w:rPr>
          <w:sz w:val="20"/>
        </w:rPr>
        <w:t>.</w:t>
      </w:r>
    </w:p>
    <w:p w14:paraId="397E0378" w14:textId="77777777" w:rsidR="00570DF5" w:rsidRPr="00080B94" w:rsidRDefault="00732FA4" w:rsidP="00570DF5">
      <w:pPr>
        <w:pStyle w:val="Paragrafoelenco"/>
        <w:ind w:left="0"/>
        <w:rPr>
          <w:sz w:val="20"/>
        </w:rPr>
      </w:pPr>
      <w:r>
        <w:rPr>
          <w:sz w:val="20"/>
        </w:rPr>
        <w:t>4</w:t>
      </w:r>
      <w:r w:rsidR="00080B94">
        <w:rPr>
          <w:sz w:val="20"/>
        </w:rPr>
        <w:t>)</w:t>
      </w:r>
      <w:r w:rsidR="00570DF5" w:rsidRPr="00080B94">
        <w:rPr>
          <w:sz w:val="20"/>
        </w:rPr>
        <w:t xml:space="preserve">Gli inadempimenti contrattuali che daranno luogo </w:t>
      </w:r>
      <w:r w:rsidR="00570DF5" w:rsidRPr="00080B94">
        <w:rPr>
          <w:sz w:val="20"/>
        </w:rPr>
        <w:lastRenderedPageBreak/>
        <w:t xml:space="preserve">all’applicazione di penali di cui ai precedenti periodi verranno contestati </w:t>
      </w:r>
      <w:r w:rsidR="00D32544">
        <w:rPr>
          <w:sz w:val="20"/>
        </w:rPr>
        <w:t>al Contraente</w:t>
      </w:r>
      <w:r w:rsidR="00D32544" w:rsidRPr="00080B94">
        <w:rPr>
          <w:sz w:val="20"/>
        </w:rPr>
        <w:t xml:space="preserve"> </w:t>
      </w:r>
      <w:r w:rsidR="00570DF5" w:rsidRPr="00080B94">
        <w:rPr>
          <w:sz w:val="20"/>
        </w:rPr>
        <w:t>per iscritto.</w:t>
      </w:r>
    </w:p>
    <w:p w14:paraId="3257EC6F" w14:textId="77777777" w:rsidR="00570DF5" w:rsidRPr="00080B94" w:rsidRDefault="00732FA4" w:rsidP="00570DF5">
      <w:pPr>
        <w:pStyle w:val="Paragrafoelenco"/>
        <w:ind w:left="0"/>
        <w:rPr>
          <w:sz w:val="20"/>
        </w:rPr>
      </w:pPr>
      <w:r>
        <w:rPr>
          <w:sz w:val="20"/>
        </w:rPr>
        <w:t>5</w:t>
      </w:r>
      <w:r w:rsidR="00080B94">
        <w:rPr>
          <w:sz w:val="20"/>
        </w:rPr>
        <w:t>)</w:t>
      </w:r>
      <w:r w:rsidR="00D32544">
        <w:rPr>
          <w:sz w:val="20"/>
        </w:rPr>
        <w:t>Il Contraente</w:t>
      </w:r>
      <w:r w:rsidR="00D32544" w:rsidRPr="00080B94">
        <w:rPr>
          <w:sz w:val="20"/>
        </w:rPr>
        <w:t xml:space="preserve"> </w:t>
      </w:r>
      <w:r w:rsidR="00570DF5" w:rsidRPr="00080B94">
        <w:rPr>
          <w:sz w:val="20"/>
        </w:rPr>
        <w:t xml:space="preserve">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72162FFE" w14:textId="77777777" w:rsidR="00443C74" w:rsidRDefault="00732FA4" w:rsidP="00570DF5">
      <w:pPr>
        <w:pStyle w:val="Paragrafoelenco"/>
        <w:ind w:left="0"/>
        <w:rPr>
          <w:sz w:val="20"/>
        </w:rPr>
      </w:pPr>
      <w:r>
        <w:rPr>
          <w:sz w:val="20"/>
        </w:rPr>
        <w:t>6</w:t>
      </w:r>
      <w:r w:rsidR="00080B94">
        <w:rPr>
          <w:sz w:val="20"/>
        </w:rPr>
        <w:t>)</w:t>
      </w:r>
      <w:r w:rsidR="00570DF5" w:rsidRPr="00080B94">
        <w:rPr>
          <w:sz w:val="20"/>
        </w:rPr>
        <w:t xml:space="preserve">Le penali verranno regolate dall’Ente, o sui corrispettivi dovuti </w:t>
      </w:r>
      <w:r w:rsidR="004E226D">
        <w:rPr>
          <w:sz w:val="20"/>
        </w:rPr>
        <w:t>al Contraente</w:t>
      </w:r>
      <w:r w:rsidR="00570DF5" w:rsidRPr="00080B94">
        <w:rPr>
          <w:sz w:val="20"/>
        </w:rPr>
        <w:t xml:space="preserve"> oppure sulla garanzia definitiva. In quest’ultimo caso la garanzia definitiva dovrà essere reintegrata entro i termini fissati dall’Ente.</w:t>
      </w:r>
      <w:r w:rsidR="00443C74">
        <w:rPr>
          <w:sz w:val="20"/>
        </w:rPr>
        <w:t xml:space="preserve"> Nel caso in cui il Contraente abbia richiesto l’anticipazione del prezzo si applicano </w:t>
      </w:r>
      <w:proofErr w:type="gramStart"/>
      <w:r w:rsidR="00443C74">
        <w:rPr>
          <w:sz w:val="20"/>
        </w:rPr>
        <w:t>le disposizione</w:t>
      </w:r>
      <w:proofErr w:type="gramEnd"/>
      <w:r w:rsidR="00443C74">
        <w:rPr>
          <w:sz w:val="20"/>
        </w:rPr>
        <w:t xml:space="preserve"> di cui all’art. 35, comma 18 del Codice;</w:t>
      </w:r>
    </w:p>
    <w:p w14:paraId="583C2306" w14:textId="77777777" w:rsidR="007141C6" w:rsidRPr="00080B94" w:rsidRDefault="00443C74" w:rsidP="00570DF5">
      <w:pPr>
        <w:pStyle w:val="Paragrafoelenco"/>
        <w:ind w:left="0"/>
        <w:rPr>
          <w:sz w:val="20"/>
        </w:rPr>
      </w:pPr>
      <w:r>
        <w:rPr>
          <w:sz w:val="20"/>
        </w:rPr>
        <w:t>7</w:t>
      </w:r>
      <w:r w:rsidR="007141C6">
        <w:rPr>
          <w:sz w:val="20"/>
        </w:rPr>
        <w:t>)</w:t>
      </w:r>
      <w:r w:rsidR="007141C6" w:rsidRPr="007141C6">
        <w:rPr>
          <w:sz w:val="20"/>
        </w:rPr>
        <w:t xml:space="preserve">Nel caso in cui l’importo delle penali applicate raggiunga il limite del </w:t>
      </w:r>
      <w:r w:rsidR="00342323" w:rsidRPr="00077D95">
        <w:rPr>
          <w:sz w:val="20"/>
        </w:rPr>
        <w:t>2</w:t>
      </w:r>
      <w:r w:rsidR="007141C6" w:rsidRPr="00077D95">
        <w:rPr>
          <w:sz w:val="20"/>
        </w:rPr>
        <w:t>0%</w:t>
      </w:r>
      <w:r w:rsidR="007141C6" w:rsidRPr="007141C6">
        <w:rPr>
          <w:sz w:val="20"/>
        </w:rPr>
        <w:t xml:space="preserve"> dell’importo </w:t>
      </w:r>
      <w:r w:rsidR="007141C6">
        <w:rPr>
          <w:sz w:val="20"/>
        </w:rPr>
        <w:t>contrattuale</w:t>
      </w:r>
      <w:r w:rsidR="007141C6" w:rsidRPr="007141C6">
        <w:rPr>
          <w:sz w:val="20"/>
        </w:rPr>
        <w:t xml:space="preserve">, </w:t>
      </w:r>
      <w:r w:rsidR="007141C6">
        <w:rPr>
          <w:sz w:val="20"/>
        </w:rPr>
        <w:t>l’Ente</w:t>
      </w:r>
      <w:r w:rsidR="007141C6" w:rsidRPr="007141C6">
        <w:rPr>
          <w:sz w:val="20"/>
        </w:rPr>
        <w:t xml:space="preserve"> potrà risolvere il Contratto ai sensi </w:t>
      </w:r>
      <w:r w:rsidR="007C3C8F">
        <w:rPr>
          <w:sz w:val="20"/>
        </w:rPr>
        <w:t>dell’Art. 108, comma 4 del Codice.</w:t>
      </w:r>
    </w:p>
    <w:p w14:paraId="161891D9" w14:textId="77777777" w:rsidR="00080B94" w:rsidRPr="00A07899" w:rsidRDefault="00CB1AD4" w:rsidP="00117363">
      <w:pPr>
        <w:pStyle w:val="Titolo1"/>
        <w:rPr>
          <w:b/>
          <w:bCs/>
        </w:rPr>
      </w:pPr>
      <w:bookmarkStart w:id="2" w:name="_Ref31359444"/>
      <w:r w:rsidRPr="00A07899">
        <w:rPr>
          <w:b/>
          <w:bCs/>
        </w:rPr>
        <w:t xml:space="preserve">ART. </w:t>
      </w:r>
      <w:r w:rsidR="00ED2FD8" w:rsidRPr="00A07899">
        <w:rPr>
          <w:b/>
          <w:bCs/>
        </w:rPr>
        <w:t>8</w:t>
      </w:r>
      <w:r w:rsidR="00833A10" w:rsidRPr="00A07899">
        <w:rPr>
          <w:b/>
          <w:bCs/>
        </w:rPr>
        <w:t xml:space="preserve"> – </w:t>
      </w:r>
      <w:r w:rsidR="00FB7E44" w:rsidRPr="00A07899">
        <w:rPr>
          <w:b/>
          <w:bCs/>
        </w:rPr>
        <w:t>SUBAPPALTO</w:t>
      </w:r>
      <w:bookmarkEnd w:id="2"/>
    </w:p>
    <w:p w14:paraId="479FDE30" w14:textId="77777777" w:rsidR="0093408D" w:rsidRPr="00283167" w:rsidRDefault="00080B94" w:rsidP="00080B94">
      <w:pPr>
        <w:pStyle w:val="Paragrafoelenco"/>
        <w:ind w:left="0"/>
        <w:rPr>
          <w:sz w:val="20"/>
        </w:rPr>
      </w:pPr>
      <w:r w:rsidRPr="00283167">
        <w:rPr>
          <w:sz w:val="20"/>
        </w:rPr>
        <w:t>1)</w:t>
      </w:r>
      <w:r w:rsidR="0093408D" w:rsidRPr="00283167">
        <w:rPr>
          <w:sz w:val="20"/>
        </w:rPr>
        <w:t xml:space="preserve">Il </w:t>
      </w:r>
      <w:r w:rsidR="001A7D23" w:rsidRPr="00283167">
        <w:rPr>
          <w:sz w:val="20"/>
        </w:rPr>
        <w:t>Contraente</w:t>
      </w:r>
      <w:r w:rsidR="0093408D" w:rsidRPr="00283167">
        <w:rPr>
          <w:sz w:val="20"/>
        </w:rPr>
        <w:t>, conformemente a quanto dichiarato in Offerta, affida in subappalto l’esecuzione delle seguenti prestazioni:</w:t>
      </w:r>
    </w:p>
    <w:p w14:paraId="5B1BC5A8" w14:textId="77777777" w:rsidR="0093408D" w:rsidRDefault="00732FA4" w:rsidP="00732FA4">
      <w:pPr>
        <w:pStyle w:val="Paragrafoelenco"/>
        <w:ind w:left="0"/>
        <w:rPr>
          <w:sz w:val="20"/>
        </w:rPr>
      </w:pPr>
      <w:proofErr w:type="gramStart"/>
      <w:r w:rsidRPr="00283167">
        <w:rPr>
          <w:sz w:val="20"/>
        </w:rPr>
        <w:t>a)</w:t>
      </w:r>
      <w:r w:rsidR="0093408D" w:rsidRPr="00283167">
        <w:rPr>
          <w:sz w:val="20"/>
        </w:rPr>
        <w:t>…</w:t>
      </w:r>
      <w:proofErr w:type="gramEnd"/>
      <w:r w:rsidR="00D13FFE" w:rsidRPr="00283167">
        <w:rPr>
          <w:sz w:val="20"/>
        </w:rPr>
        <w:t xml:space="preserve"> </w:t>
      </w:r>
      <w:r w:rsidR="00D13FFE" w:rsidRPr="00283167">
        <w:rPr>
          <w:bCs/>
          <w:sz w:val="20"/>
        </w:rPr>
        <w:t>[COMPLETARE]</w:t>
      </w:r>
    </w:p>
    <w:p w14:paraId="537A9F4A" w14:textId="77777777" w:rsidR="00360604" w:rsidRPr="00080B94" w:rsidRDefault="001A7D23" w:rsidP="001A7D23">
      <w:pPr>
        <w:pStyle w:val="Paragrafoelenco"/>
        <w:ind w:left="0"/>
        <w:rPr>
          <w:sz w:val="20"/>
        </w:rPr>
      </w:pPr>
      <w:r>
        <w:rPr>
          <w:sz w:val="20"/>
        </w:rPr>
        <w:t>Di conseguenza i</w:t>
      </w:r>
      <w:r w:rsidR="00360604" w:rsidRPr="00080B94">
        <w:rPr>
          <w:sz w:val="20"/>
        </w:rPr>
        <w:t xml:space="preserve">l Contraente si impegna a depositare presso l’Ente, almeno venti giorni prima dell’inizio dell’esecuzione delle attività oggetto del subappalto, il contratto di </w:t>
      </w:r>
      <w:r w:rsidR="00360604" w:rsidRPr="00080B94">
        <w:rPr>
          <w:sz w:val="20"/>
        </w:rPr>
        <w:lastRenderedPageBreak/>
        <w:t>subappalto e la documentazione prevista dalla normativa vigente in materia.</w:t>
      </w:r>
    </w:p>
    <w:p w14:paraId="223DAAE2" w14:textId="77777777" w:rsidR="0093408D" w:rsidRPr="00080B94" w:rsidRDefault="00233975" w:rsidP="00080B94">
      <w:pPr>
        <w:rPr>
          <w:sz w:val="20"/>
        </w:rPr>
      </w:pPr>
      <w:r w:rsidRPr="003D5C32">
        <w:rPr>
          <w:sz w:val="20"/>
          <w:highlight w:val="green"/>
        </w:rPr>
        <w:t>1</w:t>
      </w:r>
      <w:r w:rsidR="00080B94" w:rsidRPr="003D5C32">
        <w:rPr>
          <w:sz w:val="20"/>
          <w:highlight w:val="green"/>
        </w:rPr>
        <w:t>)</w:t>
      </w:r>
      <w:r w:rsidR="0093408D" w:rsidRPr="00080B94">
        <w:rPr>
          <w:sz w:val="20"/>
        </w:rPr>
        <w:t xml:space="preserve">Il Contraente, conformemente a quanto dichiarato in Offerta, non intende affidare in subappalto nessuna </w:t>
      </w:r>
      <w:proofErr w:type="gramStart"/>
      <w:r w:rsidR="0093408D" w:rsidRPr="00080B94">
        <w:rPr>
          <w:sz w:val="20"/>
        </w:rPr>
        <w:t>della prestazioni</w:t>
      </w:r>
      <w:proofErr w:type="gramEnd"/>
      <w:r w:rsidR="0093408D" w:rsidRPr="00080B94">
        <w:rPr>
          <w:sz w:val="20"/>
        </w:rPr>
        <w:t xml:space="preserve"> oggetto del presente atto.</w:t>
      </w:r>
    </w:p>
    <w:p w14:paraId="32D16124" w14:textId="77777777" w:rsidR="00C26889" w:rsidRPr="00080B94" w:rsidRDefault="001A7D23" w:rsidP="00080B94">
      <w:pPr>
        <w:rPr>
          <w:sz w:val="20"/>
        </w:rPr>
      </w:pPr>
      <w:r>
        <w:rPr>
          <w:sz w:val="20"/>
        </w:rPr>
        <w:t>2</w:t>
      </w:r>
      <w:r w:rsidR="00080B94" w:rsidRPr="003D5C32">
        <w:rPr>
          <w:sz w:val="20"/>
        </w:rPr>
        <w:t>)</w:t>
      </w:r>
      <w:r w:rsidR="00C26889" w:rsidRPr="00080B94">
        <w:rPr>
          <w:sz w:val="20"/>
        </w:rPr>
        <w:t>Non si configurano come attività affidate in subappalto quelle di cui all’art. 105, comma 3 del Codice.</w:t>
      </w:r>
    </w:p>
    <w:p w14:paraId="25886F08" w14:textId="77777777" w:rsidR="00FB7E44" w:rsidRPr="00A07899" w:rsidRDefault="00CB1AD4" w:rsidP="00117363">
      <w:pPr>
        <w:pStyle w:val="Titolo1"/>
        <w:rPr>
          <w:b/>
          <w:bCs/>
        </w:rPr>
      </w:pPr>
      <w:bookmarkStart w:id="3" w:name="_Ref31359452"/>
      <w:r w:rsidRPr="00A07899">
        <w:rPr>
          <w:b/>
          <w:bCs/>
        </w:rPr>
        <w:t xml:space="preserve">ART. </w:t>
      </w:r>
      <w:r w:rsidR="00ED2FD8" w:rsidRPr="00A07899">
        <w:rPr>
          <w:b/>
          <w:bCs/>
        </w:rPr>
        <w:t>9</w:t>
      </w:r>
      <w:r w:rsidR="00833A10" w:rsidRPr="00A07899">
        <w:rPr>
          <w:b/>
          <w:bCs/>
        </w:rPr>
        <w:t xml:space="preserve"> – </w:t>
      </w:r>
      <w:r w:rsidR="00FB7E44" w:rsidRPr="00A07899">
        <w:rPr>
          <w:b/>
          <w:bCs/>
        </w:rPr>
        <w:t>DIVIETO DI CESSIONE DEL CONTRATTO</w:t>
      </w:r>
      <w:bookmarkEnd w:id="3"/>
    </w:p>
    <w:p w14:paraId="7E184E49" w14:textId="77777777" w:rsidR="00C26889" w:rsidRDefault="00080B94" w:rsidP="00C26889">
      <w:pPr>
        <w:pStyle w:val="Paragrafoelenco"/>
        <w:ind w:left="0"/>
        <w:rPr>
          <w:sz w:val="20"/>
        </w:rPr>
      </w:pPr>
      <w:r>
        <w:rPr>
          <w:sz w:val="20"/>
        </w:rPr>
        <w:t>1)</w:t>
      </w:r>
      <w:proofErr w:type="gramStart"/>
      <w:r w:rsidR="00C26889" w:rsidRPr="00080B94">
        <w:rPr>
          <w:sz w:val="20"/>
        </w:rPr>
        <w:t>E’</w:t>
      </w:r>
      <w:proofErr w:type="gramEnd"/>
      <w:r w:rsidR="00C26889" w:rsidRPr="00080B94">
        <w:rPr>
          <w:sz w:val="20"/>
        </w:rPr>
        <w:t xml:space="preserve"> vietata</w:t>
      </w:r>
      <w:r w:rsidR="00EE6638">
        <w:rPr>
          <w:sz w:val="20"/>
        </w:rPr>
        <w:t>, a pena di nullità,</w:t>
      </w:r>
      <w:r w:rsidR="00C26889" w:rsidRPr="00080B94">
        <w:rPr>
          <w:sz w:val="20"/>
        </w:rPr>
        <w:t xml:space="preserve"> la cessione del contratto ai sensi dell’art. 105 comma 1 del Codice.</w:t>
      </w:r>
      <w:r w:rsidR="00EE6638">
        <w:rPr>
          <w:sz w:val="20"/>
        </w:rPr>
        <w:t xml:space="preserve"> L’</w:t>
      </w:r>
      <w:r w:rsidR="00EE6638" w:rsidRPr="00EE6638">
        <w:rPr>
          <w:sz w:val="20"/>
        </w:rPr>
        <w:t>infrazione alla presente clausola comporta la risoluzione del contratto e l’incameramento della garanzia</w:t>
      </w:r>
      <w:r w:rsidR="00EE6638">
        <w:rPr>
          <w:sz w:val="20"/>
        </w:rPr>
        <w:t xml:space="preserve"> definitiva</w:t>
      </w:r>
      <w:r w:rsidR="00EE6638" w:rsidRPr="00EE6638">
        <w:rPr>
          <w:sz w:val="20"/>
        </w:rPr>
        <w:t>, senza preclude</w:t>
      </w:r>
      <w:r w:rsidR="00EE6638">
        <w:rPr>
          <w:sz w:val="20"/>
        </w:rPr>
        <w:t>re</w:t>
      </w:r>
      <w:r w:rsidR="00EE6638" w:rsidRPr="00EE6638">
        <w:rPr>
          <w:sz w:val="20"/>
        </w:rPr>
        <w:t xml:space="preserve"> il diritto dell’Ente a richiedere il risarcimento degli eventuali maggiori danni patiti</w:t>
      </w:r>
      <w:r w:rsidR="00EE6638">
        <w:rPr>
          <w:sz w:val="20"/>
        </w:rPr>
        <w:t>.</w:t>
      </w:r>
    </w:p>
    <w:p w14:paraId="05803232" w14:textId="77777777" w:rsidR="005D1727" w:rsidRPr="00A07899" w:rsidRDefault="005D1727" w:rsidP="000458C1">
      <w:pPr>
        <w:pStyle w:val="Paragrafoelenco"/>
        <w:ind w:left="0"/>
        <w:jc w:val="center"/>
        <w:rPr>
          <w:b/>
          <w:bCs/>
          <w:sz w:val="20"/>
        </w:rPr>
      </w:pPr>
      <w:r w:rsidRPr="00A07899">
        <w:rPr>
          <w:b/>
          <w:bCs/>
          <w:sz w:val="20"/>
        </w:rPr>
        <w:t xml:space="preserve">ART. </w:t>
      </w:r>
      <w:r w:rsidR="00ED2FD8" w:rsidRPr="00A07899">
        <w:rPr>
          <w:b/>
          <w:bCs/>
          <w:sz w:val="20"/>
        </w:rPr>
        <w:t>10</w:t>
      </w:r>
      <w:r w:rsidRPr="00A07899">
        <w:rPr>
          <w:b/>
          <w:bCs/>
          <w:sz w:val="20"/>
        </w:rPr>
        <w:t xml:space="preserve"> – NOVAZIONE SOGGETTIVA E CESSIONE DEI CREDITI</w:t>
      </w:r>
    </w:p>
    <w:p w14:paraId="22125C64" w14:textId="77777777" w:rsidR="005D1727" w:rsidRDefault="005D1727" w:rsidP="005D1727">
      <w:pPr>
        <w:pStyle w:val="Paragrafoelenco"/>
        <w:ind w:left="0"/>
        <w:rPr>
          <w:sz w:val="20"/>
        </w:rPr>
      </w:pPr>
      <w:r>
        <w:rPr>
          <w:sz w:val="20"/>
        </w:rPr>
        <w:t>1)</w:t>
      </w:r>
      <w:r w:rsidRPr="005D1727">
        <w:rPr>
          <w:sz w:val="20"/>
        </w:rPr>
        <w:t xml:space="preserve">Nei casi previsti dall’art. 106, comma 1, lettera d) n. 2) del </w:t>
      </w:r>
      <w:r>
        <w:rPr>
          <w:sz w:val="20"/>
        </w:rPr>
        <w:t>Codice</w:t>
      </w:r>
      <w:r w:rsidRPr="005D1727">
        <w:rPr>
          <w:sz w:val="20"/>
        </w:rPr>
        <w:t xml:space="preserve"> in caso di novazione soggettiva, </w:t>
      </w:r>
      <w:proofErr w:type="spellStart"/>
      <w:r>
        <w:rPr>
          <w:sz w:val="20"/>
        </w:rPr>
        <w:t>nonchè</w:t>
      </w:r>
      <w:proofErr w:type="spellEnd"/>
      <w:r w:rsidRPr="005D1727">
        <w:rPr>
          <w:sz w:val="20"/>
        </w:rPr>
        <w:t xml:space="preserve"> comma 13 del medesimo articolo in caso di cessione dei crediti</w:t>
      </w:r>
      <w:r w:rsidR="000458C1">
        <w:rPr>
          <w:sz w:val="20"/>
        </w:rPr>
        <w:t>,</w:t>
      </w:r>
      <w:r w:rsidRPr="005D1727">
        <w:rPr>
          <w:sz w:val="20"/>
        </w:rPr>
        <w:t xml:space="preserve"> trovano applicazione le disposizioni in essi contenute.</w:t>
      </w:r>
    </w:p>
    <w:p w14:paraId="356F32F5" w14:textId="77777777" w:rsidR="00FB7E44" w:rsidRPr="00A07899" w:rsidRDefault="00833A10" w:rsidP="005D1727">
      <w:pPr>
        <w:pStyle w:val="Paragrafoelenco"/>
        <w:ind w:left="0"/>
        <w:jc w:val="center"/>
        <w:rPr>
          <w:b/>
          <w:bCs/>
          <w:sz w:val="20"/>
        </w:rPr>
      </w:pPr>
      <w:r w:rsidRPr="00A07899">
        <w:rPr>
          <w:b/>
          <w:bCs/>
          <w:sz w:val="20"/>
        </w:rPr>
        <w:t>ART. 1</w:t>
      </w:r>
      <w:r w:rsidR="00ED2FD8" w:rsidRPr="00A07899">
        <w:rPr>
          <w:b/>
          <w:bCs/>
          <w:sz w:val="20"/>
        </w:rPr>
        <w:t>1</w:t>
      </w:r>
      <w:r w:rsidRPr="00A07899">
        <w:rPr>
          <w:b/>
          <w:bCs/>
          <w:sz w:val="20"/>
        </w:rPr>
        <w:t xml:space="preserve"> - </w:t>
      </w:r>
      <w:r w:rsidR="00FB7E44" w:rsidRPr="00A07899">
        <w:rPr>
          <w:b/>
          <w:bCs/>
          <w:sz w:val="20"/>
        </w:rPr>
        <w:t>VERIFICA DI CONFORMIT</w:t>
      </w:r>
      <w:r w:rsidR="00A07899">
        <w:rPr>
          <w:b/>
          <w:bCs/>
          <w:sz w:val="20"/>
        </w:rPr>
        <w:t>À</w:t>
      </w:r>
    </w:p>
    <w:p w14:paraId="0602B78D" w14:textId="085687E5" w:rsidR="00C26889" w:rsidRPr="00080B94" w:rsidRDefault="00080B94" w:rsidP="00505D09">
      <w:pPr>
        <w:pStyle w:val="Paragrafoelenco"/>
        <w:ind w:left="0"/>
        <w:rPr>
          <w:sz w:val="20"/>
        </w:rPr>
      </w:pPr>
      <w:r>
        <w:rPr>
          <w:sz w:val="20"/>
        </w:rPr>
        <w:t>1)</w:t>
      </w:r>
      <w:r w:rsidR="00C26889" w:rsidRPr="00080B94">
        <w:rPr>
          <w:sz w:val="20"/>
        </w:rPr>
        <w:t>La fornitura sarà so</w:t>
      </w:r>
      <w:r w:rsidR="00732D2A">
        <w:rPr>
          <w:sz w:val="20"/>
        </w:rPr>
        <w:t xml:space="preserve">ggetta a verifica di conformità, </w:t>
      </w:r>
      <w:r w:rsidR="00505D09">
        <w:rPr>
          <w:sz w:val="20"/>
        </w:rPr>
        <w:t>da effettuarsi</w:t>
      </w:r>
      <w:r w:rsidR="00C26889" w:rsidRPr="00080B94">
        <w:rPr>
          <w:sz w:val="20"/>
        </w:rPr>
        <w:t xml:space="preserve"> entro </w:t>
      </w:r>
      <w:r w:rsidR="00C26889" w:rsidRPr="00505D09">
        <w:rPr>
          <w:sz w:val="20"/>
        </w:rPr>
        <w:t xml:space="preserve">30 (trenta) giorni </w:t>
      </w:r>
      <w:r w:rsidR="005425F4">
        <w:rPr>
          <w:sz w:val="20"/>
        </w:rPr>
        <w:t xml:space="preserve">dal termine delle attività di cui all’Art. 2 del presente </w:t>
      </w:r>
      <w:r w:rsidR="006774B5">
        <w:rPr>
          <w:sz w:val="20"/>
        </w:rPr>
        <w:t>contratto</w:t>
      </w:r>
      <w:r w:rsidR="00C26889" w:rsidRPr="00080B94">
        <w:rPr>
          <w:sz w:val="20"/>
        </w:rPr>
        <w:t xml:space="preserve">. </w:t>
      </w:r>
    </w:p>
    <w:p w14:paraId="314847D5" w14:textId="77777777" w:rsidR="00C26889" w:rsidRPr="00080B94" w:rsidRDefault="005425F4" w:rsidP="00C26889">
      <w:pPr>
        <w:pStyle w:val="Paragrafoelenco"/>
        <w:ind w:left="0"/>
        <w:rPr>
          <w:sz w:val="20"/>
        </w:rPr>
      </w:pPr>
      <w:r>
        <w:rPr>
          <w:sz w:val="20"/>
        </w:rPr>
        <w:t>2</w:t>
      </w:r>
      <w:r w:rsidR="00080B94">
        <w:rPr>
          <w:sz w:val="20"/>
        </w:rPr>
        <w:t>)</w:t>
      </w:r>
      <w:r w:rsidR="00C26889" w:rsidRPr="00080B94">
        <w:rPr>
          <w:sz w:val="20"/>
        </w:rPr>
        <w:t>Durante le operazioni</w:t>
      </w:r>
      <w:r>
        <w:rPr>
          <w:sz w:val="20"/>
        </w:rPr>
        <w:t xml:space="preserve"> </w:t>
      </w:r>
      <w:r w:rsidR="00C26889" w:rsidRPr="00080B94">
        <w:rPr>
          <w:sz w:val="20"/>
        </w:rPr>
        <w:t xml:space="preserve">l’Ente </w:t>
      </w:r>
      <w:r w:rsidRPr="005425F4">
        <w:rPr>
          <w:sz w:val="20"/>
        </w:rPr>
        <w:t xml:space="preserve">potrà effettuare tutte </w:t>
      </w:r>
      <w:r>
        <w:rPr>
          <w:sz w:val="20"/>
        </w:rPr>
        <w:t>gli accertamenti che riterrà opportuni</w:t>
      </w:r>
      <w:r w:rsidRPr="005425F4">
        <w:rPr>
          <w:sz w:val="20"/>
        </w:rPr>
        <w:t xml:space="preserve"> al fine di verificare la </w:t>
      </w:r>
      <w:r w:rsidRPr="005425F4">
        <w:rPr>
          <w:sz w:val="20"/>
        </w:rPr>
        <w:lastRenderedPageBreak/>
        <w:t xml:space="preserve">rispondenza delle attrezzature e dei servizi oggetto di fornitura alle specifiche tecniche indicate </w:t>
      </w:r>
      <w:r w:rsidR="00ED2FD8" w:rsidRPr="00ED2FD8">
        <w:rPr>
          <w:sz w:val="20"/>
        </w:rPr>
        <w:t>negli Atti e nei documenti di gara</w:t>
      </w:r>
      <w:r w:rsidRPr="00ED2FD8">
        <w:rPr>
          <w:sz w:val="20"/>
        </w:rPr>
        <w:t>, nonché alle</w:t>
      </w:r>
      <w:r>
        <w:rPr>
          <w:sz w:val="20"/>
        </w:rPr>
        <w:t xml:space="preserve"> eventuali migliorie offerte</w:t>
      </w:r>
      <w:r w:rsidR="00C26889" w:rsidRPr="00080B94">
        <w:rPr>
          <w:sz w:val="20"/>
        </w:rPr>
        <w:t xml:space="preserve">. </w:t>
      </w:r>
    </w:p>
    <w:p w14:paraId="3CF88547" w14:textId="77777777" w:rsidR="00F84E88" w:rsidRDefault="00F84E88" w:rsidP="00C26889">
      <w:pPr>
        <w:pStyle w:val="Paragrafoelenco"/>
        <w:ind w:left="0"/>
        <w:rPr>
          <w:sz w:val="20"/>
        </w:rPr>
      </w:pPr>
      <w:r w:rsidRPr="00F84E88">
        <w:rPr>
          <w:sz w:val="20"/>
        </w:rPr>
        <w:t>3</w:t>
      </w:r>
      <w:r w:rsidR="00080B94" w:rsidRPr="00F84E88">
        <w:rPr>
          <w:sz w:val="20"/>
        </w:rPr>
        <w:t>)</w:t>
      </w:r>
      <w:r w:rsidRPr="00F84E88">
        <w:rPr>
          <w:sz w:val="20"/>
        </w:rPr>
        <w:t>Le operazioni di verifica di conformità risulteranno da apposito Verbale</w:t>
      </w:r>
      <w:r>
        <w:rPr>
          <w:sz w:val="20"/>
        </w:rPr>
        <w:t>, sottoscritto anche dal Contraente, se presente alle operazioni.</w:t>
      </w:r>
    </w:p>
    <w:p w14:paraId="251DD8E6" w14:textId="77777777" w:rsidR="00F84E88" w:rsidRDefault="00F84E88" w:rsidP="00C26889">
      <w:pPr>
        <w:pStyle w:val="Paragrafoelenco"/>
        <w:ind w:left="0"/>
        <w:rPr>
          <w:sz w:val="20"/>
        </w:rPr>
      </w:pPr>
      <w:r>
        <w:rPr>
          <w:sz w:val="20"/>
        </w:rPr>
        <w:t>4)</w:t>
      </w:r>
      <w:r w:rsidRPr="00F84E88">
        <w:rPr>
          <w:sz w:val="20"/>
        </w:rPr>
        <w:t>Qualora dagli accertamenti effettuati</w:t>
      </w:r>
      <w:r>
        <w:rPr>
          <w:sz w:val="20"/>
        </w:rPr>
        <w:t xml:space="preserve"> </w:t>
      </w:r>
      <w:r w:rsidRPr="00F84E88">
        <w:rPr>
          <w:sz w:val="20"/>
        </w:rPr>
        <w:t>le attrezzature e i servizi oggetto di fornitura non risultassero conformi alle specifiche</w:t>
      </w:r>
      <w:r>
        <w:rPr>
          <w:sz w:val="20"/>
        </w:rPr>
        <w:t xml:space="preserve"> di cui al precedente comma 2) il Contraente </w:t>
      </w:r>
      <w:r w:rsidRPr="00F84E88">
        <w:rPr>
          <w:sz w:val="20"/>
        </w:rPr>
        <w:t>dovrà eliminare i vizi accertati</w:t>
      </w:r>
      <w:r>
        <w:rPr>
          <w:sz w:val="20"/>
        </w:rPr>
        <w:t xml:space="preserve"> entro il termine massimo di 20 (venti) giorni naturali e consecutivi</w:t>
      </w:r>
      <w:r w:rsidR="006774B5">
        <w:rPr>
          <w:sz w:val="20"/>
        </w:rPr>
        <w:t xml:space="preserve"> dalla data del verbale.</w:t>
      </w:r>
    </w:p>
    <w:p w14:paraId="0516BCCF" w14:textId="77777777" w:rsidR="00C26889" w:rsidRDefault="00F84E88" w:rsidP="00C26889">
      <w:pPr>
        <w:pStyle w:val="Paragrafoelenco"/>
        <w:ind w:left="0"/>
        <w:rPr>
          <w:sz w:val="20"/>
        </w:rPr>
      </w:pPr>
      <w:r>
        <w:rPr>
          <w:sz w:val="20"/>
        </w:rPr>
        <w:t xml:space="preserve">5)Decorso il termine di cui al precedente comma 4) l’Ente procederà ad una seconda verifica. Nel caso in cui </w:t>
      </w:r>
      <w:r w:rsidRPr="00F84E88">
        <w:rPr>
          <w:sz w:val="20"/>
        </w:rPr>
        <w:t>le attrezzature e i servizi oggetto di fornitura non risultassero conformi alle specifiche</w:t>
      </w:r>
      <w:r>
        <w:rPr>
          <w:sz w:val="20"/>
        </w:rPr>
        <w:t xml:space="preserve"> di cui al precedente comma 2</w:t>
      </w:r>
      <w:proofErr w:type="gramStart"/>
      <w:r>
        <w:rPr>
          <w:sz w:val="20"/>
        </w:rPr>
        <w:t>),l’Ente</w:t>
      </w:r>
      <w:proofErr w:type="gramEnd"/>
      <w:r>
        <w:rPr>
          <w:sz w:val="20"/>
        </w:rPr>
        <w:t xml:space="preserve"> applicherà le penali di cui all’Art. </w:t>
      </w:r>
      <w:r w:rsidR="00ED2FD8">
        <w:rPr>
          <w:sz w:val="20"/>
        </w:rPr>
        <w:t>7</w:t>
      </w:r>
      <w:r w:rsidR="006774B5">
        <w:rPr>
          <w:sz w:val="20"/>
        </w:rPr>
        <w:t xml:space="preserve"> del presente contratto</w:t>
      </w:r>
      <w:r>
        <w:rPr>
          <w:sz w:val="20"/>
        </w:rPr>
        <w:t xml:space="preserve">, riservandosi la facoltà </w:t>
      </w:r>
      <w:r w:rsidR="006774B5">
        <w:rPr>
          <w:sz w:val="20"/>
        </w:rPr>
        <w:t>di procedere alla risoluzione</w:t>
      </w:r>
      <w:r>
        <w:rPr>
          <w:sz w:val="20"/>
        </w:rPr>
        <w:t>.</w:t>
      </w:r>
    </w:p>
    <w:p w14:paraId="54560F17" w14:textId="77777777" w:rsidR="00F84E88" w:rsidRPr="00080B94" w:rsidRDefault="00F84E88" w:rsidP="00C26889">
      <w:pPr>
        <w:pStyle w:val="Paragrafoelenco"/>
        <w:ind w:left="0"/>
        <w:rPr>
          <w:sz w:val="20"/>
        </w:rPr>
      </w:pPr>
      <w:r>
        <w:rPr>
          <w:sz w:val="20"/>
        </w:rPr>
        <w:t>6)La v</w:t>
      </w:r>
      <w:r w:rsidRPr="00F84E88">
        <w:rPr>
          <w:sz w:val="20"/>
        </w:rPr>
        <w:t>erifica di conformità si intende positivamente superata</w:t>
      </w:r>
      <w:r w:rsidR="004E226D">
        <w:rPr>
          <w:sz w:val="20"/>
        </w:rPr>
        <w:t>, con l’emissione del Certificato di cui all’Art. 102 del Codice,</w:t>
      </w:r>
      <w:r w:rsidRPr="00F84E88">
        <w:rPr>
          <w:sz w:val="20"/>
        </w:rPr>
        <w:t xml:space="preserve"> solo nel caso in cui le prestazioni contrattuali siano state eseguite a regola d’arte sotto il profilo tecnico e funzionale, in conformità e nel rispetto delle condizioni, modalità, termini e prescrizioni espresse </w:t>
      </w:r>
      <w:r w:rsidR="00ED2FD8" w:rsidRPr="00ED2FD8">
        <w:rPr>
          <w:sz w:val="20"/>
        </w:rPr>
        <w:t>negli atti e nei documenti di gara</w:t>
      </w:r>
      <w:r w:rsidRPr="00ED2FD8">
        <w:rPr>
          <w:sz w:val="20"/>
        </w:rPr>
        <w:t>,</w:t>
      </w:r>
      <w:r w:rsidRPr="00F84E88">
        <w:rPr>
          <w:sz w:val="20"/>
        </w:rPr>
        <w:t xml:space="preserve"> nonché delle eventuali </w:t>
      </w:r>
      <w:r w:rsidR="00156C98">
        <w:rPr>
          <w:sz w:val="20"/>
        </w:rPr>
        <w:t>migliorie</w:t>
      </w:r>
      <w:r w:rsidRPr="00F84E88">
        <w:rPr>
          <w:sz w:val="20"/>
        </w:rPr>
        <w:t xml:space="preserve"> offerte</w:t>
      </w:r>
      <w:r w:rsidR="00156C98">
        <w:rPr>
          <w:sz w:val="20"/>
        </w:rPr>
        <w:t>.</w:t>
      </w:r>
    </w:p>
    <w:p w14:paraId="048DC08C" w14:textId="77777777" w:rsidR="00C26889" w:rsidRDefault="00156C98" w:rsidP="00C26889">
      <w:pPr>
        <w:pStyle w:val="Paragrafoelenco"/>
        <w:ind w:left="0"/>
        <w:rPr>
          <w:sz w:val="20"/>
        </w:rPr>
      </w:pPr>
      <w:r>
        <w:rPr>
          <w:sz w:val="20"/>
        </w:rPr>
        <w:t>7</w:t>
      </w:r>
      <w:r w:rsidR="00080B94">
        <w:rPr>
          <w:sz w:val="20"/>
        </w:rPr>
        <w:t>)</w:t>
      </w:r>
      <w:r w:rsidR="00C26889" w:rsidRPr="00080B94">
        <w:rPr>
          <w:sz w:val="20"/>
        </w:rPr>
        <w:t xml:space="preserve">L’esito positivo della verifica di conformità non esonera </w:t>
      </w:r>
      <w:r>
        <w:rPr>
          <w:sz w:val="20"/>
        </w:rPr>
        <w:t xml:space="preserve">il </w:t>
      </w:r>
      <w:r>
        <w:rPr>
          <w:sz w:val="20"/>
        </w:rPr>
        <w:lastRenderedPageBreak/>
        <w:t>Contraente</w:t>
      </w:r>
      <w:r w:rsidR="00C26889" w:rsidRPr="00080B94">
        <w:rPr>
          <w:sz w:val="20"/>
        </w:rPr>
        <w:t xml:space="preserve"> dal rispondere di eventuali difetti non emersi nell’ambito delle attività di verifica e successivamente riscontrati; tali difetti dovranno essere prontamente eliminati durante il periodo di garanzia.</w:t>
      </w:r>
    </w:p>
    <w:p w14:paraId="4D207082" w14:textId="77777777" w:rsidR="00BA18FF" w:rsidRPr="00A07899" w:rsidRDefault="00BA18FF" w:rsidP="007D64C2">
      <w:pPr>
        <w:pStyle w:val="Paragrafoelenco"/>
        <w:ind w:left="0"/>
        <w:jc w:val="center"/>
        <w:rPr>
          <w:b/>
          <w:bCs/>
          <w:sz w:val="20"/>
        </w:rPr>
      </w:pPr>
      <w:r w:rsidRPr="00A07899">
        <w:rPr>
          <w:b/>
          <w:bCs/>
          <w:sz w:val="20"/>
        </w:rPr>
        <w:t xml:space="preserve">ART. </w:t>
      </w:r>
      <w:r w:rsidR="007D64C2" w:rsidRPr="00A07899">
        <w:rPr>
          <w:b/>
          <w:bCs/>
          <w:sz w:val="20"/>
        </w:rPr>
        <w:t>1</w:t>
      </w:r>
      <w:r w:rsidR="00ED2FD8" w:rsidRPr="00A07899">
        <w:rPr>
          <w:b/>
          <w:bCs/>
          <w:sz w:val="20"/>
        </w:rPr>
        <w:t>2</w:t>
      </w:r>
      <w:r w:rsidRPr="00A07899">
        <w:rPr>
          <w:b/>
          <w:bCs/>
          <w:sz w:val="20"/>
        </w:rPr>
        <w:t xml:space="preserve"> – RESPONSABILIT</w:t>
      </w:r>
      <w:r w:rsidR="00A07899">
        <w:rPr>
          <w:b/>
          <w:bCs/>
          <w:sz w:val="20"/>
        </w:rPr>
        <w:t>À</w:t>
      </w:r>
    </w:p>
    <w:p w14:paraId="70890729" w14:textId="77777777" w:rsidR="00BA18FF" w:rsidRDefault="00BA18FF" w:rsidP="00C26889">
      <w:pPr>
        <w:pStyle w:val="Paragrafoelenco"/>
        <w:ind w:left="0"/>
        <w:rPr>
          <w:sz w:val="20"/>
        </w:rPr>
      </w:pPr>
      <w:r>
        <w:rPr>
          <w:sz w:val="20"/>
        </w:rPr>
        <w:t>1)Il Contraente</w:t>
      </w:r>
      <w:r w:rsidRPr="00BA18FF">
        <w:rPr>
          <w:sz w:val="20"/>
        </w:rPr>
        <w:t xml:space="preserve"> è responsabile dei danni derivanti e/o connessi all'esecuzione del presente contratto.</w:t>
      </w:r>
      <w:r>
        <w:rPr>
          <w:sz w:val="20"/>
        </w:rPr>
        <w:t xml:space="preserve"> In particolare è </w:t>
      </w:r>
      <w:r w:rsidRPr="00BA18FF">
        <w:rPr>
          <w:sz w:val="20"/>
        </w:rPr>
        <w:t xml:space="preserve">responsabile dei danni di qualsiasi natura, materiali o immateriali, che dovessero essere causati da parte </w:t>
      </w:r>
      <w:r>
        <w:rPr>
          <w:sz w:val="20"/>
        </w:rPr>
        <w:t>del proprio personale</w:t>
      </w:r>
      <w:r w:rsidRPr="00BA18FF">
        <w:rPr>
          <w:sz w:val="20"/>
        </w:rPr>
        <w:t xml:space="preserve">, </w:t>
      </w:r>
      <w:r>
        <w:rPr>
          <w:sz w:val="20"/>
        </w:rPr>
        <w:t xml:space="preserve">inclusi </w:t>
      </w:r>
      <w:r w:rsidRPr="00BA18FF">
        <w:rPr>
          <w:sz w:val="20"/>
        </w:rPr>
        <w:t xml:space="preserve">consulenti e collaboratori, nonché </w:t>
      </w:r>
      <w:r>
        <w:rPr>
          <w:sz w:val="20"/>
        </w:rPr>
        <w:t>da parte degli</w:t>
      </w:r>
      <w:r w:rsidRPr="00BA18FF">
        <w:rPr>
          <w:sz w:val="20"/>
        </w:rPr>
        <w:t xml:space="preserve"> eventuali subappaltatori e dei dipendenti, consulenti e collaboratori di questi ultimi, </w:t>
      </w:r>
      <w:r w:rsidR="009F13DD">
        <w:rPr>
          <w:sz w:val="20"/>
        </w:rPr>
        <w:t xml:space="preserve">i) </w:t>
      </w:r>
      <w:r>
        <w:rPr>
          <w:sz w:val="20"/>
        </w:rPr>
        <w:t>all’Ente</w:t>
      </w:r>
      <w:r w:rsidRPr="00BA18FF">
        <w:rPr>
          <w:sz w:val="20"/>
        </w:rPr>
        <w:t xml:space="preserve">, </w:t>
      </w:r>
      <w:r w:rsidR="009F13DD">
        <w:rPr>
          <w:sz w:val="20"/>
        </w:rPr>
        <w:t xml:space="preserve">ii) </w:t>
      </w:r>
      <w:r w:rsidRPr="00BA18FF">
        <w:rPr>
          <w:sz w:val="20"/>
        </w:rPr>
        <w:t>al personale</w:t>
      </w:r>
      <w:r w:rsidR="009F13DD">
        <w:rPr>
          <w:sz w:val="20"/>
        </w:rPr>
        <w:t xml:space="preserve"> dipendente, collaboratore o consulente dell’Ente</w:t>
      </w:r>
      <w:r w:rsidRPr="00BA18FF">
        <w:rPr>
          <w:sz w:val="20"/>
        </w:rPr>
        <w:t xml:space="preserve">, </w:t>
      </w:r>
      <w:r w:rsidR="009F13DD">
        <w:rPr>
          <w:sz w:val="20"/>
        </w:rPr>
        <w:t xml:space="preserve">iii) </w:t>
      </w:r>
      <w:r w:rsidRPr="00BA18FF">
        <w:rPr>
          <w:sz w:val="20"/>
        </w:rPr>
        <w:t xml:space="preserve">ai beni mobili e immobili, anche condotti in locazione, </w:t>
      </w:r>
      <w:r w:rsidR="009F13DD">
        <w:rPr>
          <w:sz w:val="20"/>
        </w:rPr>
        <w:t xml:space="preserve">dei soggetti di cui ai punti i) e ii), iv) </w:t>
      </w:r>
      <w:r w:rsidRPr="00BA18FF">
        <w:rPr>
          <w:sz w:val="20"/>
        </w:rPr>
        <w:t>nonché a terzi.</w:t>
      </w:r>
    </w:p>
    <w:p w14:paraId="53E4AB3A" w14:textId="77777777" w:rsidR="007D64C2" w:rsidRPr="00A07899" w:rsidRDefault="007D64C2" w:rsidP="007D64C2">
      <w:pPr>
        <w:pStyle w:val="Paragrafoelenco"/>
        <w:ind w:left="0"/>
        <w:jc w:val="center"/>
        <w:rPr>
          <w:b/>
          <w:bCs/>
          <w:sz w:val="20"/>
        </w:rPr>
      </w:pPr>
      <w:r w:rsidRPr="00A07899">
        <w:rPr>
          <w:b/>
          <w:bCs/>
          <w:sz w:val="20"/>
        </w:rPr>
        <w:t>ART. 1</w:t>
      </w:r>
      <w:r w:rsidR="00ED2FD8" w:rsidRPr="00A07899">
        <w:rPr>
          <w:b/>
          <w:bCs/>
          <w:sz w:val="20"/>
        </w:rPr>
        <w:t>3</w:t>
      </w:r>
      <w:r w:rsidRPr="00A07899">
        <w:rPr>
          <w:b/>
          <w:bCs/>
          <w:sz w:val="20"/>
        </w:rPr>
        <w:t xml:space="preserve"> – RECESSO</w:t>
      </w:r>
    </w:p>
    <w:p w14:paraId="0689A950" w14:textId="77777777" w:rsidR="007D64C2" w:rsidRDefault="007D64C2" w:rsidP="007D64C2">
      <w:pPr>
        <w:pStyle w:val="Paragrafoelenco"/>
        <w:ind w:left="0"/>
        <w:rPr>
          <w:sz w:val="20"/>
        </w:rPr>
      </w:pPr>
      <w:r>
        <w:rPr>
          <w:sz w:val="20"/>
        </w:rPr>
        <w:t>1)</w:t>
      </w:r>
      <w:r w:rsidRPr="007D64C2">
        <w:rPr>
          <w:sz w:val="20"/>
        </w:rPr>
        <w:t>Fermo restando quanto previsto dall’</w:t>
      </w:r>
      <w:r>
        <w:rPr>
          <w:sz w:val="20"/>
        </w:rPr>
        <w:t>A</w:t>
      </w:r>
      <w:r w:rsidRPr="007D64C2">
        <w:rPr>
          <w:sz w:val="20"/>
        </w:rPr>
        <w:t xml:space="preserve">rt. 109 del </w:t>
      </w:r>
      <w:r>
        <w:rPr>
          <w:sz w:val="20"/>
        </w:rPr>
        <w:t>Codice</w:t>
      </w:r>
      <w:r w:rsidRPr="007D64C2">
        <w:rPr>
          <w:sz w:val="20"/>
        </w:rPr>
        <w:t xml:space="preserve">, </w:t>
      </w:r>
      <w:r>
        <w:rPr>
          <w:sz w:val="20"/>
        </w:rPr>
        <w:t>l’Ente</w:t>
      </w:r>
      <w:r w:rsidRPr="007D64C2">
        <w:rPr>
          <w:sz w:val="20"/>
        </w:rPr>
        <w:t xml:space="preserve"> potrà recedere dal presente contratto anche nelle seguenti ipotesi non imputabili </w:t>
      </w:r>
      <w:r>
        <w:rPr>
          <w:sz w:val="20"/>
        </w:rPr>
        <w:t>al Contraente</w:t>
      </w:r>
      <w:r w:rsidRPr="007D64C2">
        <w:rPr>
          <w:sz w:val="20"/>
        </w:rPr>
        <w:t xml:space="preserve">: i) per motivi di pubblico interesse; ii) </w:t>
      </w:r>
      <w:r>
        <w:rPr>
          <w:sz w:val="20"/>
        </w:rPr>
        <w:t>durante l’esecuzione del contratto</w:t>
      </w:r>
      <w:r w:rsidRPr="007D64C2">
        <w:rPr>
          <w:sz w:val="20"/>
        </w:rPr>
        <w:t xml:space="preserve"> in applicazione delle facoltà concesse dall’</w:t>
      </w:r>
      <w:r>
        <w:rPr>
          <w:sz w:val="20"/>
        </w:rPr>
        <w:t>A</w:t>
      </w:r>
      <w:r w:rsidRPr="007D64C2">
        <w:rPr>
          <w:sz w:val="20"/>
        </w:rPr>
        <w:t xml:space="preserve">rt. 1464 </w:t>
      </w:r>
      <w:r w:rsidR="00D13FFE">
        <w:rPr>
          <w:sz w:val="20"/>
        </w:rPr>
        <w:t>c</w:t>
      </w:r>
      <w:r>
        <w:rPr>
          <w:sz w:val="20"/>
        </w:rPr>
        <w:t>.</w:t>
      </w:r>
      <w:r w:rsidR="00D13FFE">
        <w:rPr>
          <w:sz w:val="20"/>
        </w:rPr>
        <w:t>c</w:t>
      </w:r>
      <w:r w:rsidRPr="007D64C2">
        <w:rPr>
          <w:sz w:val="20"/>
        </w:rPr>
        <w:t>.</w:t>
      </w:r>
    </w:p>
    <w:p w14:paraId="6A312259" w14:textId="77777777" w:rsidR="007D64C2" w:rsidRPr="00080B94" w:rsidRDefault="007D64C2" w:rsidP="007D64C2">
      <w:pPr>
        <w:pStyle w:val="Paragrafoelenco"/>
        <w:ind w:left="0"/>
        <w:rPr>
          <w:sz w:val="20"/>
        </w:rPr>
      </w:pPr>
      <w:r>
        <w:rPr>
          <w:sz w:val="20"/>
        </w:rPr>
        <w:t>2)</w:t>
      </w:r>
      <w:r w:rsidRPr="007D64C2">
        <w:rPr>
          <w:sz w:val="20"/>
        </w:rPr>
        <w:t xml:space="preserve">La volontà di recesso sarà comunicata </w:t>
      </w:r>
      <w:r>
        <w:rPr>
          <w:sz w:val="20"/>
        </w:rPr>
        <w:t>al Contraente</w:t>
      </w:r>
      <w:r w:rsidRPr="007D64C2">
        <w:rPr>
          <w:sz w:val="20"/>
        </w:rPr>
        <w:t xml:space="preserve"> con un preavviso </w:t>
      </w:r>
      <w:r>
        <w:rPr>
          <w:sz w:val="20"/>
        </w:rPr>
        <w:t>non inferiore a</w:t>
      </w:r>
      <w:r w:rsidRPr="007D64C2">
        <w:rPr>
          <w:sz w:val="20"/>
        </w:rPr>
        <w:t xml:space="preserve"> 30 </w:t>
      </w:r>
      <w:r>
        <w:rPr>
          <w:sz w:val="20"/>
        </w:rPr>
        <w:t xml:space="preserve">(trenta) </w:t>
      </w:r>
      <w:r w:rsidRPr="007D64C2">
        <w:rPr>
          <w:sz w:val="20"/>
        </w:rPr>
        <w:t xml:space="preserve">giorni naturali e consecutivi. </w:t>
      </w:r>
      <w:r>
        <w:rPr>
          <w:sz w:val="20"/>
        </w:rPr>
        <w:t>L’Ente</w:t>
      </w:r>
      <w:r w:rsidRPr="007D64C2">
        <w:rPr>
          <w:sz w:val="20"/>
        </w:rPr>
        <w:t xml:space="preserve"> in caso di recesso sarà esonerato dalla corresponsione di qualsiasi indennizzo o risarcimento.</w:t>
      </w:r>
    </w:p>
    <w:p w14:paraId="79FFAAB0" w14:textId="77777777" w:rsidR="00FB7E44" w:rsidRPr="00A07899" w:rsidRDefault="00CB1AD4" w:rsidP="00117363">
      <w:pPr>
        <w:pStyle w:val="Titolo1"/>
        <w:rPr>
          <w:b/>
          <w:bCs/>
        </w:rPr>
      </w:pPr>
      <w:r w:rsidRPr="00A07899">
        <w:rPr>
          <w:b/>
          <w:bCs/>
        </w:rPr>
        <w:lastRenderedPageBreak/>
        <w:t>ART. 1</w:t>
      </w:r>
      <w:r w:rsidR="00ED2FD8" w:rsidRPr="00A07899">
        <w:rPr>
          <w:b/>
          <w:bCs/>
        </w:rPr>
        <w:t>4</w:t>
      </w:r>
      <w:r w:rsidR="00833A10" w:rsidRPr="00A07899">
        <w:rPr>
          <w:b/>
          <w:bCs/>
        </w:rPr>
        <w:t xml:space="preserve"> - </w:t>
      </w:r>
      <w:r w:rsidR="00FB7E44" w:rsidRPr="00A07899">
        <w:rPr>
          <w:b/>
          <w:bCs/>
        </w:rPr>
        <w:t>RISOLUZIONE DEL CONTRATTO</w:t>
      </w:r>
    </w:p>
    <w:p w14:paraId="60441387" w14:textId="77777777" w:rsidR="0039554B" w:rsidRPr="00080B94" w:rsidRDefault="00080B94" w:rsidP="00833A10">
      <w:pPr>
        <w:pStyle w:val="Paragrafoelenco"/>
        <w:ind w:left="0"/>
        <w:rPr>
          <w:sz w:val="20"/>
        </w:rPr>
      </w:pPr>
      <w:r>
        <w:rPr>
          <w:sz w:val="20"/>
        </w:rPr>
        <w:t>1)</w:t>
      </w:r>
      <w:r w:rsidR="00122E92" w:rsidRPr="00122E92">
        <w:t xml:space="preserve"> </w:t>
      </w:r>
      <w:r w:rsidR="00122E92" w:rsidRPr="00122E92">
        <w:rPr>
          <w:sz w:val="20"/>
        </w:rPr>
        <w:t xml:space="preserve">Fermo quanto disposto dall’art. 108 del </w:t>
      </w:r>
      <w:r w:rsidR="00122E92">
        <w:rPr>
          <w:sz w:val="20"/>
        </w:rPr>
        <w:t>Codice</w:t>
      </w:r>
      <w:r w:rsidR="00122E92" w:rsidRPr="00122E92">
        <w:rPr>
          <w:sz w:val="20"/>
        </w:rPr>
        <w:t xml:space="preserve">, </w:t>
      </w:r>
      <w:r w:rsidR="00122E92">
        <w:rPr>
          <w:sz w:val="20"/>
        </w:rPr>
        <w:t xml:space="preserve">l’Ente </w:t>
      </w:r>
      <w:r w:rsidR="00122E92" w:rsidRPr="00122E92">
        <w:rPr>
          <w:sz w:val="20"/>
        </w:rPr>
        <w:t xml:space="preserve">ha diritto di risolvere il contratto ex </w:t>
      </w:r>
      <w:r w:rsidR="00122E92">
        <w:rPr>
          <w:sz w:val="20"/>
        </w:rPr>
        <w:t>A</w:t>
      </w:r>
      <w:r w:rsidR="00122E92" w:rsidRPr="00122E92">
        <w:rPr>
          <w:sz w:val="20"/>
        </w:rPr>
        <w:t xml:space="preserve">rt. 1456 </w:t>
      </w:r>
      <w:r w:rsidR="00D13FFE">
        <w:rPr>
          <w:sz w:val="20"/>
        </w:rPr>
        <w:t>c</w:t>
      </w:r>
      <w:r w:rsidR="00122E92">
        <w:rPr>
          <w:sz w:val="20"/>
        </w:rPr>
        <w:t>.</w:t>
      </w:r>
      <w:r w:rsidR="00D13FFE">
        <w:rPr>
          <w:sz w:val="20"/>
        </w:rPr>
        <w:t>c</w:t>
      </w:r>
      <w:r w:rsidR="00122E92">
        <w:rPr>
          <w:sz w:val="20"/>
        </w:rPr>
        <w:t>.</w:t>
      </w:r>
      <w:r w:rsidR="00122E92" w:rsidRPr="00122E92">
        <w:rPr>
          <w:sz w:val="20"/>
        </w:rPr>
        <w:t xml:space="preserve"> </w:t>
      </w:r>
      <w:r w:rsidR="00D13FFE">
        <w:rPr>
          <w:sz w:val="20"/>
        </w:rPr>
        <w:t>mediante</w:t>
      </w:r>
      <w:r w:rsidR="00122E92" w:rsidRPr="00080B94">
        <w:rPr>
          <w:sz w:val="20"/>
        </w:rPr>
        <w:t xml:space="preserve"> posta elettronica certificata ovvero con raccomandata A.R.</w:t>
      </w:r>
      <w:r w:rsidR="00122E92" w:rsidRPr="00122E92">
        <w:rPr>
          <w:sz w:val="20"/>
        </w:rPr>
        <w:t xml:space="preserve"> senza bisogno di previa messa in mora o di intervento dell’Autorità Giudiziaria, nei seguenti casi:</w:t>
      </w:r>
    </w:p>
    <w:p w14:paraId="2EAE09F8" w14:textId="77777777" w:rsidR="00693249" w:rsidRDefault="00693249" w:rsidP="00D0007F">
      <w:pPr>
        <w:pStyle w:val="Titolo1"/>
        <w:jc w:val="both"/>
      </w:pPr>
      <w:bookmarkStart w:id="4" w:name="_Ref31359465"/>
      <w:r>
        <w:t>- Frode nella esecuzione del contratto;</w:t>
      </w:r>
    </w:p>
    <w:p w14:paraId="65C14675" w14:textId="77777777" w:rsidR="00693249" w:rsidRDefault="00693249" w:rsidP="00D0007F">
      <w:pPr>
        <w:pStyle w:val="Titolo1"/>
        <w:jc w:val="both"/>
      </w:pPr>
      <w:r>
        <w:t>- Inadempimento rispetto ai termini di esecuzione del contratto;</w:t>
      </w:r>
    </w:p>
    <w:p w14:paraId="42B8EEC4" w14:textId="77777777" w:rsidR="00693249" w:rsidRDefault="00693249" w:rsidP="00D0007F">
      <w:pPr>
        <w:pStyle w:val="Titolo1"/>
        <w:jc w:val="both"/>
      </w:pPr>
      <w:r>
        <w:t>- I</w:t>
      </w:r>
      <w:r w:rsidRPr="00693249">
        <w:t xml:space="preserve">nadempimento alle obbligazioni contrattuali tale da compromettere la </w:t>
      </w:r>
      <w:r w:rsidR="00121279">
        <w:t>perfetta esecuzione del contratto</w:t>
      </w:r>
      <w:r>
        <w:t>;</w:t>
      </w:r>
    </w:p>
    <w:p w14:paraId="4BAC9D22" w14:textId="77777777" w:rsidR="00121279" w:rsidRPr="00121279" w:rsidRDefault="00121279" w:rsidP="00D0007F">
      <w:pPr>
        <w:pStyle w:val="Titolo1"/>
        <w:jc w:val="both"/>
      </w:pPr>
      <w:r>
        <w:t>- Inadempienza accertata alla vigente normativa in materia di prevenzione degli infortuni, sicurezza sul lavoro e assicurazioni obbligatorie del personale;</w:t>
      </w:r>
    </w:p>
    <w:p w14:paraId="38150994" w14:textId="77777777" w:rsidR="00693249" w:rsidRPr="00D92DC5" w:rsidRDefault="00693249" w:rsidP="00D0007F">
      <w:pPr>
        <w:pStyle w:val="Titolo1"/>
        <w:jc w:val="both"/>
      </w:pPr>
      <w:r w:rsidRPr="00D92DC5">
        <w:t xml:space="preserve">- </w:t>
      </w:r>
      <w:r w:rsidR="00D92DC5">
        <w:t>Inadempienza</w:t>
      </w:r>
      <w:r w:rsidRPr="00D92DC5">
        <w:t xml:space="preserve"> del </w:t>
      </w:r>
      <w:r w:rsidR="00D92DC5">
        <w:t>Contraente</w:t>
      </w:r>
      <w:r w:rsidRPr="00D92DC5">
        <w:t xml:space="preserve"> </w:t>
      </w:r>
      <w:r w:rsidR="00D92DC5">
        <w:t>rispetto</w:t>
      </w:r>
      <w:r w:rsidRPr="00D92DC5">
        <w:t xml:space="preserve"> </w:t>
      </w:r>
      <w:r w:rsidR="00D92DC5">
        <w:t>a</w:t>
      </w:r>
      <w:r w:rsidRPr="00D92DC5">
        <w:t xml:space="preserve">i debiti contratti per l’esercizio della propria </w:t>
      </w:r>
      <w:r w:rsidR="00D92DC5">
        <w:t>attività</w:t>
      </w:r>
      <w:r w:rsidRPr="00D92DC5">
        <w:t xml:space="preserve"> e </w:t>
      </w:r>
      <w:r w:rsidR="00D92DC5">
        <w:t xml:space="preserve">per </w:t>
      </w:r>
      <w:r w:rsidRPr="00D92DC5">
        <w:t>lo svolgimento del contratto;</w:t>
      </w:r>
    </w:p>
    <w:p w14:paraId="1A1D3FA5" w14:textId="77777777" w:rsidR="00121279" w:rsidRDefault="00121279" w:rsidP="00D0007F">
      <w:pPr>
        <w:pStyle w:val="Titolo1"/>
        <w:jc w:val="both"/>
      </w:pPr>
      <w:r>
        <w:t>2)</w:t>
      </w:r>
      <w:r w:rsidR="00693249">
        <w:t xml:space="preserve">In caso di risoluzione del contratto per fatto </w:t>
      </w:r>
      <w:r>
        <w:t>del Contraente</w:t>
      </w:r>
      <w:r w:rsidR="00693249">
        <w:t xml:space="preserve"> verranno riconosciuti a quest’ultim</w:t>
      </w:r>
      <w:r>
        <w:t>o</w:t>
      </w:r>
      <w:r w:rsidR="00693249">
        <w:t xml:space="preserve"> solo gli importi corrispondenti alla parte </w:t>
      </w:r>
      <w:r>
        <w:t>del contratto</w:t>
      </w:r>
      <w:r w:rsidR="00693249">
        <w:t xml:space="preserve"> eseguita in modo completo ed accertata </w:t>
      </w:r>
      <w:r>
        <w:t>dall’Ente</w:t>
      </w:r>
      <w:r w:rsidR="00693249">
        <w:t xml:space="preserve">. </w:t>
      </w:r>
      <w:r>
        <w:t>Il Contraente</w:t>
      </w:r>
      <w:r w:rsidR="00693249">
        <w:t xml:space="preserve"> dovrà in ogni caso risarcire </w:t>
      </w:r>
      <w:r>
        <w:t>all’Ente</w:t>
      </w:r>
      <w:r w:rsidR="00693249">
        <w:t xml:space="preserve"> qualsiasi danno diretto e indiretto che possa comunque derivare dall</w:t>
      </w:r>
      <w:r>
        <w:t>e</w:t>
      </w:r>
      <w:r w:rsidR="00693249">
        <w:t xml:space="preserve"> inadempienz</w:t>
      </w:r>
      <w:r>
        <w:t>e</w:t>
      </w:r>
      <w:r w:rsidR="00693249">
        <w:t xml:space="preserve"> del </w:t>
      </w:r>
      <w:r>
        <w:t>Contraente medesimo</w:t>
      </w:r>
      <w:r w:rsidR="00693249">
        <w:t>.</w:t>
      </w:r>
    </w:p>
    <w:p w14:paraId="6F1F5E5A" w14:textId="77777777" w:rsidR="00693249" w:rsidRDefault="00121279" w:rsidP="00D0007F">
      <w:pPr>
        <w:pStyle w:val="Titolo1"/>
        <w:jc w:val="both"/>
      </w:pPr>
      <w:r>
        <w:t>3)</w:t>
      </w:r>
      <w:r w:rsidR="00693249">
        <w:t xml:space="preserve">Rimane ferma la facoltà da parte </w:t>
      </w:r>
      <w:r>
        <w:t>dell’Ente</w:t>
      </w:r>
      <w:r w:rsidR="00693249">
        <w:t xml:space="preserve"> di procedere d’ufficio in tutti i casi sopra indicati. </w:t>
      </w:r>
      <w:r w:rsidR="00693249" w:rsidRPr="00D92DC5">
        <w:t xml:space="preserve">Ogni contestazione in </w:t>
      </w:r>
      <w:r w:rsidR="00693249" w:rsidRPr="00D92DC5">
        <w:lastRenderedPageBreak/>
        <w:t xml:space="preserve">merito alla legittimità del provvedimento </w:t>
      </w:r>
      <w:r w:rsidRPr="00D92DC5">
        <w:t>di</w:t>
      </w:r>
      <w:r w:rsidR="00693249" w:rsidRPr="00D92DC5">
        <w:t xml:space="preserve"> risoluzione del contratto o di esecuzione d’ufficio potrà riguardare soltanto </w:t>
      </w:r>
      <w:r w:rsidRPr="00D92DC5">
        <w:t xml:space="preserve">l’entità del </w:t>
      </w:r>
      <w:r w:rsidR="00693249" w:rsidRPr="00D92DC5">
        <w:t xml:space="preserve">risarcimento e non l’annullamento del provvedimento adottato </w:t>
      </w:r>
      <w:r w:rsidR="00D92DC5" w:rsidRPr="00D92DC5">
        <w:t>dall’Ente</w:t>
      </w:r>
      <w:r w:rsidR="00693249" w:rsidRPr="00D92DC5">
        <w:t xml:space="preserve"> e non potrà essere invocata </w:t>
      </w:r>
      <w:r w:rsidR="00D92DC5">
        <w:t>dal Contraente medesimo</w:t>
      </w:r>
      <w:r w:rsidR="00693249" w:rsidRPr="00D92DC5">
        <w:t xml:space="preserve"> per rifiutare o ritardare l’adempimento dell’obbligo </w:t>
      </w:r>
      <w:r w:rsidR="00D92DC5">
        <w:t>contrattuale</w:t>
      </w:r>
      <w:r w:rsidR="00693249" w:rsidRPr="00D92DC5">
        <w:t>.</w:t>
      </w:r>
      <w:r w:rsidR="00693249">
        <w:t xml:space="preserve"> Nell’ipotesi di risoluzione contrattuale, </w:t>
      </w:r>
      <w:r w:rsidR="00D0007F">
        <w:t>l’Ente</w:t>
      </w:r>
      <w:r w:rsidR="00693249">
        <w:t xml:space="preserve"> procederà all’incameramento della cauzione prestata, all’eventuale escussione del danno, salvo il risarcimento degli eventuali </w:t>
      </w:r>
      <w:r w:rsidR="00693249" w:rsidRPr="00D92DC5">
        <w:t>ulteriori</w:t>
      </w:r>
      <w:r w:rsidR="00693249">
        <w:t xml:space="preserve"> danni</w:t>
      </w:r>
      <w:r w:rsidR="00D92DC5">
        <w:t xml:space="preserve"> patiti</w:t>
      </w:r>
      <w:r w:rsidR="00693249">
        <w:t>.</w:t>
      </w:r>
    </w:p>
    <w:p w14:paraId="2173927E" w14:textId="77777777" w:rsidR="00ED2FD8" w:rsidRPr="005168B9" w:rsidRDefault="00ED2FD8" w:rsidP="00ED2FD8">
      <w:pPr>
        <w:rPr>
          <w:sz w:val="20"/>
        </w:rPr>
      </w:pPr>
      <w:bookmarkStart w:id="5" w:name="_GoBack"/>
      <w:bookmarkEnd w:id="5"/>
      <w:r w:rsidRPr="00283167">
        <w:rPr>
          <w:sz w:val="20"/>
        </w:rPr>
        <w:t>4)Documentazione antimafia</w:t>
      </w:r>
    </w:p>
    <w:p w14:paraId="69C79F8C" w14:textId="77777777" w:rsidR="005E3EC0" w:rsidRPr="005168B9" w:rsidRDefault="00ED2FD8" w:rsidP="008414A5">
      <w:pPr>
        <w:rPr>
          <w:sz w:val="20"/>
        </w:rPr>
      </w:pPr>
      <w:proofErr w:type="gramStart"/>
      <w:r w:rsidRPr="005168B9">
        <w:rPr>
          <w:sz w:val="20"/>
        </w:rPr>
        <w:t>4.1</w:t>
      </w:r>
      <w:r w:rsidR="008414A5" w:rsidRPr="005168B9">
        <w:rPr>
          <w:sz w:val="20"/>
        </w:rPr>
        <w:t>)Attesa</w:t>
      </w:r>
      <w:proofErr w:type="gramEnd"/>
      <w:r w:rsidR="008414A5" w:rsidRPr="005168B9">
        <w:rPr>
          <w:sz w:val="20"/>
        </w:rPr>
        <w:t xml:space="preserve"> l’urgenza determinata dal rispetto del cronoprogramma di progetto con conseguente perdita del finanziamento, il presente contratto è </w:t>
      </w:r>
      <w:r w:rsidR="008B3ED2" w:rsidRPr="005168B9">
        <w:rPr>
          <w:sz w:val="20"/>
        </w:rPr>
        <w:t>sottoscritto</w:t>
      </w:r>
      <w:r w:rsidR="005E3EC0" w:rsidRPr="005168B9">
        <w:rPr>
          <w:sz w:val="20"/>
        </w:rPr>
        <w:t xml:space="preserve">, sottoposto a condizione risolutiva, dipendente </w:t>
      </w:r>
      <w:r w:rsidR="008414A5" w:rsidRPr="005168B9">
        <w:rPr>
          <w:sz w:val="20"/>
        </w:rPr>
        <w:t>d</w:t>
      </w:r>
      <w:r w:rsidR="005E3EC0" w:rsidRPr="005168B9">
        <w:rPr>
          <w:sz w:val="20"/>
        </w:rPr>
        <w:t>a</w:t>
      </w:r>
      <w:r w:rsidR="008414A5" w:rsidRPr="005168B9">
        <w:rPr>
          <w:sz w:val="20"/>
        </w:rPr>
        <w:t>l rilascio da parte dell’UTG competente</w:t>
      </w:r>
      <w:r w:rsidR="005E3EC0" w:rsidRPr="005168B9">
        <w:rPr>
          <w:sz w:val="20"/>
        </w:rPr>
        <w:t xml:space="preserve"> della documentazione antimafia liberatoria.</w:t>
      </w:r>
    </w:p>
    <w:p w14:paraId="2A40AB68" w14:textId="77777777" w:rsidR="008414A5" w:rsidRPr="005168B9" w:rsidRDefault="00ED2FD8" w:rsidP="008414A5">
      <w:pPr>
        <w:rPr>
          <w:sz w:val="20"/>
        </w:rPr>
      </w:pPr>
      <w:proofErr w:type="gramStart"/>
      <w:r w:rsidRPr="005168B9">
        <w:rPr>
          <w:sz w:val="20"/>
        </w:rPr>
        <w:t>4.2</w:t>
      </w:r>
      <w:r w:rsidR="005E3EC0" w:rsidRPr="005168B9">
        <w:rPr>
          <w:sz w:val="20"/>
        </w:rPr>
        <w:t>)La</w:t>
      </w:r>
      <w:proofErr w:type="gramEnd"/>
      <w:r w:rsidR="008414A5" w:rsidRPr="005168B9">
        <w:rPr>
          <w:sz w:val="20"/>
        </w:rPr>
        <w:t xml:space="preserve"> documentazione antimafia ex art. 84 del </w:t>
      </w:r>
      <w:proofErr w:type="spellStart"/>
      <w:r w:rsidR="008414A5" w:rsidRPr="005168B9">
        <w:rPr>
          <w:sz w:val="20"/>
        </w:rPr>
        <w:t>d.lgs</w:t>
      </w:r>
      <w:proofErr w:type="spellEnd"/>
      <w:r w:rsidR="008414A5" w:rsidRPr="005168B9">
        <w:rPr>
          <w:sz w:val="20"/>
        </w:rPr>
        <w:t xml:space="preserve"> 159/2011 </w:t>
      </w:r>
      <w:r w:rsidR="005E3EC0" w:rsidRPr="005168B9">
        <w:rPr>
          <w:sz w:val="20"/>
        </w:rPr>
        <w:t xml:space="preserve">è stata </w:t>
      </w:r>
      <w:r w:rsidR="008414A5" w:rsidRPr="005168B9">
        <w:rPr>
          <w:sz w:val="20"/>
        </w:rPr>
        <w:t xml:space="preserve">richiesta in data </w:t>
      </w:r>
      <w:r w:rsidRPr="005168B9">
        <w:rPr>
          <w:sz w:val="20"/>
        </w:rPr>
        <w:t>XX/XX/XX</w:t>
      </w:r>
      <w:r w:rsidR="008414A5" w:rsidRPr="005168B9">
        <w:rPr>
          <w:sz w:val="20"/>
        </w:rPr>
        <w:t xml:space="preserve"> (in atti prot. N.  </w:t>
      </w:r>
      <w:proofErr w:type="spellStart"/>
      <w:r w:rsidR="008414A5" w:rsidRPr="005168B9">
        <w:rPr>
          <w:sz w:val="20"/>
        </w:rPr>
        <w:t>PR_</w:t>
      </w:r>
      <w:r w:rsidRPr="005168B9">
        <w:rPr>
          <w:sz w:val="20"/>
        </w:rPr>
        <w:t>XX</w:t>
      </w:r>
      <w:r w:rsidR="008414A5" w:rsidRPr="005168B9">
        <w:rPr>
          <w:sz w:val="20"/>
        </w:rPr>
        <w:t>UTG_Ingresso_</w:t>
      </w:r>
      <w:r w:rsidRPr="005168B9">
        <w:rPr>
          <w:sz w:val="20"/>
        </w:rPr>
        <w:t>XXXXXXX</w:t>
      </w:r>
      <w:r w:rsidR="008414A5" w:rsidRPr="005168B9">
        <w:rPr>
          <w:sz w:val="20"/>
        </w:rPr>
        <w:t>_</w:t>
      </w:r>
      <w:r w:rsidRPr="005168B9">
        <w:rPr>
          <w:sz w:val="20"/>
        </w:rPr>
        <w:t>XXXXXXXX</w:t>
      </w:r>
      <w:proofErr w:type="spellEnd"/>
      <w:r w:rsidR="008414A5" w:rsidRPr="005168B9">
        <w:rPr>
          <w:sz w:val="20"/>
        </w:rPr>
        <w:t>)</w:t>
      </w:r>
      <w:r w:rsidR="005E3EC0" w:rsidRPr="005168B9">
        <w:rPr>
          <w:sz w:val="20"/>
        </w:rPr>
        <w:t>.</w:t>
      </w:r>
    </w:p>
    <w:p w14:paraId="0DFC7DB1" w14:textId="77777777" w:rsidR="005E3EC0" w:rsidRDefault="00ED2FD8" w:rsidP="008414A5">
      <w:pPr>
        <w:rPr>
          <w:sz w:val="20"/>
        </w:rPr>
      </w:pPr>
      <w:proofErr w:type="gramStart"/>
      <w:r w:rsidRPr="005168B9">
        <w:rPr>
          <w:sz w:val="20"/>
        </w:rPr>
        <w:t>4.3</w:t>
      </w:r>
      <w:r w:rsidR="005E3EC0" w:rsidRPr="005168B9">
        <w:rPr>
          <w:sz w:val="20"/>
        </w:rPr>
        <w:t>)Nel</w:t>
      </w:r>
      <w:proofErr w:type="gramEnd"/>
      <w:r w:rsidR="005E3EC0" w:rsidRPr="005168B9">
        <w:rPr>
          <w:sz w:val="20"/>
        </w:rPr>
        <w:t xml:space="preserve"> caso in cui l’UTG competente rilasci la comunicazione/informazione  antimafia interdittiva la risoluzione di diritto del contratto </w:t>
      </w:r>
      <w:proofErr w:type="spellStart"/>
      <w:r w:rsidR="005E3EC0" w:rsidRPr="005168B9">
        <w:rPr>
          <w:sz w:val="20"/>
        </w:rPr>
        <w:t>sara</w:t>
      </w:r>
      <w:proofErr w:type="spellEnd"/>
      <w:r w:rsidR="005E3EC0" w:rsidRPr="005168B9">
        <w:rPr>
          <w:sz w:val="20"/>
        </w:rPr>
        <w:t xml:space="preserve">̀ comunicata al Contraente </w:t>
      </w:r>
      <w:r w:rsidR="00D0007F" w:rsidRPr="005168B9">
        <w:rPr>
          <w:sz w:val="20"/>
        </w:rPr>
        <w:t>tramite posta elettronica certificata ovvero con raccomandata A.R.</w:t>
      </w:r>
    </w:p>
    <w:p w14:paraId="2A6E98AA" w14:textId="77777777" w:rsidR="005E3EC0" w:rsidRPr="00A07899" w:rsidRDefault="005E3EC0" w:rsidP="00D24488">
      <w:pPr>
        <w:jc w:val="center"/>
        <w:rPr>
          <w:b/>
          <w:bCs/>
          <w:sz w:val="20"/>
        </w:rPr>
      </w:pPr>
      <w:r w:rsidRPr="00A07899">
        <w:rPr>
          <w:b/>
          <w:bCs/>
          <w:sz w:val="20"/>
        </w:rPr>
        <w:t>ART. 1</w:t>
      </w:r>
      <w:r w:rsidR="00ED2FD8" w:rsidRPr="00A07899">
        <w:rPr>
          <w:b/>
          <w:bCs/>
          <w:sz w:val="20"/>
        </w:rPr>
        <w:t>5</w:t>
      </w:r>
      <w:r w:rsidRPr="00A07899">
        <w:rPr>
          <w:b/>
          <w:bCs/>
          <w:sz w:val="20"/>
        </w:rPr>
        <w:t xml:space="preserve"> – DIRETTORE DELL’ESECUZIONE DEL CONTRATTO</w:t>
      </w:r>
    </w:p>
    <w:p w14:paraId="6FE36F6C" w14:textId="094586EB" w:rsidR="00D13FFE" w:rsidRDefault="00D24488" w:rsidP="00D24488">
      <w:pPr>
        <w:rPr>
          <w:bCs/>
          <w:sz w:val="20"/>
        </w:rPr>
      </w:pPr>
      <w:r>
        <w:rPr>
          <w:sz w:val="20"/>
        </w:rPr>
        <w:t>1)</w:t>
      </w:r>
      <w:r w:rsidRPr="00D24488">
        <w:rPr>
          <w:sz w:val="20"/>
        </w:rPr>
        <w:t xml:space="preserve">Ai sensi dell’art. 101 del </w:t>
      </w:r>
      <w:r>
        <w:rPr>
          <w:sz w:val="20"/>
        </w:rPr>
        <w:t>Codice</w:t>
      </w:r>
      <w:r w:rsidRPr="00D24488">
        <w:rPr>
          <w:sz w:val="20"/>
        </w:rPr>
        <w:t xml:space="preserve">, il Direttore </w:t>
      </w:r>
      <w:r w:rsidRPr="00D24488">
        <w:rPr>
          <w:sz w:val="20"/>
        </w:rPr>
        <w:lastRenderedPageBreak/>
        <w:t xml:space="preserve">dell’esecuzione del contratto è individuato </w:t>
      </w:r>
      <w:r>
        <w:rPr>
          <w:sz w:val="20"/>
        </w:rPr>
        <w:t>dall’Ente</w:t>
      </w:r>
      <w:r w:rsidRPr="00D24488">
        <w:rPr>
          <w:sz w:val="20"/>
        </w:rPr>
        <w:t xml:space="preserve"> nella persona del </w:t>
      </w:r>
      <w:r w:rsidR="00D13FFE" w:rsidRPr="00057232">
        <w:rPr>
          <w:bCs/>
          <w:sz w:val="20"/>
        </w:rPr>
        <w:t>[COMPLETARE]</w:t>
      </w:r>
      <w:r w:rsidR="00077D95">
        <w:rPr>
          <w:bCs/>
          <w:sz w:val="20"/>
        </w:rPr>
        <w:t>.</w:t>
      </w:r>
    </w:p>
    <w:p w14:paraId="03366EE2" w14:textId="77777777" w:rsidR="00D24488" w:rsidRDefault="00D24488" w:rsidP="00D24488">
      <w:pPr>
        <w:rPr>
          <w:sz w:val="20"/>
        </w:rPr>
      </w:pPr>
      <w:r>
        <w:rPr>
          <w:sz w:val="20"/>
        </w:rPr>
        <w:t>2)Il Contraente</w:t>
      </w:r>
      <w:r w:rsidRPr="00D24488">
        <w:rPr>
          <w:sz w:val="20"/>
        </w:rPr>
        <w:t xml:space="preserve"> </w:t>
      </w:r>
      <w:r>
        <w:rPr>
          <w:sz w:val="20"/>
        </w:rPr>
        <w:t xml:space="preserve">individua il </w:t>
      </w:r>
      <w:r w:rsidR="00D13FFE" w:rsidRPr="00057232">
        <w:rPr>
          <w:bCs/>
          <w:sz w:val="20"/>
        </w:rPr>
        <w:t>[COMPLETARE]</w:t>
      </w:r>
      <w:r>
        <w:rPr>
          <w:sz w:val="20"/>
        </w:rPr>
        <w:t xml:space="preserve"> quale </w:t>
      </w:r>
      <w:r w:rsidRPr="00D24488">
        <w:rPr>
          <w:sz w:val="20"/>
        </w:rPr>
        <w:t>re</w:t>
      </w:r>
      <w:r>
        <w:rPr>
          <w:sz w:val="20"/>
        </w:rPr>
        <w:t>ferente</w:t>
      </w:r>
      <w:r w:rsidRPr="00D24488">
        <w:rPr>
          <w:sz w:val="20"/>
        </w:rPr>
        <w:t xml:space="preserve"> </w:t>
      </w:r>
      <w:r>
        <w:rPr>
          <w:sz w:val="20"/>
        </w:rPr>
        <w:t xml:space="preserve">durante </w:t>
      </w:r>
      <w:r w:rsidR="00907BB3">
        <w:rPr>
          <w:sz w:val="20"/>
        </w:rPr>
        <w:t xml:space="preserve">la fase di </w:t>
      </w:r>
      <w:r>
        <w:rPr>
          <w:sz w:val="20"/>
        </w:rPr>
        <w:t>esecuzione del contratto.</w:t>
      </w:r>
    </w:p>
    <w:p w14:paraId="5A489643" w14:textId="77777777" w:rsidR="005E3EC0" w:rsidRPr="00A07899" w:rsidRDefault="005E3EC0" w:rsidP="00D24488">
      <w:pPr>
        <w:jc w:val="center"/>
        <w:rPr>
          <w:b/>
          <w:bCs/>
          <w:sz w:val="20"/>
        </w:rPr>
      </w:pPr>
      <w:r w:rsidRPr="00A07899">
        <w:rPr>
          <w:b/>
          <w:bCs/>
          <w:sz w:val="20"/>
        </w:rPr>
        <w:t xml:space="preserve">ART. </w:t>
      </w:r>
      <w:r w:rsidR="001D6781" w:rsidRPr="00A07899">
        <w:rPr>
          <w:b/>
          <w:bCs/>
          <w:sz w:val="20"/>
        </w:rPr>
        <w:t>1</w:t>
      </w:r>
      <w:r w:rsidR="00ED2FD8" w:rsidRPr="00A07899">
        <w:rPr>
          <w:b/>
          <w:bCs/>
          <w:sz w:val="20"/>
        </w:rPr>
        <w:t>6</w:t>
      </w:r>
      <w:r w:rsidRPr="00A07899">
        <w:rPr>
          <w:b/>
          <w:bCs/>
          <w:sz w:val="20"/>
        </w:rPr>
        <w:t xml:space="preserve"> – FORZA MAGGIORE</w:t>
      </w:r>
    </w:p>
    <w:p w14:paraId="2DB97118" w14:textId="77777777" w:rsidR="00D24488" w:rsidRDefault="00907BB3" w:rsidP="00D24488">
      <w:pPr>
        <w:rPr>
          <w:sz w:val="20"/>
        </w:rPr>
      </w:pPr>
      <w:r>
        <w:rPr>
          <w:sz w:val="20"/>
        </w:rPr>
        <w:t>1)</w:t>
      </w:r>
      <w:r w:rsidR="00D24488" w:rsidRPr="00D24488">
        <w:rPr>
          <w:sz w:val="20"/>
        </w:rPr>
        <w:t>Le Parti non saranno ritenute inadempienti qualora l’inosservanza degli obblighi derivanti dal contratto sia dovuta a causa di forza maggiore, intendendosi con tale espressione qualunque evento</w:t>
      </w:r>
      <w:r w:rsidR="00601999">
        <w:rPr>
          <w:sz w:val="20"/>
        </w:rPr>
        <w:t xml:space="preserve"> </w:t>
      </w:r>
      <w:r w:rsidR="00D24488" w:rsidRPr="00D24488">
        <w:rPr>
          <w:sz w:val="20"/>
        </w:rPr>
        <w:t xml:space="preserve">che sfugga alla </w:t>
      </w:r>
      <w:proofErr w:type="spellStart"/>
      <w:r w:rsidR="00D24488" w:rsidRPr="00D24488">
        <w:rPr>
          <w:sz w:val="20"/>
        </w:rPr>
        <w:t>volonta</w:t>
      </w:r>
      <w:proofErr w:type="spellEnd"/>
      <w:r w:rsidR="00D24488" w:rsidRPr="00D24488">
        <w:rPr>
          <w:sz w:val="20"/>
        </w:rPr>
        <w:t>̀ delle Parti e che sia imprevedibile anche mediante l’uso della necessaria diligenza.</w:t>
      </w:r>
    </w:p>
    <w:p w14:paraId="3E346DA6" w14:textId="77777777" w:rsidR="00D24488" w:rsidRPr="00D24488" w:rsidRDefault="00D24488" w:rsidP="00D24488">
      <w:pPr>
        <w:rPr>
          <w:sz w:val="20"/>
        </w:rPr>
      </w:pPr>
      <w:r>
        <w:rPr>
          <w:sz w:val="20"/>
        </w:rPr>
        <w:t>2)</w:t>
      </w:r>
      <w:r w:rsidRPr="00D24488">
        <w:rPr>
          <w:sz w:val="20"/>
        </w:rPr>
        <w:t xml:space="preserve">Verificatosi un caso di forza maggiore che impedisca ad una Parte l’esatta e puntuale osservanza degli obblighi contrattuali, la stessa </w:t>
      </w:r>
      <w:proofErr w:type="spellStart"/>
      <w:r w:rsidRPr="00D24488">
        <w:rPr>
          <w:sz w:val="20"/>
        </w:rPr>
        <w:t>sara</w:t>
      </w:r>
      <w:proofErr w:type="spellEnd"/>
      <w:r w:rsidRPr="00D24488">
        <w:rPr>
          <w:sz w:val="20"/>
        </w:rPr>
        <w:t>̀ tenuta a darne tempestiva comunicazione all’altra, indicando anche il tempo prevedibile di impedimento.</w:t>
      </w:r>
    </w:p>
    <w:p w14:paraId="7C5F6187" w14:textId="77777777" w:rsidR="00D24488" w:rsidRPr="008414A5" w:rsidRDefault="00D24488" w:rsidP="00D24488">
      <w:pPr>
        <w:rPr>
          <w:sz w:val="20"/>
        </w:rPr>
      </w:pPr>
      <w:r>
        <w:rPr>
          <w:sz w:val="20"/>
        </w:rPr>
        <w:t>3)</w:t>
      </w:r>
      <w:r w:rsidRPr="00D24488">
        <w:rPr>
          <w:sz w:val="20"/>
        </w:rPr>
        <w:t xml:space="preserve">La Parte che non abbia potuto adempiere per causa di forza maggiore </w:t>
      </w:r>
      <w:proofErr w:type="spellStart"/>
      <w:r w:rsidRPr="00D24488">
        <w:rPr>
          <w:sz w:val="20"/>
        </w:rPr>
        <w:t>avra</w:t>
      </w:r>
      <w:proofErr w:type="spellEnd"/>
      <w:r w:rsidRPr="00D24488">
        <w:rPr>
          <w:sz w:val="20"/>
        </w:rPr>
        <w:t>̀ il diritto ad una proroga dei termini in misura pari alla durata dell’impedimento determinato dalla suddetta causa.</w:t>
      </w:r>
    </w:p>
    <w:bookmarkEnd w:id="4"/>
    <w:p w14:paraId="722D6B48" w14:textId="77777777" w:rsidR="00FB7E44" w:rsidRPr="00A07899" w:rsidRDefault="005677CF" w:rsidP="00117363">
      <w:pPr>
        <w:pStyle w:val="Titolo1"/>
        <w:rPr>
          <w:b/>
          <w:bCs/>
        </w:rPr>
      </w:pPr>
      <w:r w:rsidRPr="00A07899">
        <w:rPr>
          <w:b/>
          <w:bCs/>
        </w:rPr>
        <w:t xml:space="preserve">ART. </w:t>
      </w:r>
      <w:r w:rsidR="00CB1AD4" w:rsidRPr="00A07899">
        <w:rPr>
          <w:b/>
          <w:bCs/>
        </w:rPr>
        <w:t>1</w:t>
      </w:r>
      <w:r w:rsidR="00601999" w:rsidRPr="00A07899">
        <w:rPr>
          <w:b/>
          <w:bCs/>
        </w:rPr>
        <w:t>7</w:t>
      </w:r>
      <w:r w:rsidRPr="00A07899">
        <w:rPr>
          <w:b/>
          <w:bCs/>
        </w:rPr>
        <w:t xml:space="preserve"> - </w:t>
      </w:r>
      <w:r w:rsidR="00FB7E44" w:rsidRPr="00A07899">
        <w:rPr>
          <w:b/>
          <w:bCs/>
        </w:rPr>
        <w:t>TRATTAMENTO DEI DATI PERSONALI</w:t>
      </w:r>
    </w:p>
    <w:p w14:paraId="53799115" w14:textId="77777777" w:rsidR="00721DD9" w:rsidRPr="00A44540" w:rsidRDefault="002A244A" w:rsidP="001D6781">
      <w:pPr>
        <w:pStyle w:val="Paragrafoelenco"/>
        <w:ind w:left="0"/>
        <w:rPr>
          <w:sz w:val="20"/>
        </w:rPr>
      </w:pPr>
      <w:r w:rsidRPr="00A44540">
        <w:rPr>
          <w:sz w:val="20"/>
        </w:rPr>
        <w:t>1</w:t>
      </w:r>
      <w:r w:rsidR="00833A10" w:rsidRPr="00A44540">
        <w:rPr>
          <w:sz w:val="20"/>
        </w:rPr>
        <w:t>)</w:t>
      </w:r>
      <w:r w:rsidR="001D6781" w:rsidRPr="001D6781">
        <w:rPr>
          <w:sz w:val="20"/>
        </w:rPr>
        <w:t xml:space="preserve">Le Parti dichiarano di essere reciprocamente informate in merito a quanto disposto dall'art. 13 del Regolamento UE n. 679/2016 (GDPR) e dall'art. 13 del d.lgs. n. 196/2003 così come modificato ed integrato dal d.lgs. n. 101/2018, riconoscendo che i dati personali contenuti nel presente </w:t>
      </w:r>
      <w:r w:rsidR="001D6781">
        <w:rPr>
          <w:sz w:val="20"/>
        </w:rPr>
        <w:t>contratto</w:t>
      </w:r>
      <w:r w:rsidR="001D6781" w:rsidRPr="001D6781">
        <w:rPr>
          <w:sz w:val="20"/>
        </w:rPr>
        <w:t xml:space="preserve"> saranno </w:t>
      </w:r>
      <w:r w:rsidR="001D6781" w:rsidRPr="001D6781">
        <w:rPr>
          <w:sz w:val="20"/>
        </w:rPr>
        <w:lastRenderedPageBreak/>
        <w:t>esclusivamente trattati dai soggetti contemplati da dette norme al fine di dare esecuzione all'atto stesso, per adempiere ai doveri di legge e per le necessarie esigenze organizzative, autorizzando quindi il trattamento dei dati stessi.</w:t>
      </w:r>
    </w:p>
    <w:p w14:paraId="79BFAA11" w14:textId="77777777" w:rsidR="00FB7E44" w:rsidRPr="00A07899" w:rsidRDefault="005677CF" w:rsidP="00117363">
      <w:pPr>
        <w:pStyle w:val="Titolo1"/>
        <w:rPr>
          <w:b/>
          <w:bCs/>
        </w:rPr>
      </w:pPr>
      <w:r w:rsidRPr="00A07899">
        <w:rPr>
          <w:b/>
          <w:bCs/>
        </w:rPr>
        <w:t xml:space="preserve">ART. </w:t>
      </w:r>
      <w:r w:rsidR="00CB1AD4" w:rsidRPr="00A07899">
        <w:rPr>
          <w:b/>
          <w:bCs/>
        </w:rPr>
        <w:t>1</w:t>
      </w:r>
      <w:r w:rsidR="00601999" w:rsidRPr="00A07899">
        <w:rPr>
          <w:b/>
          <w:bCs/>
        </w:rPr>
        <w:t>8</w:t>
      </w:r>
      <w:r w:rsidRPr="00A07899">
        <w:rPr>
          <w:b/>
          <w:bCs/>
        </w:rPr>
        <w:t xml:space="preserve"> </w:t>
      </w:r>
      <w:r w:rsidR="005E3EC0" w:rsidRPr="00A07899">
        <w:rPr>
          <w:b/>
          <w:bCs/>
        </w:rPr>
        <w:t>–</w:t>
      </w:r>
      <w:r w:rsidRPr="00A07899">
        <w:rPr>
          <w:b/>
          <w:bCs/>
        </w:rPr>
        <w:t xml:space="preserve"> </w:t>
      </w:r>
      <w:r w:rsidR="005E3EC0" w:rsidRPr="00A07899">
        <w:rPr>
          <w:b/>
          <w:bCs/>
        </w:rPr>
        <w:t xml:space="preserve">LEGGE APPLICABILE E </w:t>
      </w:r>
      <w:r w:rsidR="00FB7E44" w:rsidRPr="00A07899">
        <w:rPr>
          <w:b/>
          <w:bCs/>
        </w:rPr>
        <w:t>FORO COMPETENTE</w:t>
      </w:r>
    </w:p>
    <w:p w14:paraId="48EC4D67" w14:textId="77777777" w:rsidR="003C6658" w:rsidRDefault="003C6658" w:rsidP="00A44540">
      <w:pPr>
        <w:pStyle w:val="Paragrafoelenco"/>
        <w:ind w:left="0"/>
        <w:rPr>
          <w:sz w:val="20"/>
        </w:rPr>
      </w:pPr>
      <w:r>
        <w:rPr>
          <w:sz w:val="20"/>
        </w:rPr>
        <w:t>1)</w:t>
      </w:r>
      <w:r w:rsidRPr="003C6658">
        <w:rPr>
          <w:sz w:val="20"/>
        </w:rPr>
        <w:t xml:space="preserve">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w:t>
      </w:r>
      <w:r>
        <w:rPr>
          <w:sz w:val="20"/>
        </w:rPr>
        <w:t xml:space="preserve">le </w:t>
      </w:r>
      <w:r w:rsidRPr="003C6658">
        <w:rPr>
          <w:sz w:val="20"/>
        </w:rPr>
        <w:t>deroghe citate nel contratto</w:t>
      </w:r>
      <w:r w:rsidR="00907BB3">
        <w:rPr>
          <w:sz w:val="20"/>
        </w:rPr>
        <w:t xml:space="preserve"> medesimo</w:t>
      </w:r>
      <w:r w:rsidRPr="003C6658">
        <w:rPr>
          <w:sz w:val="20"/>
        </w:rPr>
        <w:t>.</w:t>
      </w:r>
    </w:p>
    <w:p w14:paraId="2C6252BE" w14:textId="77777777" w:rsidR="005677CF" w:rsidRPr="00A44540" w:rsidRDefault="003C6658" w:rsidP="00A44540">
      <w:pPr>
        <w:pStyle w:val="Paragrafoelenco"/>
        <w:ind w:left="0"/>
        <w:rPr>
          <w:sz w:val="20"/>
        </w:rPr>
      </w:pPr>
      <w:r>
        <w:rPr>
          <w:sz w:val="20"/>
        </w:rPr>
        <w:t>2</w:t>
      </w:r>
      <w:r w:rsidR="00A44540">
        <w:rPr>
          <w:sz w:val="20"/>
        </w:rPr>
        <w:t>)</w:t>
      </w:r>
      <w:r w:rsidR="005677CF" w:rsidRPr="00A44540">
        <w:rPr>
          <w:sz w:val="20"/>
        </w:rPr>
        <w:t>Per qualsiasi controversia che non possa venire risolta in via amichevole, sarà competente il Foro di Roma.</w:t>
      </w:r>
    </w:p>
    <w:p w14:paraId="530D1332" w14:textId="77777777" w:rsidR="005677CF" w:rsidRPr="00601999" w:rsidRDefault="003C6658" w:rsidP="00A44540">
      <w:pPr>
        <w:pStyle w:val="Paragrafoelenco"/>
        <w:ind w:left="0"/>
        <w:rPr>
          <w:sz w:val="20"/>
        </w:rPr>
      </w:pPr>
      <w:r w:rsidRPr="00601999">
        <w:rPr>
          <w:sz w:val="20"/>
        </w:rPr>
        <w:t>3</w:t>
      </w:r>
      <w:r w:rsidR="00A44540" w:rsidRPr="00601999">
        <w:rPr>
          <w:sz w:val="20"/>
        </w:rPr>
        <w:t>)</w:t>
      </w:r>
      <w:r w:rsidR="005677CF" w:rsidRPr="00601999">
        <w:rPr>
          <w:sz w:val="20"/>
        </w:rPr>
        <w:t xml:space="preserve">Ai sensi dell’art. 120, c. 4, del </w:t>
      </w:r>
      <w:proofErr w:type="gramStart"/>
      <w:r w:rsidR="005677CF" w:rsidRPr="00601999">
        <w:rPr>
          <w:sz w:val="20"/>
        </w:rPr>
        <w:t>D.Lgs</w:t>
      </w:r>
      <w:proofErr w:type="gramEnd"/>
      <w:r w:rsidR="005677CF" w:rsidRPr="00601999">
        <w:rPr>
          <w:sz w:val="20"/>
        </w:rPr>
        <w:t>.104/2010, si informa che l’Ente fruisce del patrocinio dell’Avvocatura dello Stato.</w:t>
      </w:r>
    </w:p>
    <w:p w14:paraId="37A64CA4" w14:textId="77777777" w:rsidR="00FB7E44" w:rsidRPr="00A07899" w:rsidRDefault="00DF143D" w:rsidP="00117363">
      <w:pPr>
        <w:pStyle w:val="Titolo1"/>
        <w:rPr>
          <w:b/>
          <w:bCs/>
        </w:rPr>
      </w:pPr>
      <w:r w:rsidRPr="00A07899">
        <w:rPr>
          <w:b/>
          <w:bCs/>
        </w:rPr>
        <w:t xml:space="preserve">ART. </w:t>
      </w:r>
      <w:r w:rsidR="00601999" w:rsidRPr="00A07899">
        <w:rPr>
          <w:b/>
          <w:bCs/>
        </w:rPr>
        <w:t>19</w:t>
      </w:r>
      <w:r w:rsidRPr="00A07899">
        <w:rPr>
          <w:b/>
          <w:bCs/>
        </w:rPr>
        <w:t xml:space="preserve"> </w:t>
      </w:r>
      <w:r w:rsidR="001D6781" w:rsidRPr="00A07899">
        <w:rPr>
          <w:b/>
          <w:bCs/>
        </w:rPr>
        <w:t>–</w:t>
      </w:r>
      <w:r w:rsidRPr="00A07899">
        <w:rPr>
          <w:b/>
          <w:bCs/>
        </w:rPr>
        <w:t xml:space="preserve"> </w:t>
      </w:r>
      <w:r w:rsidR="001D6781" w:rsidRPr="00A07899">
        <w:rPr>
          <w:b/>
          <w:bCs/>
        </w:rPr>
        <w:t>SPESE ED ONERI FISCALI</w:t>
      </w:r>
    </w:p>
    <w:p w14:paraId="01D70380" w14:textId="77777777" w:rsidR="001D6781" w:rsidRDefault="00A44540" w:rsidP="003A4854">
      <w:pPr>
        <w:pStyle w:val="Paragrafoelenco"/>
        <w:ind w:left="0"/>
        <w:rPr>
          <w:sz w:val="20"/>
        </w:rPr>
      </w:pPr>
      <w:r>
        <w:rPr>
          <w:sz w:val="20"/>
        </w:rPr>
        <w:t>1)</w:t>
      </w:r>
      <w:r w:rsidR="001D6781" w:rsidRPr="001D6781">
        <w:rPr>
          <w:sz w:val="20"/>
        </w:rPr>
        <w:t xml:space="preserve">Le prestazioni oggetto del presente contratto sono soggette all’imposta sul valore aggiunto, ai sensi del d.P.R. 26/10/1972 n. 633 e </w:t>
      </w:r>
      <w:proofErr w:type="spellStart"/>
      <w:r w:rsidR="001D6781">
        <w:rPr>
          <w:sz w:val="20"/>
        </w:rPr>
        <w:t>s.m.i</w:t>
      </w:r>
      <w:r w:rsidR="001D6781" w:rsidRPr="001D6781">
        <w:rPr>
          <w:sz w:val="20"/>
        </w:rPr>
        <w:t>.</w:t>
      </w:r>
      <w:proofErr w:type="spellEnd"/>
    </w:p>
    <w:p w14:paraId="30AE09C3" w14:textId="77777777" w:rsidR="00DF143D" w:rsidRPr="008512DC" w:rsidRDefault="001D6781" w:rsidP="003A4854">
      <w:pPr>
        <w:pStyle w:val="Paragrafoelenco"/>
        <w:ind w:left="0"/>
        <w:rPr>
          <w:sz w:val="20"/>
        </w:rPr>
      </w:pPr>
      <w:r>
        <w:rPr>
          <w:sz w:val="20"/>
        </w:rPr>
        <w:t>2)</w:t>
      </w:r>
      <w:r w:rsidR="00DF143D" w:rsidRPr="008512DC">
        <w:rPr>
          <w:sz w:val="20"/>
        </w:rPr>
        <w:t xml:space="preserve">Il presente contratto, che consta di </w:t>
      </w:r>
      <w:r w:rsidR="00DF143D" w:rsidRPr="008512DC">
        <w:rPr>
          <w:sz w:val="20"/>
          <w:highlight w:val="yellow"/>
        </w:rPr>
        <w:t>XX</w:t>
      </w:r>
      <w:r w:rsidR="00DF143D" w:rsidRPr="008512DC">
        <w:rPr>
          <w:sz w:val="20"/>
        </w:rPr>
        <w:t xml:space="preserve"> pagine</w:t>
      </w:r>
      <w:r w:rsidR="005677CF" w:rsidRPr="008512DC">
        <w:rPr>
          <w:sz w:val="20"/>
        </w:rPr>
        <w:t xml:space="preserve"> </w:t>
      </w:r>
      <w:r w:rsidR="003C6658" w:rsidRPr="003C6658">
        <w:rPr>
          <w:sz w:val="20"/>
        </w:rPr>
        <w:t>è soggetto ad imposta di bollo ai sensi dell’art. 2 Tariffa allegata al d.P.R. n. 642/1972</w:t>
      </w:r>
      <w:r w:rsidR="003C6658">
        <w:rPr>
          <w:sz w:val="20"/>
        </w:rPr>
        <w:t xml:space="preserve"> ed</w:t>
      </w:r>
      <w:r w:rsidR="00DF143D" w:rsidRPr="008512DC">
        <w:rPr>
          <w:sz w:val="20"/>
        </w:rPr>
        <w:t xml:space="preserve"> è </w:t>
      </w:r>
      <w:r w:rsidR="008B3ED2">
        <w:rPr>
          <w:sz w:val="20"/>
        </w:rPr>
        <w:t>sottoscritto</w:t>
      </w:r>
      <w:r w:rsidR="00DF143D" w:rsidRPr="008512DC">
        <w:rPr>
          <w:sz w:val="20"/>
        </w:rPr>
        <w:t xml:space="preserve"> secondo le disposizioni di cui all’art. 32, c. 14, del Codice.</w:t>
      </w:r>
    </w:p>
    <w:p w14:paraId="1FB94387" w14:textId="77777777" w:rsidR="00DF143D" w:rsidRDefault="0077542A" w:rsidP="003A4854">
      <w:pPr>
        <w:pStyle w:val="Paragrafoelenco"/>
        <w:ind w:left="0"/>
        <w:rPr>
          <w:sz w:val="20"/>
        </w:rPr>
      </w:pPr>
      <w:r>
        <w:rPr>
          <w:sz w:val="20"/>
          <w:highlight w:val="green"/>
        </w:rPr>
        <w:t>3</w:t>
      </w:r>
      <w:r w:rsidR="00A44540" w:rsidRPr="0026295F">
        <w:rPr>
          <w:sz w:val="20"/>
          <w:highlight w:val="green"/>
        </w:rPr>
        <w:t>)</w:t>
      </w:r>
      <w:r w:rsidR="00DF143D" w:rsidRPr="008512DC">
        <w:rPr>
          <w:sz w:val="20"/>
        </w:rPr>
        <w:t xml:space="preserve">Il pagamento dell’imposta di bollo dovuta è a totale carico </w:t>
      </w:r>
      <w:r w:rsidR="00DF143D" w:rsidRPr="008512DC">
        <w:rPr>
          <w:sz w:val="20"/>
        </w:rPr>
        <w:lastRenderedPageBreak/>
        <w:t xml:space="preserve">del Contraente che si </w:t>
      </w:r>
      <w:r w:rsidR="00A44540">
        <w:rPr>
          <w:sz w:val="20"/>
        </w:rPr>
        <w:t xml:space="preserve">è </w:t>
      </w:r>
      <w:r w:rsidR="00DF143D" w:rsidRPr="008512DC">
        <w:rPr>
          <w:sz w:val="20"/>
        </w:rPr>
        <w:t>obbliga</w:t>
      </w:r>
      <w:r w:rsidR="00A44540">
        <w:rPr>
          <w:sz w:val="20"/>
        </w:rPr>
        <w:t>to</w:t>
      </w:r>
      <w:r w:rsidR="00DF143D" w:rsidRPr="008512DC">
        <w:rPr>
          <w:sz w:val="20"/>
        </w:rPr>
        <w:t xml:space="preserve"> all’assolvimento </w:t>
      </w:r>
      <w:r w:rsidR="0026295F">
        <w:rPr>
          <w:sz w:val="20"/>
        </w:rPr>
        <w:t>i</w:t>
      </w:r>
      <w:r w:rsidR="0026295F" w:rsidRPr="0026295F">
        <w:rPr>
          <w:sz w:val="20"/>
        </w:rPr>
        <w:t xml:space="preserve">n modo virtuale in quanto in possesso di autorizzazione ai sensi dell’art.15 del DPR 642/1972 rilasciata dall’Agenzia delle Entrate di </w:t>
      </w:r>
      <w:r w:rsidR="0026295F" w:rsidRPr="0026295F">
        <w:rPr>
          <w:sz w:val="20"/>
          <w:highlight w:val="yellow"/>
        </w:rPr>
        <w:t>_______________</w:t>
      </w:r>
      <w:r w:rsidR="0026295F" w:rsidRPr="0026295F">
        <w:rPr>
          <w:sz w:val="20"/>
        </w:rPr>
        <w:t xml:space="preserve"> in data </w:t>
      </w:r>
      <w:r w:rsidR="0026295F" w:rsidRPr="0026295F">
        <w:rPr>
          <w:sz w:val="20"/>
          <w:highlight w:val="yellow"/>
        </w:rPr>
        <w:t>__/__/____</w:t>
      </w:r>
      <w:r w:rsidR="00A44540">
        <w:rPr>
          <w:sz w:val="20"/>
        </w:rPr>
        <w:t>.</w:t>
      </w:r>
    </w:p>
    <w:p w14:paraId="216059AD" w14:textId="77777777" w:rsidR="0026295F" w:rsidRDefault="0077542A" w:rsidP="003A4854">
      <w:pPr>
        <w:pStyle w:val="Paragrafoelenco"/>
        <w:ind w:left="0"/>
        <w:rPr>
          <w:sz w:val="20"/>
        </w:rPr>
      </w:pPr>
      <w:r>
        <w:rPr>
          <w:sz w:val="20"/>
          <w:highlight w:val="green"/>
        </w:rPr>
        <w:t>3</w:t>
      </w:r>
      <w:r w:rsidR="0026295F" w:rsidRPr="0026295F">
        <w:rPr>
          <w:sz w:val="20"/>
          <w:highlight w:val="green"/>
        </w:rPr>
        <w:t>)</w:t>
      </w:r>
      <w:r w:rsidR="0026295F" w:rsidRPr="008512DC">
        <w:rPr>
          <w:sz w:val="20"/>
        </w:rPr>
        <w:t>Il pagamento dell’imposta di bollo dovuta è a totale carico del Contraente che</w:t>
      </w:r>
      <w:r w:rsidR="0026295F">
        <w:rPr>
          <w:sz w:val="20"/>
        </w:rPr>
        <w:t xml:space="preserve"> ha provveduto mediante l’acquisizione dei contrassegni telematici codice</w:t>
      </w:r>
      <w:r w:rsidR="00907BB3">
        <w:rPr>
          <w:sz w:val="20"/>
        </w:rPr>
        <w:t>/i</w:t>
      </w:r>
      <w:r w:rsidR="0026295F">
        <w:rPr>
          <w:sz w:val="20"/>
        </w:rPr>
        <w:t xml:space="preserve"> </w:t>
      </w:r>
      <w:r w:rsidR="0026295F" w:rsidRPr="0026295F">
        <w:rPr>
          <w:sz w:val="20"/>
          <w:highlight w:val="yellow"/>
        </w:rPr>
        <w:t>…</w:t>
      </w:r>
      <w:r w:rsidR="0026295F">
        <w:rPr>
          <w:sz w:val="20"/>
        </w:rPr>
        <w:t xml:space="preserve">, </w:t>
      </w:r>
      <w:r w:rsidR="0026295F" w:rsidRPr="0026295F">
        <w:rPr>
          <w:sz w:val="20"/>
        </w:rPr>
        <w:t>impegnandosi altre</w:t>
      </w:r>
      <w:r w:rsidR="0026295F">
        <w:rPr>
          <w:sz w:val="20"/>
        </w:rPr>
        <w:t>sì a conservarli</w:t>
      </w:r>
      <w:r w:rsidR="0026295F" w:rsidRPr="0026295F">
        <w:rPr>
          <w:sz w:val="20"/>
        </w:rPr>
        <w:t xml:space="preserve"> per un periodo non inferiore al termine di decadenza fissato dalla normativa</w:t>
      </w:r>
      <w:r w:rsidR="0026295F">
        <w:rPr>
          <w:sz w:val="20"/>
        </w:rPr>
        <w:t>.</w:t>
      </w:r>
    </w:p>
    <w:p w14:paraId="085D0E34" w14:textId="77777777" w:rsidR="0077542A" w:rsidRDefault="0077542A" w:rsidP="003A4854">
      <w:pPr>
        <w:pStyle w:val="Paragrafoelenco"/>
        <w:ind w:left="0"/>
        <w:rPr>
          <w:sz w:val="20"/>
        </w:rPr>
      </w:pPr>
      <w:r>
        <w:rPr>
          <w:sz w:val="20"/>
          <w:highlight w:val="green"/>
        </w:rPr>
        <w:t>3</w:t>
      </w:r>
      <w:r w:rsidRPr="0026295F">
        <w:rPr>
          <w:sz w:val="20"/>
          <w:highlight w:val="green"/>
        </w:rPr>
        <w:t>)</w:t>
      </w:r>
      <w:r w:rsidRPr="008512DC">
        <w:rPr>
          <w:sz w:val="20"/>
        </w:rPr>
        <w:t>Il pagamento dell’imposta di bollo dovuta è a totale carico del Contraente che</w:t>
      </w:r>
      <w:r>
        <w:rPr>
          <w:sz w:val="20"/>
        </w:rPr>
        <w:t xml:space="preserve"> ha provveduto mediante il servizio @</w:t>
      </w:r>
      <w:proofErr w:type="gramStart"/>
      <w:r>
        <w:rPr>
          <w:sz w:val="20"/>
        </w:rPr>
        <w:t>e.bollo</w:t>
      </w:r>
      <w:proofErr w:type="gramEnd"/>
      <w:r>
        <w:rPr>
          <w:sz w:val="20"/>
        </w:rPr>
        <w:t xml:space="preserve"> presso l’Agenzia delle Entrate.</w:t>
      </w:r>
    </w:p>
    <w:p w14:paraId="74F697E3" w14:textId="3A7C9CD5" w:rsidR="005C4484" w:rsidRPr="008512DC" w:rsidRDefault="0077542A" w:rsidP="003A4854">
      <w:pPr>
        <w:pStyle w:val="Paragrafoelenco"/>
        <w:ind w:left="0"/>
        <w:rPr>
          <w:sz w:val="20"/>
        </w:rPr>
      </w:pPr>
      <w:r>
        <w:rPr>
          <w:sz w:val="20"/>
          <w:highlight w:val="green"/>
        </w:rPr>
        <w:t>3</w:t>
      </w:r>
      <w:r w:rsidR="005C4484" w:rsidRPr="003A6D80">
        <w:rPr>
          <w:sz w:val="20"/>
          <w:highlight w:val="green"/>
        </w:rPr>
        <w:t>)</w:t>
      </w:r>
      <w:r w:rsidR="005C4484" w:rsidRPr="008512DC">
        <w:rPr>
          <w:sz w:val="20"/>
        </w:rPr>
        <w:t xml:space="preserve">Il pagamento dell’imposta di bollo dovuta </w:t>
      </w:r>
      <w:r w:rsidR="005C4484">
        <w:rPr>
          <w:sz w:val="20"/>
        </w:rPr>
        <w:t xml:space="preserve">è </w:t>
      </w:r>
      <w:r w:rsidR="005C4484" w:rsidRPr="008512DC">
        <w:rPr>
          <w:sz w:val="20"/>
        </w:rPr>
        <w:t>a totale carico del Contraente</w:t>
      </w:r>
      <w:r w:rsidR="005C4484">
        <w:rPr>
          <w:sz w:val="20"/>
        </w:rPr>
        <w:t xml:space="preserve"> </w:t>
      </w:r>
      <w:r w:rsidR="00077D95" w:rsidRPr="00077D95">
        <w:rPr>
          <w:sz w:val="20"/>
          <w:highlight w:val="green"/>
        </w:rPr>
        <w:t xml:space="preserve">(solo operatori </w:t>
      </w:r>
      <w:proofErr w:type="spellStart"/>
      <w:r w:rsidR="00077D95" w:rsidRPr="00077D95">
        <w:rPr>
          <w:sz w:val="20"/>
          <w:highlight w:val="green"/>
        </w:rPr>
        <w:t>econonomici</w:t>
      </w:r>
      <w:proofErr w:type="spellEnd"/>
      <w:r w:rsidR="00077D95" w:rsidRPr="00077D95">
        <w:rPr>
          <w:sz w:val="20"/>
          <w:highlight w:val="green"/>
        </w:rPr>
        <w:t xml:space="preserve"> stranieri)</w:t>
      </w:r>
      <w:r w:rsidR="00077D95">
        <w:rPr>
          <w:sz w:val="20"/>
        </w:rPr>
        <w:t xml:space="preserve"> </w:t>
      </w:r>
      <w:r w:rsidR="005C4484">
        <w:rPr>
          <w:sz w:val="20"/>
        </w:rPr>
        <w:t xml:space="preserve">che ha provveduto all’assolvimento </w:t>
      </w:r>
      <w:r w:rsidR="005C4484" w:rsidRPr="003A6D80">
        <w:rPr>
          <w:sz w:val="20"/>
        </w:rPr>
        <w:t xml:space="preserve">mediante </w:t>
      </w:r>
      <w:r w:rsidR="005C4484">
        <w:rPr>
          <w:sz w:val="20"/>
        </w:rPr>
        <w:t xml:space="preserve">bonifico bancario </w:t>
      </w:r>
      <w:r w:rsidR="00305334">
        <w:rPr>
          <w:sz w:val="20"/>
        </w:rPr>
        <w:t xml:space="preserve">sul c/c intestato all’Agenzia delle Entrate presso Banca d’Italia IBAN </w:t>
      </w:r>
      <w:r w:rsidR="00305334" w:rsidRPr="00305334">
        <w:rPr>
          <w:sz w:val="20"/>
        </w:rPr>
        <w:t>IT07Y0100003245348008120501</w:t>
      </w:r>
      <w:r w:rsidR="005C4484">
        <w:rPr>
          <w:sz w:val="20"/>
        </w:rPr>
        <w:t>.</w:t>
      </w:r>
    </w:p>
    <w:p w14:paraId="332DC5BE" w14:textId="77777777" w:rsidR="008512DC" w:rsidRPr="008512DC" w:rsidRDefault="0077542A" w:rsidP="001D6781">
      <w:pPr>
        <w:pStyle w:val="Paragrafoelenco"/>
        <w:ind w:left="0"/>
        <w:rPr>
          <w:sz w:val="20"/>
        </w:rPr>
      </w:pPr>
      <w:r>
        <w:rPr>
          <w:sz w:val="20"/>
        </w:rPr>
        <w:t>4</w:t>
      </w:r>
      <w:r w:rsidR="00A44540">
        <w:rPr>
          <w:sz w:val="20"/>
        </w:rPr>
        <w:t>)</w:t>
      </w:r>
      <w:r w:rsidR="001D6781" w:rsidRPr="001D6781">
        <w:rPr>
          <w:sz w:val="20"/>
        </w:rPr>
        <w:t>Le spese di registrazione, in caso d’uso, saranno a carico della Parte richiedente.</w:t>
      </w:r>
    </w:p>
    <w:p w14:paraId="7E07E19C" w14:textId="77777777" w:rsidR="001D6781" w:rsidRPr="001D6781" w:rsidRDefault="001D6781" w:rsidP="001D6781">
      <w:pPr>
        <w:pStyle w:val="Paragrafoelenco"/>
        <w:ind w:left="0"/>
        <w:rPr>
          <w:sz w:val="20"/>
        </w:rPr>
      </w:pPr>
      <w:r w:rsidRPr="001D6781">
        <w:rPr>
          <w:sz w:val="20"/>
        </w:rPr>
        <w:t>Ai sensi e per gli effetti di cui a</w:t>
      </w:r>
      <w:r>
        <w:rPr>
          <w:sz w:val="20"/>
        </w:rPr>
        <w:t xml:space="preserve">gli </w:t>
      </w:r>
      <w:r w:rsidRPr="001D6781">
        <w:rPr>
          <w:sz w:val="20"/>
        </w:rPr>
        <w:t>art</w:t>
      </w:r>
      <w:r>
        <w:rPr>
          <w:sz w:val="20"/>
        </w:rPr>
        <w:t>t</w:t>
      </w:r>
      <w:r w:rsidRPr="001D6781">
        <w:rPr>
          <w:sz w:val="20"/>
        </w:rPr>
        <w:t>.</w:t>
      </w:r>
      <w:r>
        <w:rPr>
          <w:sz w:val="20"/>
        </w:rPr>
        <w:t xml:space="preserve"> </w:t>
      </w:r>
      <w:r w:rsidRPr="001D6781">
        <w:rPr>
          <w:sz w:val="20"/>
        </w:rPr>
        <w:t xml:space="preserve">1341 e 1342 </w:t>
      </w:r>
      <w:r w:rsidR="00284BAD">
        <w:rPr>
          <w:sz w:val="20"/>
        </w:rPr>
        <w:t>c</w:t>
      </w:r>
      <w:r w:rsidRPr="001D6781">
        <w:rPr>
          <w:sz w:val="20"/>
        </w:rPr>
        <w:t>.</w:t>
      </w:r>
      <w:r w:rsidR="00284BAD">
        <w:rPr>
          <w:sz w:val="20"/>
        </w:rPr>
        <w:t>c</w:t>
      </w:r>
      <w:r w:rsidRPr="001D6781">
        <w:rPr>
          <w:sz w:val="20"/>
        </w:rPr>
        <w:t xml:space="preserve">. </w:t>
      </w:r>
      <w:r w:rsidR="00284BAD">
        <w:rPr>
          <w:sz w:val="20"/>
        </w:rPr>
        <w:t xml:space="preserve">dopo attenta lettura </w:t>
      </w:r>
      <w:r w:rsidRPr="001D6781">
        <w:rPr>
          <w:sz w:val="20"/>
        </w:rPr>
        <w:t>si approvano espressamente tutti gli articoli del presente contratto</w:t>
      </w:r>
      <w:r>
        <w:rPr>
          <w:sz w:val="2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1D6781" w14:paraId="3E8EF0D5" w14:textId="77777777" w:rsidTr="00732D09">
        <w:tc>
          <w:tcPr>
            <w:tcW w:w="3751" w:type="dxa"/>
          </w:tcPr>
          <w:p w14:paraId="0F672AD7" w14:textId="77777777" w:rsidR="001D6781" w:rsidRPr="008512DC" w:rsidRDefault="001D6781" w:rsidP="00732D09">
            <w:pPr>
              <w:pStyle w:val="Paragrafoelenco"/>
              <w:ind w:left="0"/>
              <w:jc w:val="center"/>
              <w:rPr>
                <w:sz w:val="20"/>
              </w:rPr>
            </w:pPr>
            <w:r w:rsidRPr="008512DC">
              <w:rPr>
                <w:sz w:val="20"/>
              </w:rPr>
              <w:t>Il Contraente</w:t>
            </w:r>
          </w:p>
        </w:tc>
        <w:tc>
          <w:tcPr>
            <w:tcW w:w="3752" w:type="dxa"/>
          </w:tcPr>
          <w:p w14:paraId="03E335AD" w14:textId="77777777" w:rsidR="001D6781" w:rsidRPr="008512DC" w:rsidRDefault="001D6781" w:rsidP="00732D09">
            <w:pPr>
              <w:pStyle w:val="Paragrafoelenco"/>
              <w:ind w:left="0"/>
              <w:jc w:val="center"/>
              <w:rPr>
                <w:sz w:val="20"/>
              </w:rPr>
            </w:pPr>
            <w:r>
              <w:rPr>
                <w:sz w:val="20"/>
              </w:rPr>
              <w:t>L’Ente</w:t>
            </w:r>
          </w:p>
        </w:tc>
      </w:tr>
      <w:tr w:rsidR="001D6781" w14:paraId="751E5431" w14:textId="77777777" w:rsidTr="00732D09">
        <w:tc>
          <w:tcPr>
            <w:tcW w:w="3751" w:type="dxa"/>
          </w:tcPr>
          <w:p w14:paraId="0CBA040F" w14:textId="77777777" w:rsidR="001D6781" w:rsidRPr="008512DC" w:rsidRDefault="001D6781" w:rsidP="00732D09">
            <w:pPr>
              <w:pStyle w:val="Paragrafoelenco"/>
              <w:ind w:left="0"/>
              <w:jc w:val="center"/>
              <w:rPr>
                <w:sz w:val="20"/>
              </w:rPr>
            </w:pPr>
            <w:r w:rsidRPr="008512DC">
              <w:rPr>
                <w:sz w:val="20"/>
              </w:rPr>
              <w:t>Il legale rappresentante</w:t>
            </w:r>
          </w:p>
        </w:tc>
        <w:tc>
          <w:tcPr>
            <w:tcW w:w="3752" w:type="dxa"/>
          </w:tcPr>
          <w:p w14:paraId="573A5D68" w14:textId="77777777" w:rsidR="001D6781" w:rsidRPr="008512DC" w:rsidRDefault="00284BAD" w:rsidP="00732D09">
            <w:pPr>
              <w:pStyle w:val="Paragrafoelenco"/>
              <w:ind w:left="0"/>
              <w:jc w:val="center"/>
              <w:rPr>
                <w:sz w:val="20"/>
              </w:rPr>
            </w:pPr>
            <w:r>
              <w:rPr>
                <w:sz w:val="20"/>
              </w:rPr>
              <w:t>Il Direttore</w:t>
            </w:r>
          </w:p>
        </w:tc>
      </w:tr>
      <w:tr w:rsidR="001D6781" w14:paraId="18C69911" w14:textId="77777777" w:rsidTr="00732D09">
        <w:tc>
          <w:tcPr>
            <w:tcW w:w="3751" w:type="dxa"/>
          </w:tcPr>
          <w:p w14:paraId="2790CDD8" w14:textId="77777777" w:rsidR="001D6781" w:rsidRPr="008512DC" w:rsidRDefault="001D6781" w:rsidP="00732D09">
            <w:pPr>
              <w:pStyle w:val="Paragrafoelenco"/>
              <w:ind w:left="0"/>
              <w:jc w:val="center"/>
              <w:rPr>
                <w:sz w:val="20"/>
              </w:rPr>
            </w:pPr>
            <w:r w:rsidRPr="008512DC">
              <w:rPr>
                <w:sz w:val="20"/>
              </w:rPr>
              <w:t>(Nome e COGNOME)</w:t>
            </w:r>
          </w:p>
        </w:tc>
        <w:tc>
          <w:tcPr>
            <w:tcW w:w="3752" w:type="dxa"/>
          </w:tcPr>
          <w:p w14:paraId="79359CA0" w14:textId="77777777" w:rsidR="001D6781" w:rsidRPr="008512DC" w:rsidRDefault="001D6781" w:rsidP="00E95153">
            <w:pPr>
              <w:pStyle w:val="Paragrafoelenco"/>
              <w:ind w:left="0"/>
              <w:jc w:val="center"/>
              <w:rPr>
                <w:sz w:val="20"/>
              </w:rPr>
            </w:pPr>
            <w:r w:rsidRPr="008512DC">
              <w:rPr>
                <w:sz w:val="20"/>
              </w:rPr>
              <w:t>(</w:t>
            </w:r>
            <w:r w:rsidR="00284BAD">
              <w:rPr>
                <w:sz w:val="20"/>
              </w:rPr>
              <w:t>Nome e COGNOME</w:t>
            </w:r>
            <w:r w:rsidRPr="008512DC">
              <w:rPr>
                <w:sz w:val="20"/>
              </w:rPr>
              <w:t>)</w:t>
            </w:r>
          </w:p>
        </w:tc>
      </w:tr>
    </w:tbl>
    <w:p w14:paraId="15EAED3B" w14:textId="77777777" w:rsidR="001D6781" w:rsidRDefault="001D6781" w:rsidP="008512DC">
      <w:pPr>
        <w:pStyle w:val="Paragrafoelenco"/>
        <w:ind w:left="0"/>
        <w:jc w:val="left"/>
      </w:pPr>
    </w:p>
    <w:p w14:paraId="709BB1EB" w14:textId="77777777" w:rsidR="00305334" w:rsidRPr="00305334" w:rsidRDefault="00305334" w:rsidP="008512DC">
      <w:pPr>
        <w:pStyle w:val="Paragrafoelenco"/>
        <w:ind w:left="0"/>
        <w:jc w:val="left"/>
        <w:rPr>
          <w:sz w:val="20"/>
        </w:rPr>
      </w:pPr>
    </w:p>
    <w:sectPr w:rsidR="00305334" w:rsidRPr="00305334">
      <w:headerReference w:type="even" r:id="rId11"/>
      <w:headerReference w:type="default" r:id="rId12"/>
      <w:footerReference w:type="even" r:id="rId13"/>
      <w:footerReference w:type="default" r:id="rId14"/>
      <w:headerReference w:type="first" r:id="rId15"/>
      <w:pgSz w:w="11907" w:h="16727" w:code="9"/>
      <w:pgMar w:top="2410" w:right="2693" w:bottom="1985" w:left="1701"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559D9" w14:textId="77777777" w:rsidR="005D74A6" w:rsidRDefault="005D74A6">
      <w:r>
        <w:separator/>
      </w:r>
    </w:p>
  </w:endnote>
  <w:endnote w:type="continuationSeparator" w:id="0">
    <w:p w14:paraId="5F71AFE5" w14:textId="77777777" w:rsidR="005D74A6" w:rsidRDefault="005D7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DB7DF" w14:textId="77777777"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3B3C0D4" w14:textId="77777777" w:rsidR="00CA735C" w:rsidRDefault="00CA735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3819D" w14:textId="5227C182"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83167">
      <w:rPr>
        <w:rStyle w:val="Numeropagina"/>
        <w:noProof/>
      </w:rPr>
      <w:t>17</w:t>
    </w:r>
    <w:r>
      <w:rPr>
        <w:rStyle w:val="Numeropagina"/>
      </w:rPr>
      <w:fldChar w:fldCharType="end"/>
    </w:r>
  </w:p>
  <w:p w14:paraId="5A205D7E" w14:textId="77777777" w:rsidR="00CA735C" w:rsidRDefault="00CA735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6F02B" w14:textId="77777777" w:rsidR="005D74A6" w:rsidRDefault="005D74A6">
      <w:r>
        <w:separator/>
      </w:r>
    </w:p>
  </w:footnote>
  <w:footnote w:type="continuationSeparator" w:id="0">
    <w:p w14:paraId="703A2C6F" w14:textId="77777777" w:rsidR="005D74A6" w:rsidRDefault="005D74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34F0" w14:textId="77777777" w:rsidR="004731CA" w:rsidRDefault="00057232">
    <w:pPr>
      <w:pStyle w:val="Intestazione"/>
    </w:pPr>
    <w:r>
      <w:rPr>
        <w:noProof/>
      </w:rPr>
      <mc:AlternateContent>
        <mc:Choice Requires="wps">
          <w:drawing>
            <wp:anchor distT="0" distB="0" distL="114300" distR="114300" simplePos="0" relativeHeight="251658240" behindDoc="1" locked="0" layoutInCell="0" allowOverlap="1" wp14:anchorId="4818DF44" wp14:editId="7D3A1734">
              <wp:simplePos x="0" y="0"/>
              <wp:positionH relativeFrom="margin">
                <wp:align>center</wp:align>
              </wp:positionH>
              <wp:positionV relativeFrom="margin">
                <wp:align>center</wp:align>
              </wp:positionV>
              <wp:extent cx="4203700" cy="2522220"/>
              <wp:effectExtent l="0" t="0" r="0" b="0"/>
              <wp:wrapNone/>
              <wp:docPr id="3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4203700" cy="25222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0C2A121" w14:textId="77777777" w:rsidR="00057232" w:rsidRDefault="00057232" w:rsidP="00057232">
                          <w:pPr>
                            <w:jc w:val="center"/>
                            <w:rPr>
                              <w:rFonts w:cs="Courier New"/>
                              <w:color w:val="000000"/>
                              <w:sz w:val="16"/>
                              <w:szCs w:val="16"/>
                              <w14:textFill>
                                <w14:solidFill>
                                  <w14:srgbClr w14:val="000000">
                                    <w14:alpha w14:val="50000"/>
                                  </w14:srgbClr>
                                </w14:solidFill>
                              </w14:textFill>
                            </w:rPr>
                          </w:pPr>
                          <w:r>
                            <w:rPr>
                              <w:rFonts w:cs="Courier New"/>
                              <w:color w:val="000000"/>
                              <w:sz w:val="16"/>
                              <w:szCs w:val="16"/>
                              <w14:textFill>
                                <w14:solidFill>
                                  <w14:srgbClr w14:val="000000">
                                    <w14:alpha w14:val="50000"/>
                                  </w14:srgbClr>
                                </w14:solidFill>
                              </w14:textFill>
                            </w:rPr>
                            <w:t>BOZZA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x1="http://schemas.microsoft.com/office/drawing/2015/9/8/chartex">
          <w:pict>
            <v:shapetype w14:anchorId="4818DF44" id="_x0000_t202" coordsize="21600,21600" o:spt="202" path="m,l,21600r21600,l21600,xe">
              <v:stroke joinstyle="miter"/>
              <v:path gradientshapeok="t" o:connecttype="rect"/>
            </v:shapetype>
            <v:shape id="WordArt 2" o:spid="_x0000_s1026" type="#_x0000_t202" style="position:absolute;left:0;text-align:left;margin-left:0;margin-top:0;width:331pt;height:198.6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" o:allowincell="f" filled="f" stroked="f">
              <v:stroke joinstyle="round"/>
              <v:path arrowok="t"/>
              <v:textbox>
                <w:txbxContent>
                  <w:p w14:paraId="50C2A121" w14:textId="77777777" w:rsidR="00057232" w:rsidRDefault="00057232" w:rsidP="00057232">
                    <w:pPr>
                      <w:jc w:val="center"/>
                      <w:rPr>
                        <w:rFonts w:cs="Courier New"/>
                        <w:color w:val="000000"/>
                        <w:sz w:val="16"/>
                        <w:szCs w:val="16"/>
                        <w14:textFill>
                          <w14:solidFill>
                            <w14:srgbClr w14:val="000000">
                              <w14:alpha w14:val="50000"/>
                            </w14:srgbClr>
                          </w14:solidFill>
                        </w14:textFill>
                      </w:rPr>
                    </w:pPr>
                    <w:r>
                      <w:rPr>
                        <w:rFonts w:cs="Courier New"/>
                        <w:color w:val="000000"/>
                        <w:sz w:val="16"/>
                        <w:szCs w:val="16"/>
                        <w14:textFill>
                          <w14:solidFill>
                            <w14:srgbClr w14:val="000000">
                              <w14:alpha w14:val="50000"/>
                            </w14:srgbClr>
                          </w14:solidFill>
                        </w14:textFill>
                      </w:rPr>
                      <w:t>BOZZA</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4B2F" w14:textId="77777777" w:rsidR="00CA735C" w:rsidRDefault="00057232">
    <w:pPr>
      <w:pStyle w:val="Intestazione"/>
    </w:pPr>
    <w:r>
      <w:rPr>
        <w:noProof/>
      </w:rPr>
      <mc:AlternateContent>
        <mc:Choice Requires="wps">
          <w:drawing>
            <wp:anchor distT="0" distB="0" distL="114300" distR="114300" simplePos="0" relativeHeight="251659264" behindDoc="1" locked="0" layoutInCell="0" allowOverlap="1" wp14:anchorId="38992E7C" wp14:editId="679929FB">
              <wp:simplePos x="0" y="0"/>
              <wp:positionH relativeFrom="margin">
                <wp:align>center</wp:align>
              </wp:positionH>
              <wp:positionV relativeFrom="margin">
                <wp:align>center</wp:align>
              </wp:positionV>
              <wp:extent cx="4203700" cy="2522220"/>
              <wp:effectExtent l="0" t="0" r="0" b="0"/>
              <wp:wrapNone/>
              <wp:docPr id="30"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4203700" cy="25222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0979A7A" w14:textId="77777777" w:rsidR="00057232" w:rsidRDefault="00057232" w:rsidP="00057232">
                          <w:pPr>
                            <w:jc w:val="center"/>
                            <w:rPr>
                              <w:rFonts w:cs="Courier New"/>
                              <w:color w:val="000000"/>
                              <w:sz w:val="16"/>
                              <w:szCs w:val="16"/>
                              <w14:textFill>
                                <w14:solidFill>
                                  <w14:srgbClr w14:val="000000">
                                    <w14:alpha w14:val="50000"/>
                                  </w14:srgbClr>
                                </w14:solidFill>
                              </w14:textFill>
                            </w:rPr>
                          </w:pPr>
                          <w:r>
                            <w:rPr>
                              <w:rFonts w:cs="Courier New"/>
                              <w:color w:val="000000"/>
                              <w:sz w:val="16"/>
                              <w:szCs w:val="16"/>
                              <w14:textFill>
                                <w14:solidFill>
                                  <w14:srgbClr w14:val="000000">
                                    <w14:alpha w14:val="50000"/>
                                  </w14:srgbClr>
                                </w14:solidFill>
                              </w14:textFill>
                            </w:rPr>
                            <w:t>BOZZA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x1="http://schemas.microsoft.com/office/drawing/2015/9/8/chartex">
          <w:pict>
            <v:shapetype w14:anchorId="38992E7C" id="_x0000_t202" coordsize="21600,21600" o:spt="202" path="m,l,21600r21600,l21600,xe">
              <v:stroke joinstyle="miter"/>
              <v:path gradientshapeok="t" o:connecttype="rect"/>
            </v:shapetype>
            <v:shape id="WordArt 3" o:spid="_x0000_s1027" type="#_x0000_t202" style="position:absolute;left:0;text-align:left;margin-left:0;margin-top:0;width:331pt;height:198.6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" o:allowincell="f" filled="f" stroked="f">
              <v:stroke joinstyle="round"/>
              <v:path arrowok="t"/>
              <v:textbox>
                <w:txbxContent>
                  <w:p w14:paraId="50979A7A" w14:textId="77777777" w:rsidR="00057232" w:rsidRDefault="00057232" w:rsidP="00057232">
                    <w:pPr>
                      <w:jc w:val="center"/>
                      <w:rPr>
                        <w:rFonts w:cs="Courier New"/>
                        <w:color w:val="000000"/>
                        <w:sz w:val="16"/>
                        <w:szCs w:val="16"/>
                        <w14:textFill>
                          <w14:solidFill>
                            <w14:srgbClr w14:val="000000">
                              <w14:alpha w14:val="50000"/>
                            </w14:srgbClr>
                          </w14:solidFill>
                        </w14:textFill>
                      </w:rPr>
                    </w:pPr>
                    <w:r>
                      <w:rPr>
                        <w:rFonts w:cs="Courier New"/>
                        <w:color w:val="000000"/>
                        <w:sz w:val="16"/>
                        <w:szCs w:val="16"/>
                        <w14:textFill>
                          <w14:solidFill>
                            <w14:srgbClr w14:val="000000">
                              <w14:alpha w14:val="50000"/>
                            </w14:srgbClr>
                          </w14:solidFill>
                        </w14:textFill>
                      </w:rPr>
                      <w:t>BOZZA</w:t>
                    </w:r>
                  </w:p>
                </w:txbxContent>
              </v:textbox>
              <w10:wrap anchorx="margin" anchory="margin"/>
            </v:shape>
          </w:pict>
        </mc:Fallback>
      </mc:AlternateContent>
    </w:r>
    <w:r w:rsidR="00B64B3C">
      <w:rPr>
        <w:noProof/>
        <w:sz w:val="20"/>
      </w:rPr>
      <mc:AlternateContent>
        <mc:Choice Requires="wpg">
          <w:drawing>
            <wp:anchor distT="0" distB="0" distL="114300" distR="114300" simplePos="0" relativeHeight="251657216" behindDoc="1" locked="1" layoutInCell="0" allowOverlap="1" wp14:anchorId="79EC6157" wp14:editId="7C5F3AAB">
              <wp:simplePos x="0" y="0"/>
              <wp:positionH relativeFrom="column">
                <wp:posOffset>-970280</wp:posOffset>
              </wp:positionH>
              <wp:positionV relativeFrom="paragraph">
                <wp:posOffset>1385570</wp:posOffset>
              </wp:positionV>
              <wp:extent cx="7394575" cy="73463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4575" cy="7346315"/>
                        <a:chOff x="0" y="-131"/>
                        <a:chExt cx="20000" cy="23138"/>
                      </a:xfrm>
                    </wpg:grpSpPr>
                    <wps:wsp>
                      <wps:cNvPr id="4" name="Line 4"/>
                      <wps:cNvCnPr>
                        <a:cxnSpLocks noChangeShapeType="1"/>
                      </wps:cNvCnPr>
                      <wps:spPr bwMode="auto">
                        <a:xfrm>
                          <a:off x="0" y="833"/>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5" name="Line 5"/>
                      <wps:cNvCnPr>
                        <a:cxnSpLocks noChangeShapeType="1"/>
                      </wps:cNvCnPr>
                      <wps:spPr bwMode="auto">
                        <a:xfrm>
                          <a:off x="0" y="-131"/>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6" name="Line 6"/>
                      <wps:cNvCnPr>
                        <a:cxnSpLocks noChangeShapeType="1"/>
                      </wps:cNvCnPr>
                      <wps:spPr bwMode="auto">
                        <a:xfrm>
                          <a:off x="0" y="1797"/>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7" name="Line 7"/>
                      <wps:cNvCnPr>
                        <a:cxnSpLocks noChangeShapeType="1"/>
                      </wps:cNvCnPr>
                      <wps:spPr bwMode="auto">
                        <a:xfrm>
                          <a:off x="0" y="2761"/>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8" name="Line 8"/>
                      <wps:cNvCnPr>
                        <a:cxnSpLocks noChangeShapeType="1"/>
                      </wps:cNvCnPr>
                      <wps:spPr bwMode="auto">
                        <a:xfrm>
                          <a:off x="0" y="3725"/>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9" name="Line 9"/>
                      <wps:cNvCnPr>
                        <a:cxnSpLocks noChangeShapeType="1"/>
                      </wps:cNvCnPr>
                      <wps:spPr bwMode="auto">
                        <a:xfrm>
                          <a:off x="0" y="4689"/>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0" name="Line 10"/>
                      <wps:cNvCnPr>
                        <a:cxnSpLocks noChangeShapeType="1"/>
                      </wps:cNvCnPr>
                      <wps:spPr bwMode="auto">
                        <a:xfrm>
                          <a:off x="0" y="5653"/>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1" name="Line 11"/>
                      <wps:cNvCnPr>
                        <a:cxnSpLocks noChangeShapeType="1"/>
                      </wps:cNvCnPr>
                      <wps:spPr bwMode="auto">
                        <a:xfrm>
                          <a:off x="0" y="6617"/>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2" name="Line 12"/>
                      <wps:cNvCnPr>
                        <a:cxnSpLocks noChangeShapeType="1"/>
                      </wps:cNvCnPr>
                      <wps:spPr bwMode="auto">
                        <a:xfrm>
                          <a:off x="0" y="7581"/>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3" name="Line 13"/>
                      <wps:cNvCnPr>
                        <a:cxnSpLocks noChangeShapeType="1"/>
                      </wps:cNvCnPr>
                      <wps:spPr bwMode="auto">
                        <a:xfrm>
                          <a:off x="0" y="8545"/>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4" name="Line 14"/>
                      <wps:cNvCnPr>
                        <a:cxnSpLocks noChangeShapeType="1"/>
                      </wps:cNvCnPr>
                      <wps:spPr bwMode="auto">
                        <a:xfrm>
                          <a:off x="0" y="9509"/>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5" name="Line 15"/>
                      <wps:cNvCnPr>
                        <a:cxnSpLocks noChangeShapeType="1"/>
                      </wps:cNvCnPr>
                      <wps:spPr bwMode="auto">
                        <a:xfrm>
                          <a:off x="0" y="10473"/>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6" name="Line 16"/>
                      <wps:cNvCnPr>
                        <a:cxnSpLocks noChangeShapeType="1"/>
                      </wps:cNvCnPr>
                      <wps:spPr bwMode="auto">
                        <a:xfrm>
                          <a:off x="0" y="11437"/>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7" name="Line 17"/>
                      <wps:cNvCnPr>
                        <a:cxnSpLocks noChangeShapeType="1"/>
                      </wps:cNvCnPr>
                      <wps:spPr bwMode="auto">
                        <a:xfrm>
                          <a:off x="0" y="12401"/>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8" name="Line 18"/>
                      <wps:cNvCnPr>
                        <a:cxnSpLocks noChangeShapeType="1"/>
                      </wps:cNvCnPr>
                      <wps:spPr bwMode="auto">
                        <a:xfrm>
                          <a:off x="0" y="13365"/>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19" name="Line 19"/>
                      <wps:cNvCnPr>
                        <a:cxnSpLocks noChangeShapeType="1"/>
                      </wps:cNvCnPr>
                      <wps:spPr bwMode="auto">
                        <a:xfrm>
                          <a:off x="0" y="14329"/>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0" name="Line 20"/>
                      <wps:cNvCnPr>
                        <a:cxnSpLocks noChangeShapeType="1"/>
                      </wps:cNvCnPr>
                      <wps:spPr bwMode="auto">
                        <a:xfrm>
                          <a:off x="0" y="15293"/>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1" name="Line 21"/>
                      <wps:cNvCnPr>
                        <a:cxnSpLocks noChangeShapeType="1"/>
                      </wps:cNvCnPr>
                      <wps:spPr bwMode="auto">
                        <a:xfrm>
                          <a:off x="0" y="16257"/>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2" name="Line 22"/>
                      <wps:cNvCnPr>
                        <a:cxnSpLocks noChangeShapeType="1"/>
                      </wps:cNvCnPr>
                      <wps:spPr bwMode="auto">
                        <a:xfrm>
                          <a:off x="0" y="17221"/>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3" name="Line 23"/>
                      <wps:cNvCnPr>
                        <a:cxnSpLocks noChangeShapeType="1"/>
                      </wps:cNvCnPr>
                      <wps:spPr bwMode="auto">
                        <a:xfrm>
                          <a:off x="0" y="18185"/>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4" name="Line 24"/>
                      <wps:cNvCnPr>
                        <a:cxnSpLocks noChangeShapeType="1"/>
                      </wps:cNvCnPr>
                      <wps:spPr bwMode="auto">
                        <a:xfrm>
                          <a:off x="0" y="19149"/>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5" name="Line 25"/>
                      <wps:cNvCnPr>
                        <a:cxnSpLocks noChangeShapeType="1"/>
                      </wps:cNvCnPr>
                      <wps:spPr bwMode="auto">
                        <a:xfrm>
                          <a:off x="0" y="20113"/>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6" name="Line 26"/>
                      <wps:cNvCnPr>
                        <a:cxnSpLocks noChangeShapeType="1"/>
                      </wps:cNvCnPr>
                      <wps:spPr bwMode="auto">
                        <a:xfrm>
                          <a:off x="0" y="21077"/>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7" name="Line 27"/>
                      <wps:cNvCnPr>
                        <a:cxnSpLocks noChangeShapeType="1"/>
                      </wps:cNvCnPr>
                      <wps:spPr bwMode="auto">
                        <a:xfrm>
                          <a:off x="0" y="22041"/>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s:wsp>
                      <wps:cNvPr id="28" name="Line 28"/>
                      <wps:cNvCnPr>
                        <a:cxnSpLocks noChangeShapeType="1"/>
                      </wps:cNvCnPr>
                      <wps:spPr bwMode="auto">
                        <a:xfrm>
                          <a:off x="0" y="23005"/>
                          <a:ext cx="20000" cy="2"/>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x1="http://schemas.microsoft.com/office/drawing/2015/9/8/chartex">
          <w:pict>
            <v:group w14:anchorId="6BFCF7F8" id="Group 3" o:spid="_x0000_s1026" style="position:absolute;margin-left:-76.4pt;margin-top:109.1pt;width:582.25pt;height:578.45pt;z-index:-251659264" coordorigin=",-131" coordsize="20000,2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" o:allowincell="f">
              <v:line id="Line 4" o:spid="_x0000_s1027" style="position:absolute;visibility:visible;mso-wrap-style:square" from="0,833" to="20000,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" strokeweight=".25pt">
                <v:stroke startarrowwidth="narrow" startarrowlength="short" endarrowwidth="narrow" endarrowlength="short"/>
              </v:line>
              <v:line id="Line 5" o:spid="_x0000_s1028" style="position:absolute;visibility:visible;mso-wrap-style:square" from="0,-131" to="20000,-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" strokeweight=".25pt">
                <v:stroke startarrowwidth="narrow" startarrowlength="short" endarrowwidth="narrow" endarrowlength="short"/>
              </v:line>
              <v:line id="Line 6" o:spid="_x0000_s1029" style="position:absolute;visibility:visible;mso-wrap-style:square" from="0,1797" to="20000,1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" strokeweight=".25pt">
                <v:stroke startarrowwidth="narrow" startarrowlength="short" endarrowwidth="narrow" endarrowlength="short"/>
              </v:line>
              <v:line id="Line 7" o:spid="_x0000_s1030" style="position:absolute;visibility:visible;mso-wrap-style:square" from="0,2761" to="20000,2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" strokeweight=".25pt">
                <v:stroke startarrowwidth="narrow" startarrowlength="short" endarrowwidth="narrow" endarrowlength="short"/>
              </v:line>
              <v:line id="Line 8" o:spid="_x0000_s1031" style="position:absolute;visibility:visible;mso-wrap-style:square" from="0,3725" to="20000,3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" strokeweight=".25pt">
                <v:stroke startarrowwidth="narrow" startarrowlength="short" endarrowwidth="narrow" endarrowlength="short"/>
              </v:line>
              <v:line id="Line 9" o:spid="_x0000_s1032" style="position:absolute;visibility:visible;mso-wrap-style:square" from="0,4689" to="20000,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" strokeweight=".25pt">
                <v:stroke startarrowwidth="narrow" startarrowlength="short" endarrowwidth="narrow" endarrowlength="short"/>
              </v:line>
              <v:line id="Line 10" o:spid="_x0000_s1033" style="position:absolute;visibility:visible;mso-wrap-style:square" from="0,5653" to="20000,5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" strokeweight=".25pt">
                <v:stroke startarrowwidth="narrow" startarrowlength="short" endarrowwidth="narrow" endarrowlength="short"/>
              </v:line>
              <v:line id="Line 11" o:spid="_x0000_s1034" style="position:absolute;visibility:visible;mso-wrap-style:square" from="0,6617" to="20000,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" strokeweight=".25pt">
                <v:stroke startarrowwidth="narrow" startarrowlength="short" endarrowwidth="narrow" endarrowlength="short"/>
              </v:line>
              <v:line id="Line 12" o:spid="_x0000_s1035" style="position:absolute;visibility:visible;mso-wrap-style:square" from="0,7581" to="20000,7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" strokeweight=".25pt">
                <v:stroke startarrowwidth="narrow" startarrowlength="short" endarrowwidth="narrow" endarrowlength="short"/>
              </v:line>
              <v:line id="Line 13" o:spid="_x0000_s1036" style="position:absolute;visibility:visible;mso-wrap-style:square" from="0,8545" to="20000,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" strokeweight=".25pt">
                <v:stroke startarrowwidth="narrow" startarrowlength="short" endarrowwidth="narrow" endarrowlength="short"/>
              </v:line>
              <v:line id="Line 14" o:spid="_x0000_s1037" style="position:absolute;visibility:visible;mso-wrap-style:square" from="0,9509" to="20000,9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" strokeweight=".25pt">
                <v:stroke startarrowwidth="narrow" startarrowlength="short" endarrowwidth="narrow" endarrowlength="short"/>
              </v:line>
              <v:line id="Line 15" o:spid="_x0000_s1038" style="position:absolute;visibility:visible;mso-wrap-style:square" from="0,10473" to="20000,10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" strokeweight=".25pt">
                <v:stroke startarrowwidth="narrow" startarrowlength="short" endarrowwidth="narrow" endarrowlength="short"/>
              </v:line>
              <v:line id="Line 16" o:spid="_x0000_s1039" style="position:absolute;visibility:visible;mso-wrap-style:square" from="0,11437" to="20000,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" strokeweight=".25pt">
                <v:stroke startarrowwidth="narrow" startarrowlength="short" endarrowwidth="narrow" endarrowlength="short"/>
              </v:line>
              <v:line id="Line 17" o:spid="_x0000_s1040" style="position:absolute;visibility:visible;mso-wrap-style:square" from="0,12401" to="20000,12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" strokeweight=".25pt">
                <v:stroke startarrowwidth="narrow" startarrowlength="short" endarrowwidth="narrow" endarrowlength="short"/>
              </v:line>
              <v:line id="Line 18" o:spid="_x0000_s1041" style="position:absolute;visibility:visible;mso-wrap-style:square" from="0,13365" to="20000,13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" strokeweight=".25pt">
                <v:stroke startarrowwidth="narrow" startarrowlength="short" endarrowwidth="narrow" endarrowlength="short"/>
              </v:line>
              <v:line id="Line 19" o:spid="_x0000_s1042" style="position:absolute;visibility:visible;mso-wrap-style:square" from="0,14329" to="20000,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" strokeweight=".25pt">
                <v:stroke startarrowwidth="narrow" startarrowlength="short" endarrowwidth="narrow" endarrowlength="short"/>
              </v:line>
              <v:line id="Line 20" o:spid="_x0000_s1043" style="position:absolute;visibility:visible;mso-wrap-style:square" from="0,15293" to="20000,1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" strokeweight=".25pt">
                <v:stroke startarrowwidth="narrow" startarrowlength="short" endarrowwidth="narrow" endarrowlength="short"/>
              </v:line>
              <v:line id="Line 21" o:spid="_x0000_s1044" style="position:absolute;visibility:visible;mso-wrap-style:square" from="0,16257" to="20000,16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" strokeweight=".25pt">
                <v:stroke startarrowwidth="narrow" startarrowlength="short" endarrowwidth="narrow" endarrowlength="short"/>
              </v:line>
              <v:line id="Line 22" o:spid="_x0000_s1045" style="position:absolute;visibility:visible;mso-wrap-style:square" from="0,17221" to="20000,1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" strokeweight=".25pt">
                <v:stroke startarrowwidth="narrow" startarrowlength="short" endarrowwidth="narrow" endarrowlength="short"/>
              </v:line>
              <v:line id="Line 23" o:spid="_x0000_s1046" style="position:absolute;visibility:visible;mso-wrap-style:square" from="0,18185" to="20000,1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" strokeweight=".25pt">
                <v:stroke startarrowwidth="narrow" startarrowlength="short" endarrowwidth="narrow" endarrowlength="short"/>
              </v:line>
              <v:line id="Line 24" o:spid="_x0000_s1047" style="position:absolute;visibility:visible;mso-wrap-style:square" from="0,19149" to="20000,19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" strokeweight=".25pt">
                <v:stroke startarrowwidth="narrow" startarrowlength="short" endarrowwidth="narrow" endarrowlength="short"/>
              </v:line>
              <v:line id="Line 25" o:spid="_x0000_s1048" style="position:absolute;visibility:visible;mso-wrap-style:square" from="0,20113" to="20000,2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" strokeweight=".25pt">
                <v:stroke startarrowwidth="narrow" startarrowlength="short" endarrowwidth="narrow" endarrowlength="short"/>
              </v:line>
              <v:line id="Line 26" o:spid="_x0000_s1049" style="position:absolute;visibility:visible;mso-wrap-style:square" from="0,21077" to="20000,2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" strokeweight=".25pt">
                <v:stroke startarrowwidth="narrow" startarrowlength="short" endarrowwidth="narrow" endarrowlength="short"/>
              </v:line>
              <v:line id="Line 27" o:spid="_x0000_s1050" style="position:absolute;visibility:visible;mso-wrap-style:square" from="0,22041" to="20000,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" strokeweight=".25pt">
                <v:stroke startarrowwidth="narrow" startarrowlength="short" endarrowwidth="narrow" endarrowlength="short"/>
              </v:line>
              <v:line id="Line 28" o:spid="_x0000_s1051" style="position:absolute;visibility:visible;mso-wrap-style:square" from="0,23005" to="20000,2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" strokeweight=".25pt">
                <v:stroke startarrowwidth="narrow" startarrowlength="short" endarrowwidth="narrow" endarrowlength="short"/>
              </v:line>
              <w10:anchorlock/>
            </v:group>
          </w:pict>
        </mc:Fallback>
      </mc:AlternateContent>
    </w:r>
    <w:r w:rsidR="00B64B3C">
      <w:rPr>
        <w:noProof/>
        <w:sz w:val="20"/>
      </w:rPr>
      <mc:AlternateContent>
        <mc:Choice Requires="wps">
          <w:drawing>
            <wp:anchor distT="0" distB="0" distL="114300" distR="114300" simplePos="0" relativeHeight="251655168" behindDoc="1" locked="1" layoutInCell="0" allowOverlap="1" wp14:anchorId="6C5A99E5" wp14:editId="6ACED60F">
              <wp:simplePos x="0" y="0"/>
              <wp:positionH relativeFrom="column">
                <wp:posOffset>-65405</wp:posOffset>
              </wp:positionH>
              <wp:positionV relativeFrom="paragraph">
                <wp:posOffset>-450850</wp:posOffset>
              </wp:positionV>
              <wp:extent cx="635" cy="1080198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x1="http://schemas.microsoft.com/office/drawing/2015/9/8/chartex">
          <w:pict>
            <v:line w14:anchorId="48EF0601" id="Line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5pt" to="-5.1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" o:allowincell="f" strokeweight=".25pt">
              <v:stroke startarrowwidth="narrow" startarrowlength="short" endarrowwidth="narrow" endarrowlength="short"/>
              <w10:anchorlock/>
            </v:line>
          </w:pict>
        </mc:Fallback>
      </mc:AlternateContent>
    </w:r>
    <w:r w:rsidR="00B64B3C">
      <w:rPr>
        <w:noProof/>
        <w:sz w:val="20"/>
      </w:rPr>
      <mc:AlternateContent>
        <mc:Choice Requires="wps">
          <w:drawing>
            <wp:anchor distT="0" distB="0" distL="114300" distR="114300" simplePos="0" relativeHeight="251656192" behindDoc="1" locked="1" layoutInCell="0" allowOverlap="1" wp14:anchorId="1BF6DEA2" wp14:editId="68C7B6F4">
              <wp:simplePos x="0" y="0"/>
              <wp:positionH relativeFrom="column">
                <wp:posOffset>4782185</wp:posOffset>
              </wp:positionH>
              <wp:positionV relativeFrom="paragraph">
                <wp:posOffset>-450850</wp:posOffset>
              </wp:positionV>
              <wp:extent cx="635" cy="1080198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noFill/>
                          </a14:hiddenFill>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cx1="http://schemas.microsoft.com/office/drawing/2015/9/8/chartex">
          <w:pict>
            <v:line w14:anchorId="6576272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5pt,-35.5pt" to="376.6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" o:allowincell="f" strokeweight=".25pt">
              <v:stroke startarrowwidth="narrow" startarrowlength="short" endarrowwidth="narrow" endarrowlength="short"/>
              <w10:anchorlock/>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8EF7B" w14:textId="77777777" w:rsidR="004731CA" w:rsidRDefault="004731C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E03"/>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1E5ACC"/>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A67E6A"/>
    <w:multiLevelType w:val="hybridMultilevel"/>
    <w:tmpl w:val="16B43CB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FF6AA7"/>
    <w:multiLevelType w:val="hybridMultilevel"/>
    <w:tmpl w:val="078E239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B80D0E"/>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20B14"/>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8505E"/>
    <w:multiLevelType w:val="hybridMultilevel"/>
    <w:tmpl w:val="D4F6886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D3122B"/>
    <w:multiLevelType w:val="hybridMultilevel"/>
    <w:tmpl w:val="5B5AD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5C1656"/>
    <w:multiLevelType w:val="hybridMultilevel"/>
    <w:tmpl w:val="078E239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C070EBD"/>
    <w:multiLevelType w:val="hybridMultilevel"/>
    <w:tmpl w:val="C3ECD2DE"/>
    <w:lvl w:ilvl="0" w:tplc="99527EAA">
      <w:start w:val="1"/>
      <w:numFmt w:val="upperRoman"/>
      <w:lvlText w:val="%1)"/>
      <w:lvlJc w:val="left"/>
      <w:pPr>
        <w:ind w:left="709" w:hanging="720"/>
      </w:pPr>
      <w:rPr>
        <w:rFonts w:cs="Courier New" w:hint="default"/>
      </w:rPr>
    </w:lvl>
    <w:lvl w:ilvl="1" w:tplc="04100019" w:tentative="1">
      <w:start w:val="1"/>
      <w:numFmt w:val="lowerLetter"/>
      <w:lvlText w:val="%2."/>
      <w:lvlJc w:val="left"/>
      <w:pPr>
        <w:ind w:left="1069" w:hanging="360"/>
      </w:pPr>
    </w:lvl>
    <w:lvl w:ilvl="2" w:tplc="0410001B" w:tentative="1">
      <w:start w:val="1"/>
      <w:numFmt w:val="lowerRoman"/>
      <w:lvlText w:val="%3."/>
      <w:lvlJc w:val="right"/>
      <w:pPr>
        <w:ind w:left="1789" w:hanging="180"/>
      </w:pPr>
    </w:lvl>
    <w:lvl w:ilvl="3" w:tplc="0410000F" w:tentative="1">
      <w:start w:val="1"/>
      <w:numFmt w:val="decimal"/>
      <w:lvlText w:val="%4."/>
      <w:lvlJc w:val="left"/>
      <w:pPr>
        <w:ind w:left="2509" w:hanging="360"/>
      </w:pPr>
    </w:lvl>
    <w:lvl w:ilvl="4" w:tplc="04100019" w:tentative="1">
      <w:start w:val="1"/>
      <w:numFmt w:val="lowerLetter"/>
      <w:lvlText w:val="%5."/>
      <w:lvlJc w:val="left"/>
      <w:pPr>
        <w:ind w:left="3229" w:hanging="360"/>
      </w:pPr>
    </w:lvl>
    <w:lvl w:ilvl="5" w:tplc="0410001B" w:tentative="1">
      <w:start w:val="1"/>
      <w:numFmt w:val="lowerRoman"/>
      <w:lvlText w:val="%6."/>
      <w:lvlJc w:val="right"/>
      <w:pPr>
        <w:ind w:left="3949" w:hanging="180"/>
      </w:pPr>
    </w:lvl>
    <w:lvl w:ilvl="6" w:tplc="0410000F" w:tentative="1">
      <w:start w:val="1"/>
      <w:numFmt w:val="decimal"/>
      <w:lvlText w:val="%7."/>
      <w:lvlJc w:val="left"/>
      <w:pPr>
        <w:ind w:left="4669" w:hanging="360"/>
      </w:pPr>
    </w:lvl>
    <w:lvl w:ilvl="7" w:tplc="04100019" w:tentative="1">
      <w:start w:val="1"/>
      <w:numFmt w:val="lowerLetter"/>
      <w:lvlText w:val="%8."/>
      <w:lvlJc w:val="left"/>
      <w:pPr>
        <w:ind w:left="5389" w:hanging="360"/>
      </w:pPr>
    </w:lvl>
    <w:lvl w:ilvl="8" w:tplc="0410001B" w:tentative="1">
      <w:start w:val="1"/>
      <w:numFmt w:val="lowerRoman"/>
      <w:lvlText w:val="%9."/>
      <w:lvlJc w:val="right"/>
      <w:pPr>
        <w:ind w:left="6109" w:hanging="180"/>
      </w:pPr>
    </w:lvl>
  </w:abstractNum>
  <w:abstractNum w:abstractNumId="11" w15:restartNumberingAfterBreak="0">
    <w:nsid w:val="43001F32"/>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FE66DE7"/>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485B23"/>
    <w:multiLevelType w:val="hybridMultilevel"/>
    <w:tmpl w:val="29FABE3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9E1733"/>
    <w:multiLevelType w:val="hybridMultilevel"/>
    <w:tmpl w:val="C5200C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33A5AC8"/>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77E7F16"/>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83144AA"/>
    <w:multiLevelType w:val="hybridMultilevel"/>
    <w:tmpl w:val="CFD00E4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8FB7615"/>
    <w:multiLevelType w:val="hybridMultilevel"/>
    <w:tmpl w:val="C0D649F0"/>
    <w:lvl w:ilvl="0" w:tplc="99527EAA">
      <w:start w:val="1"/>
      <w:numFmt w:val="upperRoman"/>
      <w:lvlText w:val="%1)"/>
      <w:lvlJc w:val="left"/>
      <w:pPr>
        <w:ind w:left="709" w:hanging="720"/>
      </w:pPr>
      <w:rPr>
        <w:rFonts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B85EBB"/>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17"/>
  </w:num>
  <w:num w:numId="4">
    <w:abstractNumId w:val="14"/>
  </w:num>
  <w:num w:numId="5">
    <w:abstractNumId w:val="19"/>
  </w:num>
  <w:num w:numId="6">
    <w:abstractNumId w:val="6"/>
  </w:num>
  <w:num w:numId="7">
    <w:abstractNumId w:val="11"/>
  </w:num>
  <w:num w:numId="8">
    <w:abstractNumId w:val="1"/>
  </w:num>
  <w:num w:numId="9">
    <w:abstractNumId w:val="4"/>
  </w:num>
  <w:num w:numId="10">
    <w:abstractNumId w:val="12"/>
  </w:num>
  <w:num w:numId="11">
    <w:abstractNumId w:val="0"/>
  </w:num>
  <w:num w:numId="12">
    <w:abstractNumId w:val="15"/>
  </w:num>
  <w:num w:numId="13">
    <w:abstractNumId w:val="16"/>
  </w:num>
  <w:num w:numId="14">
    <w:abstractNumId w:val="3"/>
  </w:num>
  <w:num w:numId="15">
    <w:abstractNumId w:val="9"/>
  </w:num>
  <w:num w:numId="16">
    <w:abstractNumId w:val="13"/>
  </w:num>
  <w:num w:numId="17">
    <w:abstractNumId w:val="10"/>
  </w:num>
  <w:num w:numId="18">
    <w:abstractNumId w:val="18"/>
  </w:num>
  <w:num w:numId="19">
    <w:abstractNumId w:val="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F78"/>
    <w:rsid w:val="0000769A"/>
    <w:rsid w:val="000129BA"/>
    <w:rsid w:val="00013E38"/>
    <w:rsid w:val="00016347"/>
    <w:rsid w:val="0001777D"/>
    <w:rsid w:val="000458C1"/>
    <w:rsid w:val="00057232"/>
    <w:rsid w:val="00077D95"/>
    <w:rsid w:val="00080B94"/>
    <w:rsid w:val="000862EF"/>
    <w:rsid w:val="00093E5B"/>
    <w:rsid w:val="000C5407"/>
    <w:rsid w:val="00113FA2"/>
    <w:rsid w:val="00117363"/>
    <w:rsid w:val="00121279"/>
    <w:rsid w:val="00122E92"/>
    <w:rsid w:val="00137B1B"/>
    <w:rsid w:val="00156C98"/>
    <w:rsid w:val="001578DE"/>
    <w:rsid w:val="001A0029"/>
    <w:rsid w:val="001A7D23"/>
    <w:rsid w:val="001D6781"/>
    <w:rsid w:val="001F4437"/>
    <w:rsid w:val="001F4867"/>
    <w:rsid w:val="001F64DC"/>
    <w:rsid w:val="00233975"/>
    <w:rsid w:val="0024309B"/>
    <w:rsid w:val="00244E34"/>
    <w:rsid w:val="00255E08"/>
    <w:rsid w:val="0026295F"/>
    <w:rsid w:val="002634CB"/>
    <w:rsid w:val="00267CD3"/>
    <w:rsid w:val="00283167"/>
    <w:rsid w:val="00284BAD"/>
    <w:rsid w:val="0028644E"/>
    <w:rsid w:val="002A244A"/>
    <w:rsid w:val="002B24AD"/>
    <w:rsid w:val="00305334"/>
    <w:rsid w:val="003074F4"/>
    <w:rsid w:val="00310CB2"/>
    <w:rsid w:val="00342323"/>
    <w:rsid w:val="00360604"/>
    <w:rsid w:val="00393CA3"/>
    <w:rsid w:val="0039554B"/>
    <w:rsid w:val="00395C0C"/>
    <w:rsid w:val="003A4854"/>
    <w:rsid w:val="003A6D80"/>
    <w:rsid w:val="003C1E0B"/>
    <w:rsid w:val="003C1FF6"/>
    <w:rsid w:val="003C6658"/>
    <w:rsid w:val="003D3240"/>
    <w:rsid w:val="003D5C32"/>
    <w:rsid w:val="003E1986"/>
    <w:rsid w:val="003E3BD1"/>
    <w:rsid w:val="004401D1"/>
    <w:rsid w:val="00443C74"/>
    <w:rsid w:val="00446025"/>
    <w:rsid w:val="004731CA"/>
    <w:rsid w:val="0048068A"/>
    <w:rsid w:val="004E226D"/>
    <w:rsid w:val="004F6F2C"/>
    <w:rsid w:val="004F7390"/>
    <w:rsid w:val="00505D09"/>
    <w:rsid w:val="005168B9"/>
    <w:rsid w:val="00527FB1"/>
    <w:rsid w:val="0054071C"/>
    <w:rsid w:val="005425F4"/>
    <w:rsid w:val="005677CF"/>
    <w:rsid w:val="00570DF5"/>
    <w:rsid w:val="00574B5B"/>
    <w:rsid w:val="00574F82"/>
    <w:rsid w:val="005752BF"/>
    <w:rsid w:val="005A6F78"/>
    <w:rsid w:val="005B1E63"/>
    <w:rsid w:val="005C1469"/>
    <w:rsid w:val="005C4484"/>
    <w:rsid w:val="005D1727"/>
    <w:rsid w:val="005D6B74"/>
    <w:rsid w:val="005D74A6"/>
    <w:rsid w:val="005E3EC0"/>
    <w:rsid w:val="00601999"/>
    <w:rsid w:val="00603D1A"/>
    <w:rsid w:val="00635446"/>
    <w:rsid w:val="006662E8"/>
    <w:rsid w:val="006774B5"/>
    <w:rsid w:val="00693249"/>
    <w:rsid w:val="006B7FA9"/>
    <w:rsid w:val="006C3D84"/>
    <w:rsid w:val="006E09EE"/>
    <w:rsid w:val="006E2111"/>
    <w:rsid w:val="00704918"/>
    <w:rsid w:val="007141C6"/>
    <w:rsid w:val="00721DD9"/>
    <w:rsid w:val="00732D2A"/>
    <w:rsid w:val="00732FA4"/>
    <w:rsid w:val="00734892"/>
    <w:rsid w:val="00754264"/>
    <w:rsid w:val="007623F7"/>
    <w:rsid w:val="007712A5"/>
    <w:rsid w:val="00773BE0"/>
    <w:rsid w:val="0077542A"/>
    <w:rsid w:val="007A0793"/>
    <w:rsid w:val="007C3C8F"/>
    <w:rsid w:val="007D64C2"/>
    <w:rsid w:val="007D6D50"/>
    <w:rsid w:val="007E4DD6"/>
    <w:rsid w:val="00814E0B"/>
    <w:rsid w:val="0082242D"/>
    <w:rsid w:val="00833A10"/>
    <w:rsid w:val="008414A5"/>
    <w:rsid w:val="008512DC"/>
    <w:rsid w:val="0086145B"/>
    <w:rsid w:val="0086156B"/>
    <w:rsid w:val="00891A6A"/>
    <w:rsid w:val="008B3ED2"/>
    <w:rsid w:val="008B56F5"/>
    <w:rsid w:val="008C2E3A"/>
    <w:rsid w:val="00907BB3"/>
    <w:rsid w:val="0092014E"/>
    <w:rsid w:val="0093408D"/>
    <w:rsid w:val="0093599F"/>
    <w:rsid w:val="009E1406"/>
    <w:rsid w:val="009F13DD"/>
    <w:rsid w:val="00A07899"/>
    <w:rsid w:val="00A310A6"/>
    <w:rsid w:val="00A44540"/>
    <w:rsid w:val="00A479AC"/>
    <w:rsid w:val="00A617E3"/>
    <w:rsid w:val="00AA3B32"/>
    <w:rsid w:val="00AB07EA"/>
    <w:rsid w:val="00AE250F"/>
    <w:rsid w:val="00AE6164"/>
    <w:rsid w:val="00AE7CC2"/>
    <w:rsid w:val="00B57113"/>
    <w:rsid w:val="00B573B2"/>
    <w:rsid w:val="00B64B3C"/>
    <w:rsid w:val="00B747CF"/>
    <w:rsid w:val="00BA18FF"/>
    <w:rsid w:val="00BA1E90"/>
    <w:rsid w:val="00BB12B3"/>
    <w:rsid w:val="00BE009A"/>
    <w:rsid w:val="00C26889"/>
    <w:rsid w:val="00C3396E"/>
    <w:rsid w:val="00C47C58"/>
    <w:rsid w:val="00C656BF"/>
    <w:rsid w:val="00CA1C12"/>
    <w:rsid w:val="00CA735C"/>
    <w:rsid w:val="00CB1AD4"/>
    <w:rsid w:val="00CE2C13"/>
    <w:rsid w:val="00CE40C2"/>
    <w:rsid w:val="00CF1087"/>
    <w:rsid w:val="00D0007F"/>
    <w:rsid w:val="00D0602B"/>
    <w:rsid w:val="00D130E0"/>
    <w:rsid w:val="00D13FFE"/>
    <w:rsid w:val="00D24488"/>
    <w:rsid w:val="00D32544"/>
    <w:rsid w:val="00D36907"/>
    <w:rsid w:val="00D92DC5"/>
    <w:rsid w:val="00D93991"/>
    <w:rsid w:val="00DF143D"/>
    <w:rsid w:val="00E36027"/>
    <w:rsid w:val="00E90F37"/>
    <w:rsid w:val="00E916B8"/>
    <w:rsid w:val="00E95153"/>
    <w:rsid w:val="00EB28EC"/>
    <w:rsid w:val="00ED2FD8"/>
    <w:rsid w:val="00ED60BB"/>
    <w:rsid w:val="00EE05B1"/>
    <w:rsid w:val="00EE6638"/>
    <w:rsid w:val="00F02773"/>
    <w:rsid w:val="00F06910"/>
    <w:rsid w:val="00F1719E"/>
    <w:rsid w:val="00F253E8"/>
    <w:rsid w:val="00F84E88"/>
    <w:rsid w:val="00FB7E4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83F13"/>
  <w15:docId w15:val="{A2D1FE03-14B4-4A4A-88F3-13042777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64B3C"/>
    <w:pPr>
      <w:widowControl w:val="0"/>
      <w:spacing w:line="480" w:lineRule="exact"/>
      <w:jc w:val="both"/>
    </w:pPr>
    <w:rPr>
      <w:rFonts w:ascii="Courier New" w:hAnsi="Courier New"/>
      <w:position w:val="6"/>
      <w:sz w:val="24"/>
    </w:rPr>
  </w:style>
  <w:style w:type="paragraph" w:styleId="Titolo1">
    <w:name w:val="heading 1"/>
    <w:basedOn w:val="Titolo"/>
    <w:next w:val="Normale"/>
    <w:qFormat/>
    <w:rsid w:val="00117363"/>
    <w:pPr>
      <w:outlineLvl w:val="0"/>
    </w:pPr>
  </w:style>
  <w:style w:type="paragraph" w:styleId="Titolo2">
    <w:name w:val="heading 2"/>
    <w:basedOn w:val="Normale"/>
    <w:next w:val="Normale"/>
    <w:qFormat/>
    <w:pPr>
      <w:keepNext/>
      <w:jc w:val="left"/>
      <w:outlineLvl w:val="1"/>
    </w:pPr>
    <w:rPr>
      <w:rFonts w:ascii="Arial" w:hAnsi="Arial"/>
      <w:b/>
    </w:rPr>
  </w:style>
  <w:style w:type="paragraph" w:styleId="Titolo3">
    <w:name w:val="heading 3"/>
    <w:basedOn w:val="Normale"/>
    <w:next w:val="Normale"/>
    <w:qFormat/>
    <w:pPr>
      <w:keepNext/>
      <w:jc w:val="center"/>
      <w:outlineLvl w:val="2"/>
    </w:pPr>
    <w:rPr>
      <w:rFonts w:ascii="Arial" w:hAnsi="Arial"/>
      <w:b/>
    </w:rPr>
  </w:style>
  <w:style w:type="paragraph" w:styleId="Titolo4">
    <w:name w:val="heading 4"/>
    <w:basedOn w:val="Normale"/>
    <w:next w:val="Normale"/>
    <w:qFormat/>
    <w:pPr>
      <w:keepNext/>
      <w:tabs>
        <w:tab w:val="left" w:pos="3402"/>
        <w:tab w:val="left" w:pos="6237"/>
      </w:tabs>
      <w:outlineLvl w:val="3"/>
    </w:pPr>
    <w:rPr>
      <w:b/>
      <w:bCs/>
    </w:rPr>
  </w:style>
  <w:style w:type="paragraph" w:styleId="Titolo5">
    <w:name w:val="heading 5"/>
    <w:basedOn w:val="Normale"/>
    <w:next w:val="Normale"/>
    <w:qFormat/>
    <w:pPr>
      <w:keepNext/>
      <w:widowControl/>
      <w:spacing w:line="240" w:lineRule="auto"/>
      <w:jc w:val="center"/>
      <w:outlineLvl w:val="4"/>
    </w:pPr>
    <w:rPr>
      <w:position w:val="0"/>
      <w:sz w:val="28"/>
    </w:rPr>
  </w:style>
  <w:style w:type="paragraph" w:styleId="Titolo6">
    <w:name w:val="heading 6"/>
    <w:basedOn w:val="Normale"/>
    <w:next w:val="Normale"/>
    <w:qFormat/>
    <w:pPr>
      <w:keepNext/>
      <w:widowControl/>
      <w:spacing w:line="360" w:lineRule="auto"/>
      <w:ind w:right="28"/>
      <w:jc w:val="center"/>
      <w:outlineLvl w:val="5"/>
    </w:pPr>
    <w:rPr>
      <w:position w:val="0"/>
      <w:sz w:val="28"/>
    </w:rPr>
  </w:style>
  <w:style w:type="paragraph" w:styleId="Titolo7">
    <w:name w:val="heading 7"/>
    <w:basedOn w:val="Normale"/>
    <w:next w:val="Normale"/>
    <w:qFormat/>
    <w:pPr>
      <w:keepNext/>
      <w:widowControl/>
      <w:spacing w:line="400" w:lineRule="exact"/>
      <w:outlineLvl w:val="6"/>
    </w:pPr>
    <w:rPr>
      <w:rFonts w:ascii="Arial" w:hAnsi="Arial"/>
      <w:position w:val="0"/>
    </w:rPr>
  </w:style>
  <w:style w:type="paragraph" w:styleId="Titolo8">
    <w:name w:val="heading 8"/>
    <w:basedOn w:val="Normale"/>
    <w:next w:val="Normale"/>
    <w:qFormat/>
    <w:pPr>
      <w:keepNext/>
      <w:spacing w:line="482" w:lineRule="exact"/>
      <w:jc w:val="center"/>
      <w:outlineLvl w:val="7"/>
    </w:pPr>
    <w:rPr>
      <w:rFonts w:ascii="Arial" w:hAnsi="Arial"/>
      <w:b/>
      <w:position w:val="0"/>
      <w:sz w:val="22"/>
    </w:rPr>
  </w:style>
  <w:style w:type="paragraph" w:styleId="Titolo9">
    <w:name w:val="heading 9"/>
    <w:basedOn w:val="Normale"/>
    <w:next w:val="Normale"/>
    <w:qFormat/>
    <w:pPr>
      <w:keepNext/>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
    <w:name w:val="Rientro"/>
    <w:basedOn w:val="Normale"/>
    <w:pPr>
      <w:keepLines/>
      <w:tabs>
        <w:tab w:val="left" w:pos="567"/>
      </w:tabs>
      <w:ind w:left="567" w:hanging="567"/>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Corpodeltesto2">
    <w:name w:val="Body Text 2"/>
    <w:basedOn w:val="Normale"/>
    <w:pPr>
      <w:widowControl/>
      <w:spacing w:line="360" w:lineRule="auto"/>
    </w:pPr>
    <w:rPr>
      <w:rFonts w:ascii="Arial" w:hAnsi="Arial"/>
      <w:position w:val="0"/>
      <w:sz w:val="20"/>
    </w:rPr>
  </w:style>
  <w:style w:type="paragraph" w:styleId="Titolo">
    <w:name w:val="Title"/>
    <w:basedOn w:val="Normale"/>
    <w:qFormat/>
    <w:rsid w:val="00D32544"/>
    <w:pPr>
      <w:jc w:val="center"/>
    </w:pPr>
    <w:rPr>
      <w:sz w:val="20"/>
    </w:rPr>
  </w:style>
  <w:style w:type="paragraph" w:styleId="Rientrocorpodeltesto">
    <w:name w:val="Body Text Indent"/>
    <w:basedOn w:val="Normale"/>
    <w:pPr>
      <w:ind w:firstLine="340"/>
    </w:pPr>
    <w:rPr>
      <w:rFonts w:ascii="Arial" w:hAnsi="Arial"/>
    </w:rPr>
  </w:style>
  <w:style w:type="character" w:styleId="Numeropagina">
    <w:name w:val="page number"/>
    <w:basedOn w:val="Carpredefinitoparagrafo"/>
  </w:style>
  <w:style w:type="paragraph" w:styleId="Corpotesto">
    <w:name w:val="Body Text"/>
    <w:pPr>
      <w:overflowPunct w:val="0"/>
      <w:autoSpaceDE w:val="0"/>
      <w:autoSpaceDN w:val="0"/>
      <w:adjustRightInd w:val="0"/>
      <w:textAlignment w:val="baseline"/>
    </w:pPr>
    <w:rPr>
      <w:color w:val="000000"/>
      <w:sz w:val="24"/>
    </w:rPr>
  </w:style>
  <w:style w:type="paragraph" w:styleId="Corpodeltesto3">
    <w:name w:val="Body Text 3"/>
    <w:basedOn w:val="Normale"/>
    <w:pPr>
      <w:widowControl/>
      <w:spacing w:line="240" w:lineRule="auto"/>
    </w:pPr>
    <w:rPr>
      <w:position w:val="0"/>
      <w:sz w:val="20"/>
    </w:rPr>
  </w:style>
  <w:style w:type="character" w:styleId="Collegamentoipertestuale">
    <w:name w:val="Hyperlink"/>
    <w:basedOn w:val="Carpredefinitoparagrafo"/>
    <w:rPr>
      <w:color w:val="0000FF"/>
      <w:u w:val="single"/>
    </w:rPr>
  </w:style>
  <w:style w:type="paragraph" w:customStyle="1" w:styleId="Corpodeltesto1">
    <w:name w:val="Corpo del testo1"/>
    <w:basedOn w:val="Normale"/>
    <w:rPr>
      <w:rFonts w:ascii="Arial" w:hAnsi="Arial" w:cs="Arial"/>
      <w:caps/>
      <w:sz w:val="22"/>
    </w:rPr>
  </w:style>
  <w:style w:type="paragraph" w:styleId="Paragrafoelenco">
    <w:name w:val="List Paragraph"/>
    <w:basedOn w:val="Normale"/>
    <w:uiPriority w:val="34"/>
    <w:qFormat/>
    <w:rsid w:val="0000769A"/>
    <w:pPr>
      <w:ind w:left="720"/>
      <w:contextualSpacing/>
    </w:pPr>
  </w:style>
  <w:style w:type="table" w:styleId="Grigliatabella">
    <w:name w:val="Table Grid"/>
    <w:basedOn w:val="Tabellanormale"/>
    <w:rsid w:val="00851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Desktop\Comodato\UsoBo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ABAB9-A816-430B-B20A-74D090703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1690D0-073C-4CA3-946E-8B11F1DDA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E58F35-672D-456F-B8C0-871B6D7DA4B8}">
  <ds:schemaRefs>
    <ds:schemaRef ds:uri="http://schemas.microsoft.com/sharepoint/v3/contenttype/forms"/>
  </ds:schemaRefs>
</ds:datastoreItem>
</file>

<file path=customXml/itemProps4.xml><?xml version="1.0" encoding="utf-8"?>
<ds:datastoreItem xmlns:ds="http://schemas.openxmlformats.org/officeDocument/2006/customXml" ds:itemID="{159584B4-3076-4950-A436-73266048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Template>
  <TotalTime>25</TotalTime>
  <Pages>1</Pages>
  <Words>3147</Words>
  <Characters>17941</Characters>
  <Application>Microsoft Office Word</Application>
  <DocSecurity>0</DocSecurity>
  <Lines>149</Lines>
  <Paragraphs>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Marco Campani</dc:creator>
  <cp:keywords/>
  <dc:description/>
  <cp:lastModifiedBy>Irene Sannicandro</cp:lastModifiedBy>
  <cp:revision>11</cp:revision>
  <cp:lastPrinted>2004-03-18T08:28:00Z</cp:lastPrinted>
  <dcterms:created xsi:type="dcterms:W3CDTF">2023-04-12T10:31:00Z</dcterms:created>
  <dcterms:modified xsi:type="dcterms:W3CDTF">2023-04-17T07:50:00Z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